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362ECB" w14:textId="599A1F18" w:rsidR="00C000BF" w:rsidRPr="00D547DC" w:rsidRDefault="00770811" w:rsidP="00C000BF">
      <w:pPr>
        <w:spacing w:line="240" w:lineRule="atLeast"/>
        <w:jc w:val="center"/>
        <w:rPr>
          <w:b/>
          <w:bCs/>
          <w:sz w:val="40"/>
          <w:szCs w:val="40"/>
        </w:rPr>
      </w:pPr>
      <w:r w:rsidRPr="00D547DC">
        <w:rPr>
          <w:b/>
          <w:bCs/>
          <w:sz w:val="40"/>
          <w:szCs w:val="40"/>
        </w:rPr>
        <w:t xml:space="preserve">Prime </w:t>
      </w:r>
      <w:r w:rsidR="008E7B9F" w:rsidRPr="00D547DC">
        <w:rPr>
          <w:b/>
          <w:bCs/>
          <w:sz w:val="40"/>
          <w:szCs w:val="40"/>
        </w:rPr>
        <w:t>Road Power</w:t>
      </w:r>
      <w:r w:rsidR="00C000BF" w:rsidRPr="00D547DC">
        <w:rPr>
          <w:b/>
          <w:bCs/>
          <w:sz w:val="40"/>
          <w:szCs w:val="40"/>
        </w:rPr>
        <w:t xml:space="preserve"> Public Company Limited </w:t>
      </w:r>
      <w:r w:rsidR="00C000BF" w:rsidRPr="00D547DC">
        <w:rPr>
          <w:b/>
          <w:bCs/>
          <w:sz w:val="40"/>
          <w:szCs w:val="40"/>
        </w:rPr>
        <w:br/>
        <w:t>and its Subsidiaries</w:t>
      </w:r>
    </w:p>
    <w:p w14:paraId="73ADE088" w14:textId="77777777" w:rsidR="00C000BF" w:rsidRPr="00D547DC" w:rsidRDefault="00C000BF" w:rsidP="00C000BF">
      <w:pPr>
        <w:shd w:val="clear" w:color="auto" w:fill="FFFFFF"/>
        <w:spacing w:line="240" w:lineRule="atLeast"/>
        <w:jc w:val="center"/>
        <w:rPr>
          <w:b/>
          <w:bCs/>
        </w:rPr>
      </w:pPr>
    </w:p>
    <w:p w14:paraId="708BC9DA" w14:textId="77777777" w:rsidR="00C000BF" w:rsidRPr="00D547DC" w:rsidRDefault="00C000BF" w:rsidP="00C000BF">
      <w:pPr>
        <w:spacing w:line="240" w:lineRule="atLeast"/>
        <w:jc w:val="center"/>
      </w:pPr>
    </w:p>
    <w:p w14:paraId="3DCB981F" w14:textId="77777777" w:rsidR="005E287B" w:rsidRPr="00D547DC" w:rsidRDefault="00543D70" w:rsidP="005E287B">
      <w:pPr>
        <w:pStyle w:val="CoverTitle"/>
        <w:spacing w:line="240" w:lineRule="atLeast"/>
        <w:jc w:val="center"/>
        <w:rPr>
          <w:spacing w:val="-3"/>
          <w:szCs w:val="36"/>
        </w:rPr>
      </w:pPr>
      <w:r w:rsidRPr="00D547DC">
        <w:rPr>
          <w:spacing w:val="-3"/>
          <w:szCs w:val="36"/>
        </w:rPr>
        <w:t>Condensed i</w:t>
      </w:r>
      <w:r w:rsidR="005E287B" w:rsidRPr="00D547DC">
        <w:rPr>
          <w:spacing w:val="-3"/>
          <w:szCs w:val="36"/>
        </w:rPr>
        <w:t>nterim financial statements</w:t>
      </w:r>
    </w:p>
    <w:p w14:paraId="4697B4B4" w14:textId="77777777" w:rsidR="00B66891" w:rsidRPr="00D547DC" w:rsidRDefault="00B66891" w:rsidP="00B66891">
      <w:pPr>
        <w:spacing w:line="240" w:lineRule="atLeast"/>
        <w:jc w:val="center"/>
        <w:rPr>
          <w:sz w:val="36"/>
          <w:szCs w:val="36"/>
        </w:rPr>
      </w:pPr>
      <w:r w:rsidRPr="00D547DC">
        <w:rPr>
          <w:sz w:val="36"/>
          <w:szCs w:val="36"/>
        </w:rPr>
        <w:t>for the three-month period ended</w:t>
      </w:r>
    </w:p>
    <w:p w14:paraId="44FC3641" w14:textId="1EA94548" w:rsidR="00B66891" w:rsidRPr="00D547DC" w:rsidRDefault="00B66891" w:rsidP="00B66891">
      <w:pPr>
        <w:shd w:val="clear" w:color="auto" w:fill="FFFFFF"/>
        <w:tabs>
          <w:tab w:val="center" w:pos="4801"/>
          <w:tab w:val="left" w:pos="6450"/>
        </w:tabs>
        <w:spacing w:line="240" w:lineRule="atLeast"/>
        <w:rPr>
          <w:rFonts w:cstheme="minorBidi"/>
          <w:sz w:val="36"/>
          <w:szCs w:val="45"/>
          <w:lang w:bidi="th-TH"/>
        </w:rPr>
      </w:pPr>
      <w:r w:rsidRPr="00D547DC">
        <w:rPr>
          <w:sz w:val="36"/>
          <w:szCs w:val="36"/>
        </w:rPr>
        <w:tab/>
      </w:r>
      <w:r w:rsidR="00D27341" w:rsidRPr="00D547DC">
        <w:rPr>
          <w:sz w:val="36"/>
          <w:szCs w:val="36"/>
          <w:lang w:val="en-US"/>
        </w:rPr>
        <w:t>31</w:t>
      </w:r>
      <w:r w:rsidR="00A21162" w:rsidRPr="00D547DC">
        <w:rPr>
          <w:sz w:val="36"/>
          <w:szCs w:val="36"/>
        </w:rPr>
        <w:t xml:space="preserve"> March</w:t>
      </w:r>
      <w:r w:rsidRPr="00D547DC">
        <w:rPr>
          <w:sz w:val="36"/>
          <w:szCs w:val="36"/>
        </w:rPr>
        <w:t xml:space="preserve"> </w:t>
      </w:r>
      <w:r w:rsidR="00D27341" w:rsidRPr="00D547DC">
        <w:rPr>
          <w:sz w:val="36"/>
          <w:szCs w:val="36"/>
          <w:lang w:val="en-US"/>
        </w:rPr>
        <w:t>202</w:t>
      </w:r>
      <w:r w:rsidR="00770811" w:rsidRPr="00D547DC">
        <w:rPr>
          <w:rFonts w:cstheme="minorBidi"/>
          <w:sz w:val="36"/>
          <w:szCs w:val="45"/>
          <w:lang w:val="en-US" w:bidi="th-TH"/>
        </w:rPr>
        <w:t>5</w:t>
      </w:r>
    </w:p>
    <w:p w14:paraId="1ABA45CA" w14:textId="77777777" w:rsidR="005E287B" w:rsidRPr="00D547DC" w:rsidRDefault="005E287B" w:rsidP="005E287B">
      <w:pPr>
        <w:shd w:val="clear" w:color="auto" w:fill="FFFFFF"/>
        <w:spacing w:line="240" w:lineRule="atLeast"/>
        <w:jc w:val="center"/>
        <w:rPr>
          <w:sz w:val="36"/>
          <w:szCs w:val="36"/>
        </w:rPr>
      </w:pPr>
      <w:r w:rsidRPr="00D547DC">
        <w:rPr>
          <w:sz w:val="36"/>
          <w:szCs w:val="36"/>
        </w:rPr>
        <w:t>and</w:t>
      </w:r>
    </w:p>
    <w:p w14:paraId="7714189E" w14:textId="77777777" w:rsidR="005E287B" w:rsidRPr="00D547DC" w:rsidRDefault="005E287B" w:rsidP="005E287B">
      <w:pPr>
        <w:spacing w:line="240" w:lineRule="atLeast"/>
        <w:jc w:val="center"/>
        <w:rPr>
          <w:rFonts w:cs="Cordia New"/>
          <w:b/>
          <w:bCs/>
          <w:szCs w:val="28"/>
          <w:lang w:bidi="th-TH"/>
        </w:rPr>
      </w:pPr>
      <w:r w:rsidRPr="00D547DC">
        <w:rPr>
          <w:spacing w:val="-3"/>
          <w:sz w:val="36"/>
          <w:szCs w:val="36"/>
        </w:rPr>
        <w:t>Independent auditor’s</w:t>
      </w:r>
      <w:r w:rsidR="00543D70" w:rsidRPr="00D547DC">
        <w:rPr>
          <w:spacing w:val="-3"/>
          <w:sz w:val="36"/>
          <w:szCs w:val="36"/>
        </w:rPr>
        <w:t xml:space="preserve"> review</w:t>
      </w:r>
      <w:r w:rsidRPr="00D547DC">
        <w:rPr>
          <w:spacing w:val="-3"/>
          <w:sz w:val="36"/>
          <w:szCs w:val="36"/>
        </w:rPr>
        <w:t xml:space="preserve"> report</w:t>
      </w:r>
    </w:p>
    <w:p w14:paraId="5901551E" w14:textId="77777777" w:rsidR="005E287B" w:rsidRPr="00D547DC" w:rsidRDefault="005E287B" w:rsidP="000178CF">
      <w:pPr>
        <w:spacing w:line="240" w:lineRule="atLeast"/>
        <w:jc w:val="center"/>
        <w:rPr>
          <w:b/>
          <w:bCs/>
          <w:szCs w:val="28"/>
          <w:lang w:bidi="th-TH"/>
        </w:rPr>
      </w:pPr>
    </w:p>
    <w:p w14:paraId="232B3325" w14:textId="77777777" w:rsidR="009C48A0" w:rsidRPr="00D547DC" w:rsidRDefault="009C48A0" w:rsidP="00BA0F83">
      <w:pPr>
        <w:spacing w:line="240" w:lineRule="atLeast"/>
        <w:rPr>
          <w:rFonts w:cstheme="minorBidi"/>
          <w:b/>
          <w:bCs/>
          <w:szCs w:val="28"/>
          <w:lang w:bidi="th-TH"/>
        </w:rPr>
        <w:sectPr w:rsidR="009C48A0" w:rsidRPr="00D547DC" w:rsidSect="00CC07A3">
          <w:headerReference w:type="even" r:id="rId8"/>
          <w:headerReference w:type="default" r:id="rId9"/>
          <w:footerReference w:type="even" r:id="rId10"/>
          <w:footerReference w:type="default" r:id="rId11"/>
          <w:headerReference w:type="first" r:id="rId12"/>
          <w:pgSz w:w="11907" w:h="16840"/>
          <w:pgMar w:top="691" w:right="1152" w:bottom="576" w:left="1152" w:header="720" w:footer="720" w:gutter="0"/>
          <w:pgNumType w:start="0"/>
          <w:cols w:space="720"/>
          <w:titlePg/>
        </w:sectPr>
      </w:pPr>
    </w:p>
    <w:p w14:paraId="1BAC7273" w14:textId="127CAF39" w:rsidR="0074249D" w:rsidRPr="00D547DC" w:rsidRDefault="0074249D" w:rsidP="0074249D">
      <w:pPr>
        <w:spacing w:line="240" w:lineRule="atLeast"/>
        <w:jc w:val="center"/>
        <w:rPr>
          <w:b/>
          <w:bCs/>
          <w:sz w:val="28"/>
          <w:szCs w:val="28"/>
          <w:lang w:bidi="th-TH"/>
        </w:rPr>
      </w:pPr>
    </w:p>
    <w:p w14:paraId="545AE33D" w14:textId="77777777" w:rsidR="00547818" w:rsidRPr="00D547DC" w:rsidRDefault="00547818" w:rsidP="0074249D">
      <w:pPr>
        <w:spacing w:line="240" w:lineRule="atLeast"/>
        <w:jc w:val="center"/>
        <w:rPr>
          <w:b/>
          <w:bCs/>
          <w:sz w:val="28"/>
          <w:szCs w:val="28"/>
          <w:lang w:bidi="th-TH"/>
        </w:rPr>
      </w:pPr>
    </w:p>
    <w:p w14:paraId="3303B056" w14:textId="77777777" w:rsidR="00D866ED" w:rsidRPr="00D547DC" w:rsidRDefault="00D866ED" w:rsidP="0074249D">
      <w:pPr>
        <w:spacing w:line="240" w:lineRule="atLeast"/>
        <w:jc w:val="center"/>
        <w:rPr>
          <w:b/>
          <w:bCs/>
          <w:sz w:val="28"/>
          <w:szCs w:val="28"/>
          <w:lang w:bidi="th-TH"/>
        </w:rPr>
      </w:pPr>
    </w:p>
    <w:p w14:paraId="5972B126" w14:textId="77777777" w:rsidR="00D866ED" w:rsidRPr="00D547DC" w:rsidRDefault="00D866ED" w:rsidP="0074249D">
      <w:pPr>
        <w:spacing w:line="240" w:lineRule="atLeast"/>
        <w:jc w:val="center"/>
        <w:rPr>
          <w:b/>
          <w:bCs/>
          <w:sz w:val="28"/>
          <w:szCs w:val="28"/>
          <w:lang w:bidi="th-TH"/>
        </w:rPr>
      </w:pPr>
    </w:p>
    <w:p w14:paraId="29D07182" w14:textId="77777777" w:rsidR="00D866ED" w:rsidRPr="00D547DC" w:rsidRDefault="00D866ED" w:rsidP="0074249D">
      <w:pPr>
        <w:spacing w:line="240" w:lineRule="atLeast"/>
        <w:jc w:val="center"/>
        <w:rPr>
          <w:b/>
          <w:bCs/>
          <w:sz w:val="28"/>
          <w:szCs w:val="28"/>
          <w:lang w:bidi="th-TH"/>
        </w:rPr>
      </w:pPr>
    </w:p>
    <w:p w14:paraId="41AF7487" w14:textId="3DCC8A94" w:rsidR="0074249D" w:rsidRPr="00D547DC" w:rsidRDefault="0074249D" w:rsidP="0074249D">
      <w:pPr>
        <w:pStyle w:val="acctmainheading"/>
        <w:tabs>
          <w:tab w:val="left" w:pos="7810"/>
        </w:tabs>
        <w:spacing w:after="0" w:line="240" w:lineRule="atLeast"/>
      </w:pPr>
    </w:p>
    <w:p w14:paraId="6B64E30F" w14:textId="77777777" w:rsidR="0074249D" w:rsidRPr="00D547DC" w:rsidRDefault="0074249D" w:rsidP="000017FD">
      <w:pPr>
        <w:pStyle w:val="acctmainheading"/>
        <w:tabs>
          <w:tab w:val="left" w:pos="7810"/>
        </w:tabs>
        <w:spacing w:after="0" w:line="240" w:lineRule="atLeast"/>
        <w:ind w:right="-207"/>
        <w:rPr>
          <w:b w:val="0"/>
          <w:sz w:val="27"/>
          <w:szCs w:val="27"/>
        </w:rPr>
      </w:pPr>
      <w:r w:rsidRPr="00D547DC">
        <w:rPr>
          <w:spacing w:val="-3"/>
          <w:sz w:val="27"/>
          <w:szCs w:val="27"/>
        </w:rPr>
        <w:t xml:space="preserve">Independent </w:t>
      </w:r>
      <w:r w:rsidR="00084271" w:rsidRPr="00D547DC">
        <w:rPr>
          <w:spacing w:val="-3"/>
          <w:sz w:val="27"/>
          <w:szCs w:val="27"/>
        </w:rPr>
        <w:t>A</w:t>
      </w:r>
      <w:r w:rsidRPr="00D547DC">
        <w:rPr>
          <w:spacing w:val="-3"/>
          <w:sz w:val="27"/>
          <w:szCs w:val="27"/>
        </w:rPr>
        <w:t xml:space="preserve">uditor’s </w:t>
      </w:r>
      <w:r w:rsidR="00084271" w:rsidRPr="00D547DC">
        <w:rPr>
          <w:spacing w:val="-3"/>
          <w:sz w:val="27"/>
          <w:szCs w:val="27"/>
        </w:rPr>
        <w:t>R</w:t>
      </w:r>
      <w:r w:rsidRPr="00D547DC">
        <w:rPr>
          <w:spacing w:val="-3"/>
          <w:sz w:val="27"/>
          <w:szCs w:val="27"/>
        </w:rPr>
        <w:t xml:space="preserve">eport on </w:t>
      </w:r>
      <w:r w:rsidR="00084271" w:rsidRPr="00D547DC">
        <w:rPr>
          <w:spacing w:val="-3"/>
          <w:sz w:val="27"/>
          <w:szCs w:val="27"/>
        </w:rPr>
        <w:t>R</w:t>
      </w:r>
      <w:r w:rsidRPr="00D547DC">
        <w:rPr>
          <w:spacing w:val="-3"/>
          <w:sz w:val="27"/>
          <w:szCs w:val="27"/>
        </w:rPr>
        <w:t xml:space="preserve">eview of </w:t>
      </w:r>
      <w:r w:rsidR="00084271" w:rsidRPr="00D547DC">
        <w:rPr>
          <w:spacing w:val="-3"/>
          <w:sz w:val="27"/>
          <w:szCs w:val="27"/>
        </w:rPr>
        <w:t>I</w:t>
      </w:r>
      <w:r w:rsidRPr="00D547DC">
        <w:rPr>
          <w:spacing w:val="-3"/>
          <w:sz w:val="27"/>
          <w:szCs w:val="27"/>
        </w:rPr>
        <w:t xml:space="preserve">nterim </w:t>
      </w:r>
      <w:r w:rsidR="00084271" w:rsidRPr="00D547DC">
        <w:rPr>
          <w:spacing w:val="-3"/>
          <w:sz w:val="27"/>
          <w:szCs w:val="27"/>
        </w:rPr>
        <w:t>F</w:t>
      </w:r>
      <w:r w:rsidRPr="00D547DC">
        <w:rPr>
          <w:spacing w:val="-3"/>
          <w:sz w:val="27"/>
          <w:szCs w:val="27"/>
        </w:rPr>
        <w:t xml:space="preserve">inancial </w:t>
      </w:r>
      <w:r w:rsidR="00084271" w:rsidRPr="00D547DC">
        <w:rPr>
          <w:spacing w:val="-3"/>
          <w:sz w:val="27"/>
          <w:szCs w:val="27"/>
        </w:rPr>
        <w:t>I</w:t>
      </w:r>
      <w:r w:rsidRPr="00D547DC">
        <w:rPr>
          <w:spacing w:val="-3"/>
          <w:sz w:val="27"/>
          <w:szCs w:val="27"/>
        </w:rPr>
        <w:t>nformation</w:t>
      </w:r>
      <w:r w:rsidRPr="00D547DC" w:rsidDel="006C3963">
        <w:rPr>
          <w:b w:val="0"/>
          <w:sz w:val="27"/>
          <w:szCs w:val="27"/>
        </w:rPr>
        <w:t xml:space="preserve"> </w:t>
      </w:r>
    </w:p>
    <w:p w14:paraId="1867AB44" w14:textId="77777777" w:rsidR="0074249D" w:rsidRPr="00D547DC" w:rsidRDefault="0074249D" w:rsidP="0074249D">
      <w:pPr>
        <w:pStyle w:val="RNormal"/>
        <w:rPr>
          <w:lang w:val="en-GB"/>
        </w:rPr>
      </w:pPr>
    </w:p>
    <w:p w14:paraId="5C220A12" w14:textId="77777777" w:rsidR="0074249D" w:rsidRPr="00D547DC" w:rsidRDefault="0074249D" w:rsidP="0074249D">
      <w:pPr>
        <w:pStyle w:val="RNormal"/>
        <w:rPr>
          <w:lang w:val="en-GB"/>
        </w:rPr>
      </w:pPr>
    </w:p>
    <w:p w14:paraId="20E9417D" w14:textId="173D2A41" w:rsidR="0074249D" w:rsidRPr="00D547DC" w:rsidRDefault="0074249D" w:rsidP="0074249D">
      <w:pPr>
        <w:pStyle w:val="acctmainheading"/>
        <w:tabs>
          <w:tab w:val="left" w:pos="7810"/>
        </w:tabs>
        <w:spacing w:after="0" w:line="240" w:lineRule="atLeast"/>
        <w:outlineLvl w:val="0"/>
        <w:rPr>
          <w:sz w:val="24"/>
          <w:szCs w:val="24"/>
        </w:rPr>
      </w:pPr>
      <w:r w:rsidRPr="00D547DC">
        <w:rPr>
          <w:sz w:val="24"/>
          <w:szCs w:val="24"/>
        </w:rPr>
        <w:t xml:space="preserve">To the Board of Directors of </w:t>
      </w:r>
      <w:r w:rsidR="008E7B9F" w:rsidRPr="00D547DC">
        <w:rPr>
          <w:sz w:val="24"/>
          <w:szCs w:val="24"/>
        </w:rPr>
        <w:t xml:space="preserve">Prime Road Power </w:t>
      </w:r>
      <w:r w:rsidRPr="00D547DC">
        <w:rPr>
          <w:sz w:val="24"/>
          <w:szCs w:val="24"/>
        </w:rPr>
        <w:t>Public Company Limited</w:t>
      </w:r>
    </w:p>
    <w:p w14:paraId="2F820FEF" w14:textId="77777777" w:rsidR="0074249D" w:rsidRPr="00D547DC" w:rsidRDefault="0074249D" w:rsidP="0074249D">
      <w:pPr>
        <w:jc w:val="both"/>
        <w:rPr>
          <w:iCs/>
          <w:sz w:val="20"/>
          <w:szCs w:val="18"/>
        </w:rPr>
      </w:pPr>
    </w:p>
    <w:p w14:paraId="2BAA0E28" w14:textId="77777777" w:rsidR="0074249D" w:rsidRPr="00D547DC" w:rsidRDefault="0074249D" w:rsidP="0074249D">
      <w:pPr>
        <w:jc w:val="both"/>
        <w:rPr>
          <w:iCs/>
          <w:sz w:val="20"/>
          <w:szCs w:val="18"/>
        </w:rPr>
      </w:pPr>
    </w:p>
    <w:p w14:paraId="35EDCF33" w14:textId="7A080465" w:rsidR="00B66891" w:rsidRPr="00D547DC" w:rsidRDefault="00B66891" w:rsidP="00A55625">
      <w:pPr>
        <w:spacing w:line="240" w:lineRule="atLeast"/>
        <w:ind w:right="-27"/>
        <w:jc w:val="thaiDistribute"/>
        <w:rPr>
          <w:szCs w:val="22"/>
          <w:lang w:bidi="th-TH"/>
        </w:rPr>
      </w:pPr>
      <w:r w:rsidRPr="00D547DC">
        <w:rPr>
          <w:szCs w:val="22"/>
        </w:rPr>
        <w:t xml:space="preserve">I have reviewed the accompanying consolidated and separate statements of financial position of </w:t>
      </w:r>
      <w:r w:rsidR="008E7B9F" w:rsidRPr="00D547DC">
        <w:rPr>
          <w:szCs w:val="22"/>
        </w:rPr>
        <w:t>Prime Road Power</w:t>
      </w:r>
      <w:r w:rsidR="00C63A48" w:rsidRPr="00D547DC">
        <w:rPr>
          <w:szCs w:val="22"/>
        </w:rPr>
        <w:t xml:space="preserve"> </w:t>
      </w:r>
      <w:r w:rsidRPr="00D547DC">
        <w:rPr>
          <w:szCs w:val="22"/>
        </w:rPr>
        <w:t xml:space="preserve">Public Company Limited and its </w:t>
      </w:r>
      <w:r w:rsidR="001F65CB" w:rsidRPr="00D547DC">
        <w:rPr>
          <w:szCs w:val="22"/>
        </w:rPr>
        <w:t>subsidiaries</w:t>
      </w:r>
      <w:r w:rsidR="001F65CB" w:rsidRPr="00D547DC">
        <w:rPr>
          <w:rFonts w:cstheme="minorBidi" w:hint="cs"/>
          <w:szCs w:val="28"/>
          <w:lang w:val="en-US" w:bidi="th-TH"/>
        </w:rPr>
        <w:t>,</w:t>
      </w:r>
      <w:r w:rsidRPr="00D547DC">
        <w:rPr>
          <w:szCs w:val="22"/>
        </w:rPr>
        <w:t xml:space="preserve"> and of </w:t>
      </w:r>
      <w:r w:rsidR="008E7B9F" w:rsidRPr="00D547DC">
        <w:rPr>
          <w:szCs w:val="22"/>
        </w:rPr>
        <w:t xml:space="preserve">Prime Road Power </w:t>
      </w:r>
      <w:r w:rsidRPr="00D547DC">
        <w:rPr>
          <w:szCs w:val="22"/>
        </w:rPr>
        <w:t xml:space="preserve">Public Company Limited, respectively, as at </w:t>
      </w:r>
      <w:r w:rsidR="00D27341" w:rsidRPr="00D547DC">
        <w:rPr>
          <w:szCs w:val="22"/>
          <w:lang w:val="en-US"/>
        </w:rPr>
        <w:t>31</w:t>
      </w:r>
      <w:r w:rsidRPr="00D547DC">
        <w:rPr>
          <w:szCs w:val="22"/>
        </w:rPr>
        <w:t xml:space="preserve"> </w:t>
      </w:r>
      <w:r w:rsidR="00A21162" w:rsidRPr="00D547DC">
        <w:rPr>
          <w:szCs w:val="22"/>
        </w:rPr>
        <w:t xml:space="preserve">March </w:t>
      </w:r>
      <w:r w:rsidR="00D27341" w:rsidRPr="00D547DC">
        <w:rPr>
          <w:szCs w:val="22"/>
          <w:lang w:val="en-US"/>
        </w:rPr>
        <w:t>202</w:t>
      </w:r>
      <w:r w:rsidR="008E7B9F" w:rsidRPr="00D547DC">
        <w:rPr>
          <w:szCs w:val="22"/>
          <w:lang w:val="en-US"/>
        </w:rPr>
        <w:t>5</w:t>
      </w:r>
      <w:r w:rsidR="00723824" w:rsidRPr="00D547DC">
        <w:rPr>
          <w:szCs w:val="22"/>
        </w:rPr>
        <w:t>;</w:t>
      </w:r>
      <w:r w:rsidRPr="00D547DC">
        <w:rPr>
          <w:szCs w:val="22"/>
        </w:rPr>
        <w:t xml:space="preserve"> the consolidated and separate statements of comprehensive income, changes in equity and cash flows for the </w:t>
      </w:r>
      <w:r w:rsidR="00A21162" w:rsidRPr="00D547DC">
        <w:rPr>
          <w:szCs w:val="22"/>
        </w:rPr>
        <w:t>three</w:t>
      </w:r>
      <w:r w:rsidRPr="00D547DC">
        <w:rPr>
          <w:szCs w:val="22"/>
        </w:rPr>
        <w:t xml:space="preserve">-month period ended </w:t>
      </w:r>
      <w:r w:rsidR="00D27341" w:rsidRPr="00D547DC">
        <w:rPr>
          <w:szCs w:val="22"/>
          <w:lang w:val="en-US"/>
        </w:rPr>
        <w:t>31</w:t>
      </w:r>
      <w:r w:rsidR="00A21162" w:rsidRPr="00D547DC">
        <w:rPr>
          <w:szCs w:val="22"/>
        </w:rPr>
        <w:t xml:space="preserve"> March </w:t>
      </w:r>
      <w:r w:rsidR="00D27341" w:rsidRPr="00D547DC">
        <w:rPr>
          <w:szCs w:val="22"/>
          <w:lang w:val="en-US"/>
        </w:rPr>
        <w:t>202</w:t>
      </w:r>
      <w:r w:rsidR="008E7B9F" w:rsidRPr="00D547DC">
        <w:rPr>
          <w:szCs w:val="22"/>
          <w:lang w:val="en-US"/>
        </w:rPr>
        <w:t>5</w:t>
      </w:r>
      <w:r w:rsidR="00365D4D" w:rsidRPr="00D547DC">
        <w:rPr>
          <w:szCs w:val="22"/>
          <w:lang w:bidi="th-TH"/>
        </w:rPr>
        <w:t>,</w:t>
      </w:r>
      <w:r w:rsidRPr="00D547DC">
        <w:rPr>
          <w:szCs w:val="22"/>
        </w:rPr>
        <w:t xml:space="preserve"> and condensed notes (“interim financial information”). Management is responsible for the preparation and presentation of this interim financial </w:t>
      </w:r>
      <w:r w:rsidRPr="00D547DC">
        <w:rPr>
          <w:spacing w:val="-4"/>
          <w:szCs w:val="22"/>
        </w:rPr>
        <w:t xml:space="preserve">information in accordance with Thai Accounting Standard </w:t>
      </w:r>
      <w:r w:rsidR="00D27341" w:rsidRPr="00D547DC">
        <w:rPr>
          <w:spacing w:val="-4"/>
          <w:szCs w:val="22"/>
          <w:lang w:val="en-US"/>
        </w:rPr>
        <w:t>34</w:t>
      </w:r>
      <w:r w:rsidRPr="00D547DC">
        <w:rPr>
          <w:spacing w:val="-4"/>
          <w:szCs w:val="22"/>
        </w:rPr>
        <w:t>, “Interim Financial Reporting”.</w:t>
      </w:r>
      <w:r w:rsidR="007B2F2E" w:rsidRPr="00D547DC">
        <w:rPr>
          <w:spacing w:val="-4"/>
          <w:szCs w:val="22"/>
        </w:rPr>
        <w:br/>
      </w:r>
      <w:r w:rsidRPr="00D547DC">
        <w:rPr>
          <w:spacing w:val="-4"/>
          <w:szCs w:val="22"/>
        </w:rPr>
        <w:t>My responsibility</w:t>
      </w:r>
      <w:r w:rsidRPr="00D547DC">
        <w:rPr>
          <w:szCs w:val="22"/>
        </w:rPr>
        <w:t xml:space="preserve"> is to express a conclusion on this interim financial information based on my review.</w:t>
      </w:r>
    </w:p>
    <w:p w14:paraId="7F32B9FB" w14:textId="77777777" w:rsidR="00B66891" w:rsidRPr="00D547DC" w:rsidRDefault="00B66891" w:rsidP="00A55625">
      <w:pPr>
        <w:pStyle w:val="RNormal"/>
        <w:spacing w:line="240" w:lineRule="atLeast"/>
        <w:ind w:right="-27"/>
        <w:rPr>
          <w:szCs w:val="22"/>
          <w:lang w:bidi="th-TH"/>
        </w:rPr>
      </w:pPr>
    </w:p>
    <w:p w14:paraId="5815C5F2" w14:textId="77777777" w:rsidR="00B66891" w:rsidRPr="00D547DC" w:rsidRDefault="00B66891" w:rsidP="00A55625">
      <w:pPr>
        <w:spacing w:line="240" w:lineRule="atLeast"/>
        <w:ind w:right="-27"/>
        <w:jc w:val="both"/>
        <w:rPr>
          <w:i/>
          <w:szCs w:val="22"/>
        </w:rPr>
      </w:pPr>
      <w:r w:rsidRPr="00D547DC">
        <w:rPr>
          <w:i/>
          <w:szCs w:val="22"/>
        </w:rPr>
        <w:t>Scope of Review</w:t>
      </w:r>
    </w:p>
    <w:p w14:paraId="5657C72E" w14:textId="77777777" w:rsidR="00B66891" w:rsidRPr="00D547DC" w:rsidRDefault="00B66891" w:rsidP="00A55625">
      <w:pPr>
        <w:spacing w:line="240" w:lineRule="atLeast"/>
        <w:ind w:right="-27"/>
        <w:jc w:val="both"/>
        <w:rPr>
          <w:szCs w:val="22"/>
          <w:lang w:bidi="th-TH"/>
        </w:rPr>
      </w:pPr>
    </w:p>
    <w:p w14:paraId="008109A1" w14:textId="6B16293B" w:rsidR="00B66891" w:rsidRPr="00D547DC" w:rsidRDefault="00003215" w:rsidP="00A55625">
      <w:pPr>
        <w:spacing w:line="240" w:lineRule="atLeast"/>
        <w:ind w:right="-27"/>
        <w:jc w:val="thaiDistribute"/>
        <w:rPr>
          <w:szCs w:val="22"/>
        </w:rPr>
      </w:pPr>
      <w:r w:rsidRPr="00D547DC">
        <w:rPr>
          <w:szCs w:val="22"/>
        </w:rPr>
        <w:t xml:space="preserve">Except as </w:t>
      </w:r>
      <w:r w:rsidR="00437B3E" w:rsidRPr="00D547DC">
        <w:rPr>
          <w:szCs w:val="22"/>
        </w:rPr>
        <w:t>describ</w:t>
      </w:r>
      <w:r w:rsidRPr="00D547DC">
        <w:rPr>
          <w:szCs w:val="22"/>
        </w:rPr>
        <w:t>ed in following paragraph</w:t>
      </w:r>
      <w:r w:rsidRPr="00D547DC">
        <w:rPr>
          <w:rFonts w:cs="Angsana New"/>
          <w:szCs w:val="28"/>
          <w:lang w:val="en-US" w:bidi="th-TH"/>
        </w:rPr>
        <w:t xml:space="preserve">, </w:t>
      </w:r>
      <w:r w:rsidR="00B66891" w:rsidRPr="00D547DC">
        <w:rPr>
          <w:szCs w:val="22"/>
        </w:rPr>
        <w:t xml:space="preserve">I conducted my review in accordance with Thai Standard on Review Engagements </w:t>
      </w:r>
      <w:r w:rsidR="00D27341" w:rsidRPr="00D547DC">
        <w:rPr>
          <w:szCs w:val="22"/>
          <w:lang w:val="en-US"/>
        </w:rPr>
        <w:t>2410</w:t>
      </w:r>
      <w:r w:rsidR="00B66891" w:rsidRPr="00D547DC">
        <w:rPr>
          <w:szCs w:val="22"/>
        </w:rPr>
        <w:t>, “Review of Interim Financial Information Performed by the Independent Auditor of the Entity”. A review of interim financial information consists of making inquiries, primarily of persons responsible for financial and accounting matters, and applying analytical and other review procedures.</w:t>
      </w:r>
      <w:r w:rsidR="00437B3E" w:rsidRPr="00D547DC">
        <w:rPr>
          <w:szCs w:val="22"/>
        </w:rPr>
        <w:t xml:space="preserve"> </w:t>
      </w:r>
      <w:r w:rsidR="00437B3E" w:rsidRPr="00D547DC">
        <w:rPr>
          <w:szCs w:val="22"/>
        </w:rPr>
        <w:br/>
      </w:r>
      <w:r w:rsidR="00B66891" w:rsidRPr="00D547DC">
        <w:rPr>
          <w:szCs w:val="22"/>
        </w:rPr>
        <w:t xml:space="preserve">A review is substantially less in scope than an audit conducted in accordance with Thai Standards on Auditing and consequently does not enable </w:t>
      </w:r>
      <w:r w:rsidR="00B66891" w:rsidRPr="00D547DC">
        <w:rPr>
          <w:szCs w:val="22"/>
          <w:lang w:bidi="th-TH"/>
        </w:rPr>
        <w:t>me</w:t>
      </w:r>
      <w:r w:rsidR="00B66891" w:rsidRPr="00D547DC">
        <w:rPr>
          <w:szCs w:val="22"/>
        </w:rPr>
        <w:t xml:space="preserve"> to obtain assurance that I would become aware of all significant matters that might be identified in an audit. Accordingly, </w:t>
      </w:r>
      <w:r w:rsidR="00B66891" w:rsidRPr="00D547DC">
        <w:rPr>
          <w:szCs w:val="22"/>
          <w:lang w:bidi="th-TH"/>
        </w:rPr>
        <w:t>I</w:t>
      </w:r>
      <w:r w:rsidR="00B66891" w:rsidRPr="00D547DC">
        <w:rPr>
          <w:szCs w:val="22"/>
        </w:rPr>
        <w:t xml:space="preserve"> do not express an audit opinion.</w:t>
      </w:r>
    </w:p>
    <w:p w14:paraId="715B17C3" w14:textId="77777777" w:rsidR="00B66891" w:rsidRPr="00D547DC" w:rsidRDefault="00B66891" w:rsidP="00A55625">
      <w:pPr>
        <w:spacing w:line="240" w:lineRule="atLeast"/>
        <w:ind w:right="-27"/>
        <w:jc w:val="both"/>
        <w:rPr>
          <w:iCs/>
          <w:szCs w:val="22"/>
          <w:lang w:bidi="th-TH"/>
        </w:rPr>
      </w:pPr>
    </w:p>
    <w:p w14:paraId="485FA99B" w14:textId="5F2A4131" w:rsidR="00365D4D" w:rsidRPr="00D547DC" w:rsidRDefault="00365D4D" w:rsidP="00A55625">
      <w:pPr>
        <w:spacing w:line="240" w:lineRule="atLeast"/>
        <w:ind w:right="-27"/>
        <w:jc w:val="both"/>
        <w:rPr>
          <w:i/>
          <w:szCs w:val="22"/>
        </w:rPr>
      </w:pPr>
      <w:r w:rsidRPr="00D547DC">
        <w:rPr>
          <w:i/>
          <w:szCs w:val="22"/>
        </w:rPr>
        <w:t xml:space="preserve">Basis of Qualified </w:t>
      </w:r>
      <w:r w:rsidR="004C435E" w:rsidRPr="00D547DC">
        <w:rPr>
          <w:i/>
          <w:szCs w:val="22"/>
        </w:rPr>
        <w:t>Conclusion</w:t>
      </w:r>
    </w:p>
    <w:p w14:paraId="294F62DE" w14:textId="77777777" w:rsidR="00365D4D" w:rsidRPr="00D547DC" w:rsidRDefault="00365D4D" w:rsidP="00A55625">
      <w:pPr>
        <w:spacing w:line="240" w:lineRule="atLeast"/>
        <w:ind w:right="-27"/>
        <w:jc w:val="both"/>
        <w:rPr>
          <w:i/>
          <w:szCs w:val="22"/>
        </w:rPr>
      </w:pPr>
    </w:p>
    <w:p w14:paraId="2E46CAB5" w14:textId="7BBF43B7" w:rsidR="0085736E" w:rsidRPr="00D547DC" w:rsidRDefault="00365D4D" w:rsidP="00A55625">
      <w:pPr>
        <w:spacing w:line="240" w:lineRule="atLeast"/>
        <w:ind w:right="-27"/>
        <w:jc w:val="both"/>
        <w:rPr>
          <w:iCs/>
          <w:szCs w:val="22"/>
        </w:rPr>
        <w:sectPr w:rsidR="0085736E" w:rsidRPr="00D547DC" w:rsidSect="0085736E">
          <w:headerReference w:type="default" r:id="rId13"/>
          <w:pgSz w:w="11907" w:h="16840"/>
          <w:pgMar w:top="691" w:right="1152" w:bottom="576" w:left="1152" w:header="720" w:footer="576" w:gutter="0"/>
          <w:pgNumType w:start="1"/>
          <w:cols w:space="720"/>
          <w:docGrid w:linePitch="299"/>
        </w:sectPr>
      </w:pPr>
      <w:r w:rsidRPr="00D547DC">
        <w:rPr>
          <w:iCs/>
          <w:szCs w:val="22"/>
        </w:rPr>
        <w:t>As d</w:t>
      </w:r>
      <w:r w:rsidR="00003215" w:rsidRPr="00D547DC">
        <w:rPr>
          <w:iCs/>
          <w:szCs w:val="22"/>
        </w:rPr>
        <w:t>escribed</w:t>
      </w:r>
      <w:r w:rsidRPr="00D547DC">
        <w:rPr>
          <w:iCs/>
          <w:szCs w:val="22"/>
        </w:rPr>
        <w:t xml:space="preserve"> in Note 8,</w:t>
      </w:r>
      <w:r w:rsidR="00D37674" w:rsidRPr="00D547DC">
        <w:rPr>
          <w:iCs/>
          <w:szCs w:val="22"/>
        </w:rPr>
        <w:t xml:space="preserve"> in December 2024, Prime Solar Energy Corporation (PSE), an indirect subsidiary of the Company, entered into a share sale and purchase agreement </w:t>
      </w:r>
      <w:r w:rsidR="00871871" w:rsidRPr="00D547DC">
        <w:rPr>
          <w:iCs/>
          <w:szCs w:val="22"/>
        </w:rPr>
        <w:t>for its investment in overseas subsidiaries held by PSE</w:t>
      </w:r>
      <w:r w:rsidR="00207203" w:rsidRPr="00D547DC">
        <w:rPr>
          <w:rFonts w:cstheme="minorBidi"/>
          <w:iCs/>
          <w:szCs w:val="28"/>
          <w:lang w:bidi="th-TH"/>
        </w:rPr>
        <w:t xml:space="preserve"> amounting to Baht 474.70 million</w:t>
      </w:r>
      <w:r w:rsidR="00D37674" w:rsidRPr="00D547DC">
        <w:rPr>
          <w:iCs/>
          <w:szCs w:val="22"/>
        </w:rPr>
        <w:t xml:space="preserve">. The buyer made a partial advance payment </w:t>
      </w:r>
      <w:r w:rsidR="00207203" w:rsidRPr="00D547DC">
        <w:rPr>
          <w:rFonts w:cstheme="minorBidi"/>
          <w:iCs/>
          <w:szCs w:val="28"/>
          <w:lang w:bidi="th-TH"/>
        </w:rPr>
        <w:t>amounting to Baht 129.78 million</w:t>
      </w:r>
      <w:r w:rsidR="00207203" w:rsidRPr="00D547DC">
        <w:rPr>
          <w:iCs/>
          <w:szCs w:val="22"/>
        </w:rPr>
        <w:t xml:space="preserve"> </w:t>
      </w:r>
      <w:r w:rsidR="00D37674" w:rsidRPr="00D547DC">
        <w:rPr>
          <w:iCs/>
          <w:szCs w:val="22"/>
        </w:rPr>
        <w:t xml:space="preserve">and will pay for the remaining </w:t>
      </w:r>
      <w:r w:rsidR="00207203" w:rsidRPr="00D547DC">
        <w:rPr>
          <w:iCs/>
          <w:szCs w:val="22"/>
        </w:rPr>
        <w:t xml:space="preserve">amounting to Baht 344.92 million </w:t>
      </w:r>
      <w:r w:rsidR="00D37674" w:rsidRPr="00D547DC">
        <w:rPr>
          <w:iCs/>
          <w:szCs w:val="22"/>
        </w:rPr>
        <w:t>once PSE fulfils the terms and conditions stipulated in the share sale and purchase agreement.</w:t>
      </w:r>
      <w:r w:rsidR="00455FA6" w:rsidRPr="00D547DC">
        <w:rPr>
          <w:iCs/>
          <w:szCs w:val="22"/>
        </w:rPr>
        <w:t xml:space="preserve"> As the expected recoverable amount of these assets depends on the results of negotiation between the Group and the buyer, the completion of obligations and the timeline for conditions completion. Such agreement does not specify a completion date. As at 31 March 2025, PSE has not yet fulfilled the terms and conditions </w:t>
      </w:r>
      <w:r w:rsidR="006C29B4" w:rsidRPr="00D547DC">
        <w:rPr>
          <w:iCs/>
          <w:szCs w:val="22"/>
        </w:rPr>
        <w:t>stipulated in the share s</w:t>
      </w:r>
      <w:r w:rsidR="006C29B4" w:rsidRPr="00D547DC">
        <w:rPr>
          <w:rFonts w:cs="Angsana New"/>
          <w:iCs/>
          <w:szCs w:val="28"/>
          <w:lang w:val="en-US" w:bidi="th-TH"/>
        </w:rPr>
        <w:t xml:space="preserve">ale and purchase agreement. </w:t>
      </w:r>
      <w:r w:rsidR="00AE01E6" w:rsidRPr="00D547DC">
        <w:rPr>
          <w:rFonts w:cstheme="minorBidi"/>
          <w:iCs/>
          <w:szCs w:val="28"/>
          <w:lang w:val="en-US" w:bidi="th-TH"/>
        </w:rPr>
        <w:t>As a result, I was unable to obtain sufficient appropriate</w:t>
      </w:r>
      <w:r w:rsidR="006F66AD" w:rsidRPr="00D547DC">
        <w:rPr>
          <w:rFonts w:cstheme="minorBidi"/>
          <w:iCs/>
          <w:szCs w:val="28"/>
          <w:lang w:val="en-US" w:bidi="th-TH"/>
        </w:rPr>
        <w:t xml:space="preserve"> </w:t>
      </w:r>
      <w:r w:rsidR="00AE01E6" w:rsidRPr="00D547DC">
        <w:rPr>
          <w:rFonts w:cstheme="minorBidi"/>
          <w:iCs/>
          <w:szCs w:val="28"/>
          <w:lang w:val="en-US" w:bidi="th-TH"/>
        </w:rPr>
        <w:t xml:space="preserve">evidence to </w:t>
      </w:r>
      <w:r w:rsidR="001B0D40" w:rsidRPr="00D547DC">
        <w:rPr>
          <w:rFonts w:cstheme="minorBidi"/>
          <w:iCs/>
          <w:szCs w:val="28"/>
          <w:lang w:val="en-US" w:bidi="th-TH"/>
        </w:rPr>
        <w:t>review the</w:t>
      </w:r>
      <w:r w:rsidR="001F65CB" w:rsidRPr="00D547DC">
        <w:rPr>
          <w:rFonts w:cstheme="minorBidi"/>
          <w:iCs/>
          <w:szCs w:val="28"/>
          <w:lang w:val="en-US" w:bidi="th-TH"/>
        </w:rPr>
        <w:t xml:space="preserve"> recover</w:t>
      </w:r>
      <w:r w:rsidR="001358C8" w:rsidRPr="00D547DC">
        <w:rPr>
          <w:rFonts w:cstheme="minorBidi"/>
          <w:iCs/>
          <w:szCs w:val="28"/>
          <w:lang w:val="en-US" w:bidi="th-TH"/>
        </w:rPr>
        <w:t>able</w:t>
      </w:r>
      <w:r w:rsidR="001F65CB" w:rsidRPr="00D547DC">
        <w:rPr>
          <w:rFonts w:cstheme="minorBidi"/>
          <w:iCs/>
          <w:szCs w:val="28"/>
          <w:lang w:val="en-US" w:bidi="th-TH"/>
        </w:rPr>
        <w:t xml:space="preserve"> amount</w:t>
      </w:r>
      <w:r w:rsidR="001B0D40" w:rsidRPr="00D547DC">
        <w:rPr>
          <w:rFonts w:cstheme="minorBidi"/>
          <w:iCs/>
          <w:szCs w:val="28"/>
          <w:lang w:val="en-US" w:bidi="th-TH"/>
        </w:rPr>
        <w:t xml:space="preserve"> of the sale of investment in subsidiaries which is presented as non-current financial assets amounting to Baht 468.47 million and the </w:t>
      </w:r>
      <w:r w:rsidR="001F65CB" w:rsidRPr="00D547DC">
        <w:rPr>
          <w:rFonts w:cstheme="minorBidi"/>
          <w:iCs/>
          <w:szCs w:val="28"/>
          <w:lang w:val="en-US" w:bidi="th-TH"/>
        </w:rPr>
        <w:t>recover</w:t>
      </w:r>
      <w:r w:rsidR="001358C8" w:rsidRPr="00D547DC">
        <w:rPr>
          <w:rFonts w:cstheme="minorBidi"/>
          <w:iCs/>
          <w:szCs w:val="28"/>
          <w:lang w:val="en-US" w:bidi="th-TH"/>
        </w:rPr>
        <w:t>able</w:t>
      </w:r>
      <w:r w:rsidR="001F65CB" w:rsidRPr="00D547DC">
        <w:rPr>
          <w:rFonts w:cstheme="minorBidi"/>
          <w:iCs/>
          <w:szCs w:val="28"/>
          <w:lang w:val="en-US" w:bidi="th-TH"/>
        </w:rPr>
        <w:t xml:space="preserve"> amount</w:t>
      </w:r>
      <w:r w:rsidR="001B0D40" w:rsidRPr="00D547DC">
        <w:rPr>
          <w:rFonts w:cstheme="minorBidi"/>
          <w:iCs/>
          <w:szCs w:val="28"/>
          <w:lang w:val="en-US" w:bidi="th-TH"/>
        </w:rPr>
        <w:t xml:space="preserve"> of the advance payments, loans to and other assets due from these companies</w:t>
      </w:r>
      <w:r w:rsidR="00006A3A" w:rsidRPr="00D547DC">
        <w:rPr>
          <w:rFonts w:cstheme="minorBidi"/>
          <w:iCs/>
          <w:szCs w:val="28"/>
          <w:lang w:val="en-US" w:bidi="th-TH"/>
        </w:rPr>
        <w:t xml:space="preserve"> which are presented as other non-current receivables amounting to Baht 505.98 millio</w:t>
      </w:r>
      <w:r w:rsidR="00C678CD" w:rsidRPr="00D547DC">
        <w:rPr>
          <w:rFonts w:cstheme="minorBidi"/>
          <w:iCs/>
          <w:szCs w:val="28"/>
          <w:lang w:val="en-US" w:bidi="th-TH"/>
        </w:rPr>
        <w:t xml:space="preserve">n, which included in the </w:t>
      </w:r>
      <w:r w:rsidR="006F66AD" w:rsidRPr="00D547DC">
        <w:rPr>
          <w:rFonts w:cstheme="minorBidi"/>
          <w:iCs/>
          <w:szCs w:val="28"/>
          <w:lang w:val="en-US" w:bidi="th-TH"/>
        </w:rPr>
        <w:t xml:space="preserve">interim </w:t>
      </w:r>
      <w:r w:rsidR="00C678CD" w:rsidRPr="00D547DC">
        <w:rPr>
          <w:rFonts w:cstheme="minorBidi"/>
          <w:iCs/>
          <w:szCs w:val="28"/>
          <w:lang w:val="en-US" w:bidi="th-TH"/>
        </w:rPr>
        <w:t xml:space="preserve">consolidated financial statements, and the </w:t>
      </w:r>
      <w:r w:rsidR="001358C8" w:rsidRPr="00D547DC">
        <w:rPr>
          <w:rFonts w:cstheme="minorBidi"/>
          <w:iCs/>
          <w:szCs w:val="28"/>
          <w:lang w:val="en-US" w:bidi="th-TH"/>
        </w:rPr>
        <w:t>recoverable</w:t>
      </w:r>
      <w:r w:rsidR="00C678CD" w:rsidRPr="00D547DC">
        <w:rPr>
          <w:rFonts w:cstheme="minorBidi"/>
          <w:iCs/>
          <w:szCs w:val="28"/>
          <w:lang w:val="en-US" w:bidi="th-TH"/>
        </w:rPr>
        <w:t xml:space="preserve"> of investment in subsidiaries amounting to Baht 1,057.50 million, which included in the </w:t>
      </w:r>
      <w:r w:rsidR="006F66AD" w:rsidRPr="00D547DC">
        <w:rPr>
          <w:rFonts w:cstheme="minorBidi"/>
          <w:iCs/>
          <w:szCs w:val="28"/>
          <w:lang w:val="en-US" w:bidi="th-TH"/>
        </w:rPr>
        <w:t xml:space="preserve">interim </w:t>
      </w:r>
      <w:r w:rsidR="00C678CD" w:rsidRPr="00D547DC">
        <w:rPr>
          <w:rFonts w:cstheme="minorBidi"/>
          <w:iCs/>
          <w:szCs w:val="28"/>
          <w:lang w:val="en-US" w:bidi="th-TH"/>
        </w:rPr>
        <w:t xml:space="preserve">separate financial statements. </w:t>
      </w:r>
      <w:r w:rsidRPr="00D547DC">
        <w:rPr>
          <w:iCs/>
          <w:szCs w:val="22"/>
        </w:rPr>
        <w:t xml:space="preserve">Had I been able to </w:t>
      </w:r>
      <w:r w:rsidR="00696683" w:rsidRPr="00D547DC">
        <w:rPr>
          <w:iCs/>
          <w:szCs w:val="22"/>
        </w:rPr>
        <w:t xml:space="preserve">complete our </w:t>
      </w:r>
      <w:r w:rsidRPr="00D547DC">
        <w:rPr>
          <w:iCs/>
          <w:szCs w:val="22"/>
        </w:rPr>
        <w:t>review</w:t>
      </w:r>
      <w:r w:rsidR="00696683" w:rsidRPr="00D547DC">
        <w:rPr>
          <w:iCs/>
          <w:szCs w:val="22"/>
        </w:rPr>
        <w:t xml:space="preserve"> of</w:t>
      </w:r>
      <w:r w:rsidRPr="00D547DC">
        <w:rPr>
          <w:iCs/>
          <w:szCs w:val="22"/>
        </w:rPr>
        <w:t xml:space="preserve"> these </w:t>
      </w:r>
      <w:r w:rsidR="00696683" w:rsidRPr="00D547DC">
        <w:rPr>
          <w:iCs/>
          <w:szCs w:val="22"/>
        </w:rPr>
        <w:t>transactions</w:t>
      </w:r>
      <w:r w:rsidRPr="00D547DC">
        <w:rPr>
          <w:iCs/>
          <w:szCs w:val="22"/>
        </w:rPr>
        <w:t xml:space="preserve">, </w:t>
      </w:r>
      <w:r w:rsidR="00696683" w:rsidRPr="00D547DC">
        <w:rPr>
          <w:iCs/>
          <w:szCs w:val="22"/>
        </w:rPr>
        <w:t xml:space="preserve">matters might have come to my attention indicating that adjustments might be necessary to the interim financial </w:t>
      </w:r>
      <w:r w:rsidR="00696683" w:rsidRPr="00D547DC">
        <w:rPr>
          <w:rFonts w:cs="Angsana New"/>
          <w:iCs/>
          <w:szCs w:val="28"/>
          <w:lang w:val="en-US" w:bidi="th-TH"/>
        </w:rPr>
        <w:t>information</w:t>
      </w:r>
      <w:r w:rsidR="00696683" w:rsidRPr="00D547DC">
        <w:rPr>
          <w:iCs/>
          <w:szCs w:val="22"/>
        </w:rPr>
        <w:t>.</w:t>
      </w:r>
    </w:p>
    <w:p w14:paraId="2A592B88" w14:textId="78A0E319" w:rsidR="00CA417B" w:rsidRPr="00D547DC" w:rsidRDefault="00CA417B" w:rsidP="00A55625">
      <w:pPr>
        <w:spacing w:line="240" w:lineRule="atLeast"/>
        <w:ind w:right="-27"/>
        <w:jc w:val="both"/>
        <w:rPr>
          <w:rFonts w:cstheme="minorBidi"/>
          <w:iCs/>
          <w:szCs w:val="28"/>
          <w:lang w:val="en-US" w:bidi="th-TH"/>
        </w:rPr>
      </w:pPr>
      <w:r w:rsidRPr="00D547DC">
        <w:rPr>
          <w:iCs/>
          <w:szCs w:val="22"/>
        </w:rPr>
        <w:lastRenderedPageBreak/>
        <w:t xml:space="preserve">As described in </w:t>
      </w:r>
      <w:r w:rsidR="006A3FDE" w:rsidRPr="00D547DC">
        <w:rPr>
          <w:iCs/>
          <w:szCs w:val="22"/>
        </w:rPr>
        <w:t>O</w:t>
      </w:r>
      <w:r w:rsidRPr="00D547DC">
        <w:rPr>
          <w:iCs/>
          <w:szCs w:val="22"/>
        </w:rPr>
        <w:t xml:space="preserve">ther </w:t>
      </w:r>
      <w:r w:rsidR="006A3FDE" w:rsidRPr="00D547DC">
        <w:rPr>
          <w:iCs/>
          <w:szCs w:val="22"/>
        </w:rPr>
        <w:t>M</w:t>
      </w:r>
      <w:r w:rsidRPr="00D547DC">
        <w:rPr>
          <w:iCs/>
          <w:szCs w:val="22"/>
        </w:rPr>
        <w:t>atters</w:t>
      </w:r>
      <w:r w:rsidR="006B4C08" w:rsidRPr="00D547DC">
        <w:rPr>
          <w:iCs/>
          <w:szCs w:val="22"/>
        </w:rPr>
        <w:t xml:space="preserve"> paragraph, another auditor expressed </w:t>
      </w:r>
      <w:r w:rsidR="00437B3E" w:rsidRPr="00D547DC">
        <w:rPr>
          <w:iCs/>
          <w:szCs w:val="22"/>
        </w:rPr>
        <w:t>a</w:t>
      </w:r>
      <w:r w:rsidR="006B4C08" w:rsidRPr="00D547DC">
        <w:rPr>
          <w:iCs/>
          <w:szCs w:val="22"/>
        </w:rPr>
        <w:t xml:space="preserve"> qualified opinion to the </w:t>
      </w:r>
      <w:r w:rsidR="006A3FDE" w:rsidRPr="00D547DC">
        <w:rPr>
          <w:iCs/>
          <w:szCs w:val="22"/>
        </w:rPr>
        <w:t xml:space="preserve">financial statements for the year ended 31 December 2024 in relation to </w:t>
      </w:r>
      <w:r w:rsidR="006B4C08" w:rsidRPr="00D547DC">
        <w:rPr>
          <w:iCs/>
          <w:szCs w:val="22"/>
        </w:rPr>
        <w:t>sales of</w:t>
      </w:r>
      <w:r w:rsidR="0009768F" w:rsidRPr="00D547DC">
        <w:rPr>
          <w:iCs/>
          <w:szCs w:val="22"/>
        </w:rPr>
        <w:t xml:space="preserve"> </w:t>
      </w:r>
      <w:r w:rsidR="006B4C08" w:rsidRPr="00D547DC">
        <w:rPr>
          <w:iCs/>
          <w:szCs w:val="22"/>
        </w:rPr>
        <w:t>investment subsidiaries</w:t>
      </w:r>
      <w:r w:rsidR="00D2459F" w:rsidRPr="00D547DC">
        <w:rPr>
          <w:iCs/>
          <w:szCs w:val="22"/>
        </w:rPr>
        <w:t xml:space="preserve"> and</w:t>
      </w:r>
      <w:r w:rsidR="006B4C08" w:rsidRPr="00D547DC">
        <w:rPr>
          <w:iCs/>
          <w:szCs w:val="22"/>
        </w:rPr>
        <w:t xml:space="preserve"> </w:t>
      </w:r>
      <w:r w:rsidR="006A3FDE" w:rsidRPr="00D547DC">
        <w:rPr>
          <w:iCs/>
          <w:szCs w:val="22"/>
        </w:rPr>
        <w:br/>
      </w:r>
      <w:r w:rsidR="006B4C08" w:rsidRPr="00D547DC">
        <w:rPr>
          <w:iCs/>
          <w:szCs w:val="22"/>
        </w:rPr>
        <w:t xml:space="preserve">the recoverable amount of the investment in subsidiaries for the same reasons as described above. </w:t>
      </w:r>
    </w:p>
    <w:p w14:paraId="47557CD4" w14:textId="77777777" w:rsidR="00E72247" w:rsidRPr="00D547DC" w:rsidRDefault="00E72247" w:rsidP="00E72247">
      <w:pPr>
        <w:spacing w:line="240" w:lineRule="atLeast"/>
        <w:ind w:right="-27"/>
        <w:jc w:val="both"/>
        <w:rPr>
          <w:i/>
          <w:szCs w:val="22"/>
        </w:rPr>
      </w:pPr>
    </w:p>
    <w:p w14:paraId="59028084" w14:textId="2B3AB295" w:rsidR="004C435E" w:rsidRPr="00D547DC" w:rsidRDefault="004C435E" w:rsidP="00A55625">
      <w:pPr>
        <w:spacing w:line="240" w:lineRule="atLeast"/>
        <w:ind w:right="-27"/>
        <w:jc w:val="both"/>
        <w:rPr>
          <w:i/>
          <w:szCs w:val="22"/>
        </w:rPr>
      </w:pPr>
      <w:r w:rsidRPr="00D547DC">
        <w:rPr>
          <w:i/>
          <w:szCs w:val="22"/>
        </w:rPr>
        <w:t>Qualified Conclusion</w:t>
      </w:r>
    </w:p>
    <w:p w14:paraId="3EF9F263" w14:textId="77777777" w:rsidR="004C435E" w:rsidRPr="00D547DC" w:rsidRDefault="004C435E" w:rsidP="00A55625">
      <w:pPr>
        <w:spacing w:line="240" w:lineRule="atLeast"/>
        <w:ind w:right="-27"/>
        <w:jc w:val="both"/>
        <w:rPr>
          <w:i/>
          <w:szCs w:val="22"/>
        </w:rPr>
      </w:pPr>
    </w:p>
    <w:p w14:paraId="19ACCD69" w14:textId="4605D33B" w:rsidR="004C435E" w:rsidRPr="00D547DC" w:rsidRDefault="004C435E" w:rsidP="004C435E">
      <w:pPr>
        <w:spacing w:line="240" w:lineRule="atLeast"/>
        <w:ind w:right="-27"/>
        <w:jc w:val="both"/>
        <w:rPr>
          <w:iCs/>
          <w:szCs w:val="22"/>
        </w:rPr>
      </w:pPr>
      <w:r w:rsidRPr="00D547DC">
        <w:rPr>
          <w:iCs/>
          <w:szCs w:val="22"/>
        </w:rPr>
        <w:t xml:space="preserve">Except for the possible effects of the matters described in the </w:t>
      </w:r>
      <w:r w:rsidR="008D217F" w:rsidRPr="00D547DC">
        <w:rPr>
          <w:iCs/>
          <w:szCs w:val="22"/>
        </w:rPr>
        <w:t>b</w:t>
      </w:r>
      <w:r w:rsidRPr="00D547DC">
        <w:rPr>
          <w:iCs/>
          <w:szCs w:val="22"/>
        </w:rPr>
        <w:t xml:space="preserve">asis for </w:t>
      </w:r>
      <w:r w:rsidR="008D217F" w:rsidRPr="00D547DC">
        <w:rPr>
          <w:iCs/>
          <w:szCs w:val="22"/>
        </w:rPr>
        <w:t>q</w:t>
      </w:r>
      <w:r w:rsidRPr="00D547DC">
        <w:rPr>
          <w:iCs/>
          <w:szCs w:val="22"/>
        </w:rPr>
        <w:t xml:space="preserve">ualified </w:t>
      </w:r>
      <w:r w:rsidR="008D217F" w:rsidRPr="00D547DC">
        <w:rPr>
          <w:iCs/>
          <w:szCs w:val="22"/>
        </w:rPr>
        <w:t>c</w:t>
      </w:r>
      <w:r w:rsidRPr="00D547DC">
        <w:rPr>
          <w:iCs/>
          <w:szCs w:val="22"/>
        </w:rPr>
        <w:t xml:space="preserve">onclusion paragraph, </w:t>
      </w:r>
      <w:r w:rsidR="00D2459F" w:rsidRPr="00D547DC">
        <w:rPr>
          <w:iCs/>
          <w:szCs w:val="22"/>
        </w:rPr>
        <w:t xml:space="preserve">based on my reviews, </w:t>
      </w:r>
      <w:r w:rsidR="008D217F" w:rsidRPr="00D547DC">
        <w:rPr>
          <w:iCs/>
          <w:szCs w:val="22"/>
        </w:rPr>
        <w:t>nothing has come to my attention that causes me to believe that the accompanying interim financial information is not prepared, in all material respects, in accordance with Thai Accounting Standard 34, “Interim Financial Reporting”.</w:t>
      </w:r>
    </w:p>
    <w:p w14:paraId="2B06A02D" w14:textId="77777777" w:rsidR="008D217F" w:rsidRPr="00D547DC" w:rsidRDefault="008D217F" w:rsidP="004C435E">
      <w:pPr>
        <w:spacing w:line="240" w:lineRule="atLeast"/>
        <w:ind w:right="-27"/>
        <w:jc w:val="both"/>
        <w:rPr>
          <w:iCs/>
          <w:szCs w:val="22"/>
        </w:rPr>
      </w:pPr>
    </w:p>
    <w:p w14:paraId="2F0E52BE" w14:textId="3483B4E3" w:rsidR="008D217F" w:rsidRPr="00D547DC" w:rsidRDefault="008D217F" w:rsidP="004C435E">
      <w:pPr>
        <w:spacing w:line="240" w:lineRule="atLeast"/>
        <w:ind w:right="-27"/>
        <w:jc w:val="both"/>
        <w:rPr>
          <w:rFonts w:cstheme="minorBidi"/>
          <w:i/>
          <w:szCs w:val="28"/>
          <w:lang w:val="en-US" w:bidi="th-TH"/>
        </w:rPr>
      </w:pPr>
      <w:r w:rsidRPr="00D547DC">
        <w:rPr>
          <w:rFonts w:cstheme="minorBidi"/>
          <w:i/>
          <w:szCs w:val="28"/>
          <w:lang w:val="en-US" w:bidi="th-TH"/>
        </w:rPr>
        <w:t>Emphasis of Matters</w:t>
      </w:r>
    </w:p>
    <w:p w14:paraId="4BACB869" w14:textId="77777777" w:rsidR="008D217F" w:rsidRPr="00D547DC" w:rsidRDefault="008D217F" w:rsidP="004C435E">
      <w:pPr>
        <w:spacing w:line="240" w:lineRule="atLeast"/>
        <w:ind w:right="-27"/>
        <w:jc w:val="both"/>
        <w:rPr>
          <w:rFonts w:cstheme="minorBidi"/>
          <w:i/>
          <w:szCs w:val="28"/>
          <w:lang w:val="en-US" w:bidi="th-TH"/>
        </w:rPr>
      </w:pPr>
    </w:p>
    <w:p w14:paraId="0D88D21F" w14:textId="07A941F7" w:rsidR="008D217F" w:rsidRPr="00D547DC" w:rsidRDefault="008D217F" w:rsidP="004C435E">
      <w:pPr>
        <w:spacing w:line="240" w:lineRule="atLeast"/>
        <w:ind w:right="-27"/>
        <w:jc w:val="both"/>
        <w:rPr>
          <w:rFonts w:cstheme="minorBidi"/>
          <w:iCs/>
          <w:szCs w:val="28"/>
          <w:lang w:val="en-US" w:bidi="th-TH"/>
        </w:rPr>
      </w:pPr>
      <w:r w:rsidRPr="00D547DC">
        <w:rPr>
          <w:rFonts w:cstheme="minorBidi"/>
          <w:iCs/>
          <w:szCs w:val="28"/>
          <w:lang w:val="en-US" w:bidi="th-TH"/>
        </w:rPr>
        <w:t>I draw attention to Note 1 which describes that as at 31 March 2025, the Group and the Company’s current liabilities exceed current assets by Baht 1,</w:t>
      </w:r>
      <w:r w:rsidR="002E658A" w:rsidRPr="00D547DC">
        <w:rPr>
          <w:rFonts w:cstheme="minorBidi"/>
          <w:iCs/>
          <w:szCs w:val="28"/>
          <w:lang w:val="en-US" w:bidi="th-TH"/>
        </w:rPr>
        <w:t>540.42</w:t>
      </w:r>
      <w:r w:rsidRPr="00D547DC">
        <w:rPr>
          <w:rFonts w:cstheme="minorBidi"/>
          <w:iCs/>
          <w:szCs w:val="28"/>
          <w:lang w:val="en-US" w:bidi="th-TH"/>
        </w:rPr>
        <w:t xml:space="preserve"> million and Baht 1,</w:t>
      </w:r>
      <w:r w:rsidR="00466244" w:rsidRPr="00D547DC">
        <w:rPr>
          <w:rFonts w:cstheme="minorBidi"/>
          <w:iCs/>
          <w:szCs w:val="28"/>
          <w:lang w:val="en-US" w:bidi="th-TH"/>
        </w:rPr>
        <w:t>0</w:t>
      </w:r>
      <w:r w:rsidR="002E658A" w:rsidRPr="00D547DC">
        <w:rPr>
          <w:rFonts w:cstheme="minorBidi"/>
          <w:iCs/>
          <w:szCs w:val="28"/>
          <w:lang w:val="en-US" w:bidi="th-TH"/>
        </w:rPr>
        <w:t>98.81</w:t>
      </w:r>
      <w:r w:rsidRPr="00D547DC">
        <w:rPr>
          <w:rFonts w:cstheme="minorBidi"/>
          <w:iCs/>
          <w:szCs w:val="28"/>
          <w:lang w:val="en-US" w:bidi="th-TH"/>
        </w:rPr>
        <w:t xml:space="preserve"> million, respectively.</w:t>
      </w:r>
      <w:r w:rsidR="005F1201" w:rsidRPr="00D547DC">
        <w:rPr>
          <w:rFonts w:cstheme="minorBidi"/>
          <w:iCs/>
          <w:szCs w:val="28"/>
          <w:lang w:val="en-US" w:bidi="th-TH"/>
        </w:rPr>
        <w:t xml:space="preserve"> The Company has </w:t>
      </w:r>
      <w:r w:rsidRPr="00D547DC">
        <w:rPr>
          <w:rFonts w:cstheme="minorBidi"/>
          <w:iCs/>
          <w:szCs w:val="28"/>
          <w:lang w:val="en-US" w:bidi="th-TH"/>
        </w:rPr>
        <w:t>the deficit</w:t>
      </w:r>
      <w:r w:rsidR="005F1201" w:rsidRPr="00D547DC">
        <w:rPr>
          <w:rFonts w:cstheme="minorBidi"/>
          <w:iCs/>
          <w:szCs w:val="28"/>
          <w:lang w:val="en-US" w:bidi="th-TH"/>
        </w:rPr>
        <w:t xml:space="preserve">s amounting to </w:t>
      </w:r>
      <w:r w:rsidRPr="00D547DC">
        <w:rPr>
          <w:rFonts w:cstheme="minorBidi"/>
          <w:iCs/>
          <w:szCs w:val="28"/>
          <w:lang w:val="en-US" w:bidi="th-TH"/>
        </w:rPr>
        <w:t xml:space="preserve">Baht 737.46 million and </w:t>
      </w:r>
      <w:r w:rsidR="00F739B3" w:rsidRPr="00D547DC">
        <w:rPr>
          <w:rFonts w:cstheme="minorBidi"/>
          <w:iCs/>
          <w:szCs w:val="28"/>
          <w:lang w:val="en-US" w:bidi="th-TH"/>
        </w:rPr>
        <w:t xml:space="preserve">the Group and </w:t>
      </w:r>
      <w:r w:rsidRPr="00D547DC">
        <w:rPr>
          <w:rFonts w:cstheme="minorBidi"/>
          <w:iCs/>
          <w:szCs w:val="28"/>
          <w:lang w:val="en-US" w:bidi="th-TH"/>
        </w:rPr>
        <w:t>the Company incurred loss for the three-month period then ended of</w:t>
      </w:r>
      <w:r w:rsidR="00F739B3" w:rsidRPr="00D547DC">
        <w:rPr>
          <w:rFonts w:cstheme="minorBidi"/>
          <w:iCs/>
          <w:szCs w:val="28"/>
          <w:lang w:val="en-US" w:bidi="th-TH"/>
        </w:rPr>
        <w:t xml:space="preserve"> Baht 25.87 million and</w:t>
      </w:r>
      <w:r w:rsidRPr="00D547DC">
        <w:rPr>
          <w:rFonts w:cstheme="minorBidi"/>
          <w:iCs/>
          <w:szCs w:val="28"/>
          <w:lang w:val="en-US" w:bidi="th-TH"/>
        </w:rPr>
        <w:t xml:space="preserve"> Baht 14.02 million</w:t>
      </w:r>
      <w:r w:rsidR="00F739B3" w:rsidRPr="00D547DC">
        <w:rPr>
          <w:rFonts w:cstheme="minorBidi"/>
          <w:iCs/>
          <w:szCs w:val="28"/>
          <w:lang w:val="en-US" w:bidi="th-TH"/>
        </w:rPr>
        <w:t>, respectively</w:t>
      </w:r>
      <w:r w:rsidRPr="00D547DC">
        <w:rPr>
          <w:rFonts w:cstheme="minorBidi"/>
          <w:iCs/>
          <w:szCs w:val="28"/>
          <w:lang w:val="en-US" w:bidi="th-TH"/>
        </w:rPr>
        <w:t>. However, the continued operations of the Group and the Company depend on the success plan of source of fund to repayment for the liabilities and to support the business operations as the details disclosed in Note 1. These circumstances indicate the existence of a material uncertainty that may cast significant doubt about the Group’s</w:t>
      </w:r>
      <w:r w:rsidR="00DA5D49" w:rsidRPr="00D547DC">
        <w:rPr>
          <w:rFonts w:cstheme="minorBidi"/>
          <w:iCs/>
          <w:szCs w:val="28"/>
          <w:lang w:val="en-US" w:bidi="th-TH"/>
        </w:rPr>
        <w:t xml:space="preserve"> and</w:t>
      </w:r>
      <w:r w:rsidR="00DA5D49" w:rsidRPr="00D547DC">
        <w:rPr>
          <w:rFonts w:cstheme="minorBidi"/>
          <w:iCs/>
          <w:szCs w:val="28"/>
          <w:lang w:val="en-US" w:bidi="th-TH"/>
        </w:rPr>
        <w:br/>
        <w:t>the Company’s</w:t>
      </w:r>
      <w:r w:rsidR="00C36733" w:rsidRPr="00D547DC">
        <w:rPr>
          <w:rFonts w:cstheme="minorBidi" w:hint="cs"/>
          <w:iCs/>
          <w:szCs w:val="28"/>
          <w:cs/>
          <w:lang w:val="en-US" w:bidi="th-TH"/>
        </w:rPr>
        <w:t xml:space="preserve"> </w:t>
      </w:r>
      <w:r w:rsidRPr="00D547DC">
        <w:rPr>
          <w:rFonts w:cstheme="minorBidi"/>
          <w:iCs/>
          <w:szCs w:val="28"/>
          <w:lang w:val="en-US" w:bidi="th-TH"/>
        </w:rPr>
        <w:t>ability to continue as a going concern. My conclusion is not modified in respect of this matter.</w:t>
      </w:r>
    </w:p>
    <w:p w14:paraId="58331958" w14:textId="77777777" w:rsidR="00466244" w:rsidRPr="00D547DC" w:rsidRDefault="00466244" w:rsidP="004C435E">
      <w:pPr>
        <w:spacing w:line="240" w:lineRule="atLeast"/>
        <w:ind w:right="-27"/>
        <w:jc w:val="both"/>
        <w:rPr>
          <w:rFonts w:cstheme="minorBidi"/>
          <w:iCs/>
          <w:szCs w:val="28"/>
          <w:lang w:val="en-US" w:bidi="th-TH"/>
        </w:rPr>
      </w:pPr>
    </w:p>
    <w:p w14:paraId="4EAB8F79" w14:textId="2C2A5A56" w:rsidR="00B66891" w:rsidRPr="00D547DC" w:rsidRDefault="004C435E" w:rsidP="00A55625">
      <w:pPr>
        <w:spacing w:line="240" w:lineRule="atLeast"/>
        <w:ind w:right="-27"/>
        <w:jc w:val="both"/>
        <w:rPr>
          <w:i/>
          <w:iCs/>
          <w:szCs w:val="22"/>
          <w:lang w:bidi="th-TH"/>
        </w:rPr>
      </w:pPr>
      <w:r w:rsidRPr="00D547DC">
        <w:rPr>
          <w:i/>
          <w:iCs/>
          <w:szCs w:val="22"/>
          <w:lang w:bidi="th-TH"/>
        </w:rPr>
        <w:t>Other Matter</w:t>
      </w:r>
      <w:r w:rsidR="00D92ACC" w:rsidRPr="00D547DC">
        <w:rPr>
          <w:i/>
          <w:iCs/>
          <w:szCs w:val="22"/>
          <w:lang w:bidi="th-TH"/>
        </w:rPr>
        <w:t>s</w:t>
      </w:r>
    </w:p>
    <w:p w14:paraId="26ABEF19" w14:textId="77777777" w:rsidR="00B66891" w:rsidRPr="00D547DC" w:rsidRDefault="00B66891" w:rsidP="00A55625">
      <w:pPr>
        <w:spacing w:line="240" w:lineRule="atLeast"/>
        <w:ind w:right="-27"/>
        <w:jc w:val="both"/>
        <w:rPr>
          <w:szCs w:val="22"/>
          <w:lang w:bidi="th-TH"/>
        </w:rPr>
      </w:pPr>
    </w:p>
    <w:p w14:paraId="6CB70C04" w14:textId="12B0D7C3" w:rsidR="001F6FA4" w:rsidRPr="00D547DC" w:rsidRDefault="004C435E" w:rsidP="004C435E">
      <w:pPr>
        <w:pStyle w:val="ListParagraph"/>
        <w:numPr>
          <w:ilvl w:val="0"/>
          <w:numId w:val="24"/>
        </w:numPr>
        <w:spacing w:line="240" w:lineRule="auto"/>
        <w:ind w:left="360"/>
        <w:jc w:val="thaiDistribute"/>
        <w:rPr>
          <w:szCs w:val="22"/>
        </w:rPr>
      </w:pPr>
      <w:r w:rsidRPr="00D547DC">
        <w:rPr>
          <w:szCs w:val="22"/>
        </w:rPr>
        <w:t>The consolidated and separate financial statements of Prime Road Power Public Company Limited and its subsidiaries, and of Prime Road Power Public Company Limited for the year ended 31 December 2024, were audited by another auditor, who expressed a qualified opinion in their report dated 2 March 2025</w:t>
      </w:r>
      <w:r w:rsidR="00437B3E" w:rsidRPr="00D547DC">
        <w:rPr>
          <w:szCs w:val="22"/>
        </w:rPr>
        <w:t xml:space="preserve"> that except for the possible effects of matters described in the basis for qualified opinion paragraph to the following </w:t>
      </w:r>
      <w:r w:rsidR="0049798B" w:rsidRPr="00D547DC">
        <w:rPr>
          <w:rFonts w:cstheme="minorBidi"/>
          <w:szCs w:val="28"/>
          <w:lang w:val="en-US" w:bidi="th-TH"/>
        </w:rPr>
        <w:t xml:space="preserve">three </w:t>
      </w:r>
      <w:r w:rsidR="00437B3E" w:rsidRPr="00D547DC">
        <w:rPr>
          <w:szCs w:val="22"/>
        </w:rPr>
        <w:t>matters</w:t>
      </w:r>
      <w:r w:rsidR="0049798B" w:rsidRPr="00D547DC">
        <w:rPr>
          <w:szCs w:val="22"/>
        </w:rPr>
        <w:t xml:space="preserve"> as:</w:t>
      </w:r>
      <w:r w:rsidRPr="00D547DC">
        <w:rPr>
          <w:szCs w:val="22"/>
        </w:rPr>
        <w:t xml:space="preserve"> 1) </w:t>
      </w:r>
      <w:r w:rsidR="00437B3E" w:rsidRPr="00D547DC">
        <w:rPr>
          <w:szCs w:val="22"/>
        </w:rPr>
        <w:t>S</w:t>
      </w:r>
      <w:r w:rsidRPr="00D547DC">
        <w:rPr>
          <w:szCs w:val="22"/>
        </w:rPr>
        <w:t>ale of investment in subsidiar</w:t>
      </w:r>
      <w:r w:rsidR="00437B3E" w:rsidRPr="00D547DC">
        <w:rPr>
          <w:szCs w:val="22"/>
        </w:rPr>
        <w:t>ies</w:t>
      </w:r>
      <w:r w:rsidR="00901167" w:rsidRPr="00D547DC">
        <w:rPr>
          <w:szCs w:val="22"/>
        </w:rPr>
        <w:t>:</w:t>
      </w:r>
      <w:r w:rsidRPr="00D547DC">
        <w:rPr>
          <w:szCs w:val="22"/>
        </w:rPr>
        <w:t xml:space="preserve"> </w:t>
      </w:r>
      <w:r w:rsidR="00CC7876" w:rsidRPr="00D547DC">
        <w:rPr>
          <w:szCs w:val="22"/>
        </w:rPr>
        <w:t>d</w:t>
      </w:r>
      <w:r w:rsidRPr="00D547DC">
        <w:rPr>
          <w:szCs w:val="22"/>
        </w:rPr>
        <w:t>ue to the circumstances</w:t>
      </w:r>
      <w:r w:rsidR="0049798B" w:rsidRPr="00D547DC">
        <w:rPr>
          <w:szCs w:val="22"/>
        </w:rPr>
        <w:t xml:space="preserve"> where they were</w:t>
      </w:r>
      <w:r w:rsidRPr="00D547DC">
        <w:rPr>
          <w:szCs w:val="22"/>
        </w:rPr>
        <w:t xml:space="preserve"> </w:t>
      </w:r>
      <w:r w:rsidR="00437B3E" w:rsidRPr="00D547DC">
        <w:rPr>
          <w:szCs w:val="22"/>
        </w:rPr>
        <w:t xml:space="preserve">unable to obtain </w:t>
      </w:r>
      <w:r w:rsidRPr="00D547DC">
        <w:rPr>
          <w:szCs w:val="22"/>
        </w:rPr>
        <w:t>sufficient appropriate audit evidence</w:t>
      </w:r>
      <w:r w:rsidR="00437B3E" w:rsidRPr="00D547DC">
        <w:rPr>
          <w:szCs w:val="22"/>
        </w:rPr>
        <w:t xml:space="preserve"> to verify </w:t>
      </w:r>
      <w:r w:rsidRPr="00D547DC">
        <w:rPr>
          <w:szCs w:val="22"/>
        </w:rPr>
        <w:t xml:space="preserve">the value of </w:t>
      </w:r>
      <w:r w:rsidR="00437B3E" w:rsidRPr="00D547DC">
        <w:rPr>
          <w:szCs w:val="22"/>
        </w:rPr>
        <w:t xml:space="preserve">sale of </w:t>
      </w:r>
      <w:r w:rsidRPr="00D547DC">
        <w:rPr>
          <w:szCs w:val="22"/>
        </w:rPr>
        <w:t xml:space="preserve">investment in </w:t>
      </w:r>
      <w:r w:rsidR="00106A71" w:rsidRPr="00D547DC">
        <w:rPr>
          <w:szCs w:val="22"/>
        </w:rPr>
        <w:br/>
      </w:r>
      <w:r w:rsidRPr="00D547DC">
        <w:rPr>
          <w:szCs w:val="22"/>
        </w:rPr>
        <w:t>the subsidiar</w:t>
      </w:r>
      <w:r w:rsidR="00437B3E" w:rsidRPr="00D547DC">
        <w:rPr>
          <w:szCs w:val="22"/>
        </w:rPr>
        <w:t>ies</w:t>
      </w:r>
      <w:r w:rsidR="00901167" w:rsidRPr="00D547DC">
        <w:rPr>
          <w:szCs w:val="22"/>
        </w:rPr>
        <w:t xml:space="preserve"> </w:t>
      </w:r>
      <w:r w:rsidRPr="00D547DC">
        <w:rPr>
          <w:szCs w:val="22"/>
        </w:rPr>
        <w:t>presented under non-current financial assets amounting to Baht 474.70 million, and the value of advance payments, loans</w:t>
      </w:r>
      <w:r w:rsidR="00437B3E" w:rsidRPr="00D547DC">
        <w:rPr>
          <w:szCs w:val="22"/>
        </w:rPr>
        <w:t xml:space="preserve"> to</w:t>
      </w:r>
      <w:r w:rsidRPr="00D547DC">
        <w:rPr>
          <w:szCs w:val="22"/>
        </w:rPr>
        <w:t xml:space="preserve">, </w:t>
      </w:r>
      <w:r w:rsidR="00437B3E" w:rsidRPr="00D547DC">
        <w:rPr>
          <w:szCs w:val="22"/>
        </w:rPr>
        <w:t>and other assets due from these companies</w:t>
      </w:r>
      <w:r w:rsidR="00901167" w:rsidRPr="00D547DC">
        <w:rPr>
          <w:szCs w:val="22"/>
        </w:rPr>
        <w:t xml:space="preserve"> </w:t>
      </w:r>
      <w:r w:rsidRPr="00D547DC">
        <w:rPr>
          <w:szCs w:val="22"/>
        </w:rPr>
        <w:t>presented under</w:t>
      </w:r>
      <w:r w:rsidR="00437B3E" w:rsidRPr="00D547DC">
        <w:rPr>
          <w:szCs w:val="22"/>
        </w:rPr>
        <w:t xml:space="preserve"> </w:t>
      </w:r>
      <w:r w:rsidRPr="00D547DC">
        <w:rPr>
          <w:szCs w:val="22"/>
        </w:rPr>
        <w:t xml:space="preserve">other non-current receivables amounting to Baht 510.92 million in the consolidated statement of financial position as </w:t>
      </w:r>
      <w:r w:rsidR="00437B3E" w:rsidRPr="00D547DC">
        <w:rPr>
          <w:szCs w:val="22"/>
        </w:rPr>
        <w:t>at</w:t>
      </w:r>
      <w:r w:rsidRPr="00D547DC">
        <w:rPr>
          <w:szCs w:val="22"/>
        </w:rPr>
        <w:t xml:space="preserve"> 31 December 2024.</w:t>
      </w:r>
      <w:r w:rsidR="00466244" w:rsidRPr="00D547DC">
        <w:rPr>
          <w:szCs w:val="22"/>
        </w:rPr>
        <w:t xml:space="preserve"> </w:t>
      </w:r>
      <w:r w:rsidRPr="00D547DC">
        <w:rPr>
          <w:szCs w:val="22"/>
        </w:rPr>
        <w:t xml:space="preserve">2) The recoverable amount of the investment in </w:t>
      </w:r>
      <w:r w:rsidR="00437B3E" w:rsidRPr="00D547DC">
        <w:rPr>
          <w:szCs w:val="22"/>
        </w:rPr>
        <w:t>subsidiaries</w:t>
      </w:r>
      <w:r w:rsidRPr="00D547DC">
        <w:rPr>
          <w:szCs w:val="22"/>
        </w:rPr>
        <w:t xml:space="preserve">: </w:t>
      </w:r>
      <w:r w:rsidR="00CC7876" w:rsidRPr="00D547DC">
        <w:rPr>
          <w:szCs w:val="22"/>
        </w:rPr>
        <w:t>d</w:t>
      </w:r>
      <w:r w:rsidRPr="00D547DC">
        <w:rPr>
          <w:szCs w:val="22"/>
        </w:rPr>
        <w:t xml:space="preserve">ue to the circumstances, </w:t>
      </w:r>
      <w:r w:rsidR="00901167" w:rsidRPr="00D547DC">
        <w:rPr>
          <w:szCs w:val="22"/>
        </w:rPr>
        <w:t xml:space="preserve">where they were </w:t>
      </w:r>
      <w:r w:rsidR="007E01AB" w:rsidRPr="00D547DC">
        <w:rPr>
          <w:szCs w:val="22"/>
        </w:rPr>
        <w:t xml:space="preserve">unable to obtain sufficient appropriate audit evidence to verify </w:t>
      </w:r>
      <w:r w:rsidRPr="00D547DC">
        <w:rPr>
          <w:szCs w:val="22"/>
        </w:rPr>
        <w:t xml:space="preserve">the value of the investment in </w:t>
      </w:r>
      <w:r w:rsidR="007E01AB" w:rsidRPr="00D547DC">
        <w:rPr>
          <w:rFonts w:cs="Angsana New"/>
          <w:szCs w:val="28"/>
          <w:lang w:val="en-US" w:bidi="th-TH"/>
        </w:rPr>
        <w:t>subsidiaries</w:t>
      </w:r>
      <w:r w:rsidRPr="00D547DC">
        <w:rPr>
          <w:szCs w:val="22"/>
        </w:rPr>
        <w:t xml:space="preserve"> presented in the separate statement of financial position as </w:t>
      </w:r>
      <w:r w:rsidR="007E01AB" w:rsidRPr="00D547DC">
        <w:rPr>
          <w:szCs w:val="22"/>
        </w:rPr>
        <w:t>at</w:t>
      </w:r>
      <w:r w:rsidRPr="00D547DC">
        <w:rPr>
          <w:szCs w:val="22"/>
        </w:rPr>
        <w:t xml:space="preserve"> 31 December 2024. 3) The recoverable amount of</w:t>
      </w:r>
      <w:r w:rsidR="006F66AD" w:rsidRPr="00D547DC">
        <w:rPr>
          <w:szCs w:val="22"/>
        </w:rPr>
        <w:t xml:space="preserve"> </w:t>
      </w:r>
      <w:r w:rsidR="007E01AB" w:rsidRPr="00D547DC">
        <w:rPr>
          <w:szCs w:val="22"/>
        </w:rPr>
        <w:t>advance share capital payment</w:t>
      </w:r>
      <w:r w:rsidRPr="00D547DC">
        <w:rPr>
          <w:szCs w:val="22"/>
        </w:rPr>
        <w:t xml:space="preserve">: </w:t>
      </w:r>
      <w:r w:rsidR="00CC7876" w:rsidRPr="00D547DC">
        <w:rPr>
          <w:szCs w:val="22"/>
        </w:rPr>
        <w:t>d</w:t>
      </w:r>
      <w:r w:rsidRPr="00D547DC">
        <w:rPr>
          <w:szCs w:val="22"/>
        </w:rPr>
        <w:t xml:space="preserve">ue to the circumstances, </w:t>
      </w:r>
      <w:r w:rsidR="00901167" w:rsidRPr="00D547DC">
        <w:rPr>
          <w:szCs w:val="22"/>
        </w:rPr>
        <w:t xml:space="preserve">they were </w:t>
      </w:r>
      <w:r w:rsidR="007E01AB" w:rsidRPr="00D547DC">
        <w:rPr>
          <w:szCs w:val="22"/>
        </w:rPr>
        <w:t xml:space="preserve">unable to obtain sufficient appropriate audit evidence to verify </w:t>
      </w:r>
      <w:r w:rsidRPr="00D547DC">
        <w:rPr>
          <w:szCs w:val="22"/>
        </w:rPr>
        <w:t xml:space="preserve">the value of </w:t>
      </w:r>
      <w:r w:rsidR="007E01AB" w:rsidRPr="00D547DC">
        <w:rPr>
          <w:szCs w:val="22"/>
        </w:rPr>
        <w:t xml:space="preserve">advance share capital payment </w:t>
      </w:r>
      <w:r w:rsidRPr="00D547DC">
        <w:rPr>
          <w:szCs w:val="22"/>
        </w:rPr>
        <w:t xml:space="preserve">amounting to Baht 21.67 million presented in the consolidated statement of financial position as </w:t>
      </w:r>
      <w:r w:rsidR="007E01AB" w:rsidRPr="00D547DC">
        <w:rPr>
          <w:szCs w:val="22"/>
        </w:rPr>
        <w:t xml:space="preserve">at </w:t>
      </w:r>
      <w:r w:rsidRPr="00D547DC">
        <w:rPr>
          <w:szCs w:val="22"/>
        </w:rPr>
        <w:t xml:space="preserve">31 December 2024. </w:t>
      </w:r>
      <w:r w:rsidR="003F5AFB" w:rsidRPr="00D547DC">
        <w:rPr>
          <w:szCs w:val="22"/>
        </w:rPr>
        <w:t>In addition, t</w:t>
      </w:r>
      <w:r w:rsidRPr="00D547DC">
        <w:rPr>
          <w:szCs w:val="22"/>
        </w:rPr>
        <w:t>he audit</w:t>
      </w:r>
      <w:r w:rsidR="007E01AB" w:rsidRPr="00D547DC">
        <w:rPr>
          <w:szCs w:val="22"/>
        </w:rPr>
        <w:t>or’s</w:t>
      </w:r>
      <w:r w:rsidRPr="00D547DC">
        <w:rPr>
          <w:szCs w:val="22"/>
        </w:rPr>
        <w:t xml:space="preserve"> report also included an emphasis of matter paragraph regarding the Group’s</w:t>
      </w:r>
      <w:r w:rsidR="003F5AFB" w:rsidRPr="00D547DC">
        <w:rPr>
          <w:rFonts w:cstheme="minorBidi" w:hint="cs"/>
          <w:szCs w:val="28"/>
          <w:cs/>
          <w:lang w:bidi="th-TH"/>
        </w:rPr>
        <w:t xml:space="preserve"> </w:t>
      </w:r>
      <w:r w:rsidR="003F5AFB" w:rsidRPr="00D547DC">
        <w:rPr>
          <w:rFonts w:cstheme="minorBidi"/>
          <w:szCs w:val="28"/>
          <w:lang w:bidi="th-TH"/>
        </w:rPr>
        <w:t>and the Company’s</w:t>
      </w:r>
      <w:r w:rsidRPr="00D547DC">
        <w:rPr>
          <w:szCs w:val="22"/>
        </w:rPr>
        <w:t xml:space="preserve"> going concern. The consolidated and separate statements of financial position as </w:t>
      </w:r>
      <w:r w:rsidR="00CC7876" w:rsidRPr="00D547DC">
        <w:rPr>
          <w:szCs w:val="22"/>
        </w:rPr>
        <w:t>at</w:t>
      </w:r>
      <w:r w:rsidRPr="00D547DC">
        <w:rPr>
          <w:szCs w:val="22"/>
        </w:rPr>
        <w:t xml:space="preserve"> 31 December 2024, </w:t>
      </w:r>
      <w:r w:rsidR="007A0213" w:rsidRPr="00D547DC">
        <w:t xml:space="preserve">which are presented herein as comparative information, are components of such </w:t>
      </w:r>
      <w:r w:rsidR="00BF10F8" w:rsidRPr="00D547DC">
        <w:t xml:space="preserve">consolidated and separate </w:t>
      </w:r>
      <w:r w:rsidR="007A0213" w:rsidRPr="00D547DC">
        <w:t>financial statements</w:t>
      </w:r>
      <w:r w:rsidRPr="00D547DC">
        <w:rPr>
          <w:szCs w:val="22"/>
        </w:rPr>
        <w:t xml:space="preserve"> for the </w:t>
      </w:r>
      <w:r w:rsidR="00934938" w:rsidRPr="00D547DC">
        <w:rPr>
          <w:rFonts w:cs="Angsana New"/>
          <w:szCs w:val="28"/>
          <w:lang w:val="en-US" w:bidi="th-TH"/>
        </w:rPr>
        <w:t>year</w:t>
      </w:r>
      <w:r w:rsidRPr="00D547DC">
        <w:rPr>
          <w:szCs w:val="22"/>
        </w:rPr>
        <w:t xml:space="preserve"> ended </w:t>
      </w:r>
      <w:r w:rsidR="007A0213" w:rsidRPr="00D547DC">
        <w:rPr>
          <w:szCs w:val="22"/>
        </w:rPr>
        <w:t>31</w:t>
      </w:r>
      <w:r w:rsidRPr="00D547DC">
        <w:rPr>
          <w:szCs w:val="22"/>
        </w:rPr>
        <w:t xml:space="preserve"> </w:t>
      </w:r>
      <w:r w:rsidR="00934938" w:rsidRPr="00D547DC">
        <w:rPr>
          <w:szCs w:val="22"/>
        </w:rPr>
        <w:t>December 2024</w:t>
      </w:r>
      <w:r w:rsidR="00CC7876" w:rsidRPr="00D547DC">
        <w:rPr>
          <w:szCs w:val="22"/>
        </w:rPr>
        <w:t>.</w:t>
      </w:r>
    </w:p>
    <w:p w14:paraId="3F459302" w14:textId="0D48C570" w:rsidR="001F6FA4" w:rsidRPr="00D547DC" w:rsidRDefault="001F6FA4">
      <w:pPr>
        <w:spacing w:line="240" w:lineRule="auto"/>
        <w:rPr>
          <w:szCs w:val="22"/>
        </w:rPr>
      </w:pPr>
    </w:p>
    <w:p w14:paraId="08541C8B" w14:textId="77777777" w:rsidR="0085736E" w:rsidRPr="00D547DC" w:rsidRDefault="0085736E" w:rsidP="004C435E">
      <w:pPr>
        <w:pStyle w:val="ListParagraph"/>
        <w:numPr>
          <w:ilvl w:val="0"/>
          <w:numId w:val="24"/>
        </w:numPr>
        <w:spacing w:line="240" w:lineRule="auto"/>
        <w:ind w:left="360"/>
        <w:jc w:val="thaiDistribute"/>
        <w:rPr>
          <w:szCs w:val="22"/>
        </w:rPr>
      </w:pPr>
      <w:r w:rsidRPr="00D547DC">
        <w:rPr>
          <w:szCs w:val="22"/>
        </w:rPr>
        <w:br w:type="page"/>
      </w:r>
    </w:p>
    <w:p w14:paraId="016D4E9D" w14:textId="7786C583" w:rsidR="0074249D" w:rsidRPr="00D547DC" w:rsidRDefault="004C435E" w:rsidP="00106A71">
      <w:pPr>
        <w:pStyle w:val="ListParagraph"/>
        <w:numPr>
          <w:ilvl w:val="0"/>
          <w:numId w:val="27"/>
        </w:numPr>
        <w:spacing w:line="240" w:lineRule="auto"/>
        <w:ind w:left="360"/>
        <w:jc w:val="thaiDistribute"/>
        <w:rPr>
          <w:szCs w:val="22"/>
        </w:rPr>
      </w:pPr>
      <w:r w:rsidRPr="00D547DC">
        <w:rPr>
          <w:szCs w:val="22"/>
        </w:rPr>
        <w:lastRenderedPageBreak/>
        <w:t xml:space="preserve">The </w:t>
      </w:r>
      <w:r w:rsidR="00CC7876" w:rsidRPr="00D547DC">
        <w:rPr>
          <w:szCs w:val="22"/>
        </w:rPr>
        <w:t xml:space="preserve">consolidated and separate statements of comprehensive income, changes in equity and cash flows </w:t>
      </w:r>
      <w:r w:rsidRPr="00D547DC">
        <w:rPr>
          <w:szCs w:val="22"/>
        </w:rPr>
        <w:t>of Prime Road Power Public Company Limited and its subsidiaries, and of Prime Road Power Public Company Limited</w:t>
      </w:r>
      <w:r w:rsidR="00CC7876" w:rsidRPr="00D547DC">
        <w:rPr>
          <w:szCs w:val="22"/>
        </w:rPr>
        <w:t>, respectively</w:t>
      </w:r>
      <w:r w:rsidRPr="00D547DC">
        <w:rPr>
          <w:szCs w:val="22"/>
        </w:rPr>
        <w:t xml:space="preserve"> for the three-month period ended 31 March 2024, which are presented </w:t>
      </w:r>
      <w:r w:rsidR="00CC7876" w:rsidRPr="00D547DC">
        <w:rPr>
          <w:szCs w:val="22"/>
        </w:rPr>
        <w:t>as</w:t>
      </w:r>
      <w:r w:rsidRPr="00D547DC">
        <w:rPr>
          <w:szCs w:val="22"/>
        </w:rPr>
        <w:t xml:space="preserve"> comparative </w:t>
      </w:r>
      <w:r w:rsidR="001F6FA4" w:rsidRPr="00D547DC">
        <w:rPr>
          <w:szCs w:val="22"/>
        </w:rPr>
        <w:t>information</w:t>
      </w:r>
      <w:r w:rsidRPr="00D547DC">
        <w:rPr>
          <w:szCs w:val="22"/>
        </w:rPr>
        <w:t xml:space="preserve">, were reviewed by another auditor who </w:t>
      </w:r>
      <w:r w:rsidR="001F6FA4" w:rsidRPr="00D547DC">
        <w:rPr>
          <w:szCs w:val="22"/>
        </w:rPr>
        <w:t>expressed an unmodified conclusion</w:t>
      </w:r>
      <w:r w:rsidRPr="00D547DC">
        <w:rPr>
          <w:szCs w:val="22"/>
        </w:rPr>
        <w:t xml:space="preserve"> dated 14 May 2024, that nothing had come to their attention that caused them to believe that the interim financial information was not prepared, in all material respects, in accordance with Thai Accounting Standard No. 34, Interim Financial Reporting.</w:t>
      </w:r>
    </w:p>
    <w:p w14:paraId="663805B6" w14:textId="77777777" w:rsidR="004C435E" w:rsidRPr="00D547DC" w:rsidRDefault="004C435E" w:rsidP="0074249D">
      <w:pPr>
        <w:spacing w:line="240" w:lineRule="auto"/>
        <w:rPr>
          <w:i/>
          <w:iCs/>
          <w:sz w:val="20"/>
        </w:rPr>
      </w:pPr>
    </w:p>
    <w:p w14:paraId="4AC0227D" w14:textId="77777777" w:rsidR="004C435E" w:rsidRPr="00D547DC" w:rsidRDefault="004C435E" w:rsidP="0074249D">
      <w:pPr>
        <w:spacing w:line="240" w:lineRule="auto"/>
        <w:rPr>
          <w:i/>
          <w:iCs/>
          <w:sz w:val="20"/>
        </w:rPr>
      </w:pPr>
    </w:p>
    <w:p w14:paraId="66F31730" w14:textId="77777777" w:rsidR="00323F41" w:rsidRPr="00D547DC" w:rsidRDefault="00323F41" w:rsidP="00323F41">
      <w:pPr>
        <w:autoSpaceDE w:val="0"/>
        <w:autoSpaceDN w:val="0"/>
        <w:rPr>
          <w:i/>
          <w:iCs/>
        </w:rPr>
      </w:pPr>
    </w:p>
    <w:p w14:paraId="59C9B4B8" w14:textId="77777777" w:rsidR="0074249D" w:rsidRPr="00D547DC" w:rsidRDefault="0074249D" w:rsidP="0074249D">
      <w:pPr>
        <w:jc w:val="both"/>
        <w:outlineLvl w:val="0"/>
        <w:rPr>
          <w:i/>
          <w:iCs/>
          <w:sz w:val="20"/>
        </w:rPr>
      </w:pPr>
    </w:p>
    <w:p w14:paraId="08E7380A" w14:textId="77777777" w:rsidR="001F6FA4" w:rsidRPr="00D547DC" w:rsidRDefault="001F6FA4" w:rsidP="0074249D">
      <w:pPr>
        <w:jc w:val="both"/>
        <w:outlineLvl w:val="0"/>
        <w:rPr>
          <w:i/>
          <w:iCs/>
          <w:sz w:val="20"/>
        </w:rPr>
      </w:pPr>
    </w:p>
    <w:p w14:paraId="02727C95" w14:textId="77777777" w:rsidR="001F6FA4" w:rsidRPr="00D547DC" w:rsidRDefault="001F6FA4" w:rsidP="0074249D">
      <w:pPr>
        <w:jc w:val="both"/>
        <w:outlineLvl w:val="0"/>
        <w:rPr>
          <w:i/>
          <w:iCs/>
          <w:sz w:val="20"/>
        </w:rPr>
      </w:pPr>
    </w:p>
    <w:p w14:paraId="21707ACD" w14:textId="77777777" w:rsidR="001F6FA4" w:rsidRPr="00D547DC" w:rsidRDefault="001F6FA4" w:rsidP="0074249D">
      <w:pPr>
        <w:jc w:val="both"/>
        <w:outlineLvl w:val="0"/>
        <w:rPr>
          <w:i/>
          <w:iCs/>
          <w:sz w:val="20"/>
        </w:rPr>
      </w:pPr>
    </w:p>
    <w:p w14:paraId="2A26EEF5" w14:textId="2552369E" w:rsidR="0074249D" w:rsidRPr="00D547DC" w:rsidRDefault="0074249D" w:rsidP="0074249D">
      <w:pPr>
        <w:jc w:val="both"/>
        <w:outlineLvl w:val="0"/>
        <w:rPr>
          <w:i/>
          <w:iCs/>
          <w:sz w:val="20"/>
          <w:lang w:val="en-US"/>
        </w:rPr>
      </w:pPr>
    </w:p>
    <w:p w14:paraId="5D911419" w14:textId="77777777" w:rsidR="001A4739" w:rsidRPr="00D547DC" w:rsidRDefault="001A4739" w:rsidP="0074249D">
      <w:pPr>
        <w:jc w:val="both"/>
        <w:outlineLvl w:val="0"/>
        <w:rPr>
          <w:i/>
          <w:iCs/>
          <w:sz w:val="20"/>
          <w:lang w:val="en-US"/>
        </w:rPr>
      </w:pPr>
    </w:p>
    <w:p w14:paraId="2AFBCEB6" w14:textId="34F7ECC8" w:rsidR="0054432B" w:rsidRPr="00D547DC" w:rsidRDefault="0054432B" w:rsidP="0054432B">
      <w:pPr>
        <w:spacing w:line="240" w:lineRule="atLeast"/>
        <w:jc w:val="both"/>
        <w:rPr>
          <w:szCs w:val="22"/>
        </w:rPr>
      </w:pPr>
      <w:r w:rsidRPr="00D547DC">
        <w:rPr>
          <w:szCs w:val="22"/>
        </w:rPr>
        <w:t>(</w:t>
      </w:r>
      <w:r w:rsidR="004C435E" w:rsidRPr="00D547DC">
        <w:rPr>
          <w:szCs w:val="22"/>
        </w:rPr>
        <w:t>Marisa Tharathornbunpakul</w:t>
      </w:r>
      <w:r w:rsidRPr="00D547DC">
        <w:rPr>
          <w:szCs w:val="22"/>
        </w:rPr>
        <w:t>)</w:t>
      </w:r>
    </w:p>
    <w:p w14:paraId="1935E866" w14:textId="77777777" w:rsidR="0054432B" w:rsidRPr="00D547DC" w:rsidRDefault="0054432B" w:rsidP="0054432B">
      <w:pPr>
        <w:spacing w:line="240" w:lineRule="atLeast"/>
        <w:jc w:val="both"/>
        <w:rPr>
          <w:szCs w:val="22"/>
        </w:rPr>
      </w:pPr>
      <w:r w:rsidRPr="00D547DC">
        <w:rPr>
          <w:szCs w:val="22"/>
        </w:rPr>
        <w:t>Certified Public Accountant</w:t>
      </w:r>
    </w:p>
    <w:p w14:paraId="44214115" w14:textId="5C808BBD" w:rsidR="0054432B" w:rsidRPr="00D547DC" w:rsidRDefault="0054432B" w:rsidP="0054432B">
      <w:pPr>
        <w:spacing w:line="240" w:lineRule="atLeast"/>
        <w:jc w:val="both"/>
        <w:rPr>
          <w:szCs w:val="22"/>
        </w:rPr>
      </w:pPr>
      <w:r w:rsidRPr="00D547DC">
        <w:rPr>
          <w:szCs w:val="22"/>
        </w:rPr>
        <w:t xml:space="preserve">Registration No. </w:t>
      </w:r>
      <w:r w:rsidR="004C435E" w:rsidRPr="00D547DC">
        <w:rPr>
          <w:szCs w:val="22"/>
        </w:rPr>
        <w:t>5752</w:t>
      </w:r>
    </w:p>
    <w:p w14:paraId="4ACAAD07" w14:textId="77777777" w:rsidR="0054432B" w:rsidRPr="00D547DC" w:rsidRDefault="0054432B" w:rsidP="0054432B">
      <w:pPr>
        <w:spacing w:line="240" w:lineRule="atLeast"/>
        <w:jc w:val="both"/>
        <w:rPr>
          <w:rFonts w:cstheme="minorBidi"/>
          <w:szCs w:val="28"/>
          <w:cs/>
          <w:lang w:bidi="th-TH"/>
        </w:rPr>
      </w:pPr>
    </w:p>
    <w:p w14:paraId="6CBF68ED" w14:textId="77777777" w:rsidR="0054432B" w:rsidRPr="00D547DC" w:rsidRDefault="0054432B" w:rsidP="0054432B">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Times New Roman"/>
        </w:rPr>
      </w:pPr>
      <w:r w:rsidRPr="00D547DC">
        <w:rPr>
          <w:rFonts w:cs="Times New Roman"/>
        </w:rPr>
        <w:t>KPMG Phoomchai Audit Ltd.</w:t>
      </w:r>
    </w:p>
    <w:p w14:paraId="062946C2" w14:textId="77777777" w:rsidR="0054432B" w:rsidRPr="00D547DC" w:rsidRDefault="0054432B" w:rsidP="0054432B">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rPr>
          <w:rFonts w:cs="Cordia New"/>
        </w:rPr>
      </w:pPr>
      <w:r w:rsidRPr="00D547DC">
        <w:rPr>
          <w:rFonts w:cs="Times New Roman"/>
        </w:rPr>
        <w:t>Bangkok</w:t>
      </w:r>
    </w:p>
    <w:p w14:paraId="20181A43" w14:textId="6029B31D" w:rsidR="0074249D" w:rsidRDefault="004C435E" w:rsidP="0054432B">
      <w:pPr>
        <w:pStyle w:val="StandaardOpinion"/>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tLeast"/>
        <w:jc w:val="both"/>
      </w:pPr>
      <w:r w:rsidRPr="00D547DC">
        <w:rPr>
          <w:rFonts w:cs="Cordia New"/>
        </w:rPr>
        <w:t xml:space="preserve">14 May </w:t>
      </w:r>
      <w:r w:rsidR="008E7B9F" w:rsidRPr="00D547DC">
        <w:rPr>
          <w:rFonts w:cs="Cordia New"/>
        </w:rPr>
        <w:t>2025</w:t>
      </w:r>
    </w:p>
    <w:sectPr w:rsidR="0074249D" w:rsidSect="0085736E">
      <w:footerReference w:type="default" r:id="rId14"/>
      <w:pgSz w:w="11907" w:h="16840"/>
      <w:pgMar w:top="691" w:right="1152" w:bottom="576" w:left="1152" w:header="720" w:footer="5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21AC1" w14:textId="77777777" w:rsidR="00EB33A1" w:rsidRDefault="00EB33A1">
      <w:r>
        <w:separator/>
      </w:r>
    </w:p>
  </w:endnote>
  <w:endnote w:type="continuationSeparator" w:id="0">
    <w:p w14:paraId="79029B8E" w14:textId="77777777" w:rsidR="00EB33A1" w:rsidRDefault="00EB33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45 Light">
    <w:altName w:val="Calibri"/>
    <w:charset w:val="00"/>
    <w:family w:val="auto"/>
    <w:pitch w:val="variable"/>
    <w:sig w:usb0="8000002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Angsana New">
    <w:panose1 w:val="02020603050405020304"/>
    <w:charset w:val="00"/>
    <w:family w:val="roman"/>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Cordia New">
    <w:panose1 w:val="020B0304020202020204"/>
    <w:charset w:val="00"/>
    <w:family w:val="swiss"/>
    <w:pitch w:val="variable"/>
    <w:sig w:usb0="81000003" w:usb1="00000000" w:usb2="00000000" w:usb3="00000000" w:csb0="00010001"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Univers for KPMG Light">
    <w:panose1 w:val="020B0403020202020204"/>
    <w:charset w:val="00"/>
    <w:family w:val="swiss"/>
    <w:pitch w:val="variable"/>
    <w:sig w:usb0="800002AF" w:usb1="5000204A"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5118335"/>
      <w:docPartObj>
        <w:docPartGallery w:val="Page Numbers (Bottom of Page)"/>
        <w:docPartUnique/>
      </w:docPartObj>
    </w:sdtPr>
    <w:sdtEndPr>
      <w:rPr>
        <w:noProof/>
        <w:sz w:val="22"/>
        <w:szCs w:val="22"/>
      </w:rPr>
    </w:sdtEndPr>
    <w:sdtContent>
      <w:p w14:paraId="2EFAB60A" w14:textId="51B21527" w:rsidR="0085736E" w:rsidRPr="0085736E" w:rsidRDefault="0085736E">
        <w:pPr>
          <w:pStyle w:val="Footer"/>
          <w:jc w:val="center"/>
          <w:rPr>
            <w:sz w:val="22"/>
            <w:szCs w:val="22"/>
          </w:rPr>
        </w:pPr>
        <w:r w:rsidRPr="0085736E">
          <w:rPr>
            <w:sz w:val="22"/>
            <w:szCs w:val="22"/>
          </w:rPr>
          <w:fldChar w:fldCharType="begin"/>
        </w:r>
        <w:r w:rsidRPr="0085736E">
          <w:rPr>
            <w:sz w:val="22"/>
            <w:szCs w:val="22"/>
          </w:rPr>
          <w:instrText xml:space="preserve"> PAGE   \* MERGEFORMAT </w:instrText>
        </w:r>
        <w:r w:rsidRPr="0085736E">
          <w:rPr>
            <w:sz w:val="22"/>
            <w:szCs w:val="22"/>
          </w:rPr>
          <w:fldChar w:fldCharType="separate"/>
        </w:r>
        <w:r w:rsidRPr="0085736E">
          <w:rPr>
            <w:noProof/>
            <w:sz w:val="22"/>
            <w:szCs w:val="22"/>
          </w:rPr>
          <w:t>2</w:t>
        </w:r>
        <w:r w:rsidRPr="0085736E">
          <w:rPr>
            <w:noProof/>
            <w:sz w:val="22"/>
            <w:szCs w:val="22"/>
          </w:rPr>
          <w:fldChar w:fldCharType="end"/>
        </w:r>
      </w:p>
    </w:sdtContent>
  </w:sdt>
  <w:p w14:paraId="75E537ED" w14:textId="77777777" w:rsidR="004B3C36" w:rsidRDefault="004B3C36" w:rsidP="005471B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5DF71" w14:textId="4B671EC1" w:rsidR="0085736E" w:rsidRDefault="0085736E">
    <w:pPr>
      <w:pStyle w:val="Footer"/>
      <w:jc w:val="center"/>
    </w:pPr>
  </w:p>
  <w:p w14:paraId="2FF4410A" w14:textId="77777777" w:rsidR="004B3C36" w:rsidRDefault="004B3C36"/>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890810"/>
      <w:docPartObj>
        <w:docPartGallery w:val="Page Numbers (Bottom of Page)"/>
        <w:docPartUnique/>
      </w:docPartObj>
    </w:sdtPr>
    <w:sdtEndPr>
      <w:rPr>
        <w:noProof/>
      </w:rPr>
    </w:sdtEndPr>
    <w:sdtContent>
      <w:p w14:paraId="5E5ACBAA" w14:textId="77777777" w:rsidR="0085736E" w:rsidRPr="0085736E" w:rsidRDefault="0085736E" w:rsidP="0085736E">
        <w:pPr>
          <w:pStyle w:val="Footer"/>
          <w:jc w:val="center"/>
          <w:rPr>
            <w:sz w:val="22"/>
            <w:szCs w:val="22"/>
          </w:rPr>
        </w:pPr>
        <w:r w:rsidRPr="0085736E">
          <w:rPr>
            <w:sz w:val="22"/>
            <w:szCs w:val="22"/>
          </w:rPr>
          <w:fldChar w:fldCharType="begin"/>
        </w:r>
        <w:r w:rsidRPr="0085736E">
          <w:rPr>
            <w:sz w:val="22"/>
            <w:szCs w:val="22"/>
          </w:rPr>
          <w:instrText xml:space="preserve"> PAGE   \* MERGEFORMAT </w:instrText>
        </w:r>
        <w:r w:rsidRPr="0085736E">
          <w:rPr>
            <w:sz w:val="22"/>
            <w:szCs w:val="22"/>
          </w:rPr>
          <w:fldChar w:fldCharType="separate"/>
        </w:r>
        <w:r w:rsidRPr="0085736E">
          <w:rPr>
            <w:noProof/>
            <w:sz w:val="22"/>
            <w:szCs w:val="22"/>
          </w:rPr>
          <w:t>2</w:t>
        </w:r>
        <w:r w:rsidRPr="0085736E">
          <w:rPr>
            <w:noProof/>
            <w:sz w:val="22"/>
            <w:szCs w:val="22"/>
          </w:rPr>
          <w:fldChar w:fldCharType="end"/>
        </w:r>
      </w:p>
      <w:p w14:paraId="127F272A" w14:textId="39F74690" w:rsidR="0085736E" w:rsidRDefault="00D547DC" w:rsidP="0085736E">
        <w:pPr>
          <w:pStyle w:val="Footer"/>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806067" w14:textId="77777777" w:rsidR="00EB33A1" w:rsidRDefault="00EB33A1">
      <w:r>
        <w:separator/>
      </w:r>
    </w:p>
  </w:footnote>
  <w:footnote w:type="continuationSeparator" w:id="0">
    <w:p w14:paraId="32935B7B" w14:textId="77777777" w:rsidR="00EB33A1" w:rsidRDefault="00EB33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6CC65" w14:textId="77777777" w:rsidR="001A4739" w:rsidRPr="00D866ED" w:rsidRDefault="001A4739" w:rsidP="001A4739">
    <w:pPr>
      <w:pStyle w:val="Header"/>
      <w:spacing w:line="240" w:lineRule="atLeast"/>
      <w:jc w:val="left"/>
      <w:rPr>
        <w:i w:val="0"/>
        <w:iCs/>
        <w:sz w:val="28"/>
        <w:szCs w:val="28"/>
      </w:rPr>
    </w:pPr>
  </w:p>
  <w:p w14:paraId="164BEA14" w14:textId="77777777" w:rsidR="001A4739" w:rsidRPr="00D866ED" w:rsidRDefault="001A4739" w:rsidP="001A4739">
    <w:pPr>
      <w:pStyle w:val="Header"/>
      <w:spacing w:line="240" w:lineRule="atLeast"/>
      <w:jc w:val="left"/>
      <w:rPr>
        <w:i w:val="0"/>
        <w:iCs/>
        <w:sz w:val="28"/>
        <w:szCs w:val="28"/>
      </w:rPr>
    </w:pPr>
  </w:p>
  <w:p w14:paraId="795FBB42" w14:textId="77777777" w:rsidR="001A4739" w:rsidRPr="00D866ED" w:rsidRDefault="001A4739" w:rsidP="001A4739">
    <w:pPr>
      <w:pStyle w:val="Header"/>
      <w:spacing w:line="240" w:lineRule="atLeast"/>
      <w:jc w:val="left"/>
      <w:rPr>
        <w:i w:val="0"/>
        <w:iCs/>
        <w:sz w:val="28"/>
        <w:szCs w:val="28"/>
      </w:rPr>
    </w:pPr>
  </w:p>
  <w:p w14:paraId="689FC371" w14:textId="77777777" w:rsidR="001A4739" w:rsidRDefault="001A4739" w:rsidP="001A4739">
    <w:pPr>
      <w:pStyle w:val="Header"/>
      <w:tabs>
        <w:tab w:val="left" w:pos="3412"/>
      </w:tabs>
      <w:spacing w:line="240" w:lineRule="atLeast"/>
      <w:jc w:val="left"/>
      <w:rPr>
        <w:i w:val="0"/>
        <w:iCs/>
        <w:sz w:val="28"/>
        <w:szCs w:val="28"/>
      </w:rPr>
    </w:pPr>
  </w:p>
  <w:p w14:paraId="79CC54D2" w14:textId="77777777" w:rsidR="001A4739" w:rsidRPr="00D866ED" w:rsidRDefault="001A4739" w:rsidP="001A4739">
    <w:pPr>
      <w:pStyle w:val="Header"/>
      <w:tabs>
        <w:tab w:val="left" w:pos="3412"/>
      </w:tabs>
      <w:spacing w:line="240" w:lineRule="atLeast"/>
      <w:jc w:val="left"/>
      <w:rPr>
        <w:i w:val="0"/>
        <w:iCs/>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4B5DD" w14:textId="77777777" w:rsidR="004B3C36" w:rsidRPr="005471B4" w:rsidRDefault="004B3C36" w:rsidP="005471B4">
    <w:pPr>
      <w:pStyle w:val="Header"/>
      <w:jc w:val="left"/>
      <w:rPr>
        <w:rFonts w:cs="Angsana New"/>
        <w:sz w:val="22"/>
        <w:szCs w:val="22"/>
        <w:lang w:bidi="th-TH"/>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E88454" w14:textId="77777777" w:rsidR="004B3C36" w:rsidRPr="00EB03F3" w:rsidRDefault="004B3C36" w:rsidP="005B5C4C">
    <w:pPr>
      <w:pStyle w:val="Header"/>
      <w:spacing w:line="240" w:lineRule="atLeast"/>
      <w:jc w:val="left"/>
      <w:rPr>
        <w:i w:val="0"/>
        <w:iCs/>
        <w:sz w:val="28"/>
        <w:szCs w:val="28"/>
        <w:lang w:val="en-US"/>
      </w:rPr>
    </w:pPr>
  </w:p>
  <w:p w14:paraId="442941BD" w14:textId="77777777" w:rsidR="004B3C36" w:rsidRDefault="004B3C36" w:rsidP="005B5C4C">
    <w:pPr>
      <w:pStyle w:val="Header"/>
      <w:spacing w:line="240" w:lineRule="atLeast"/>
      <w:jc w:val="left"/>
      <w:rPr>
        <w:i w:val="0"/>
        <w:iCs/>
        <w:sz w:val="28"/>
        <w:szCs w:val="28"/>
        <w:lang w:val="en-US"/>
      </w:rPr>
    </w:pPr>
  </w:p>
  <w:p w14:paraId="65F936EA" w14:textId="77777777" w:rsidR="00EB03F3" w:rsidRDefault="00EB03F3" w:rsidP="005B5C4C">
    <w:pPr>
      <w:pStyle w:val="Header"/>
      <w:spacing w:line="240" w:lineRule="atLeast"/>
      <w:jc w:val="left"/>
      <w:rPr>
        <w:i w:val="0"/>
        <w:iCs/>
        <w:sz w:val="28"/>
        <w:szCs w:val="28"/>
        <w:lang w:val="en-US"/>
      </w:rPr>
    </w:pPr>
  </w:p>
  <w:p w14:paraId="740DCE22" w14:textId="77777777" w:rsidR="00EB03F3" w:rsidRDefault="00EB03F3" w:rsidP="005B5C4C">
    <w:pPr>
      <w:pStyle w:val="Header"/>
      <w:spacing w:line="240" w:lineRule="atLeast"/>
      <w:jc w:val="left"/>
      <w:rPr>
        <w:i w:val="0"/>
        <w:iCs/>
        <w:sz w:val="28"/>
        <w:szCs w:val="28"/>
        <w:lang w:val="en-US"/>
      </w:rPr>
    </w:pPr>
  </w:p>
  <w:p w14:paraId="211D9BC0" w14:textId="77777777" w:rsidR="00EB03F3" w:rsidRDefault="00EB03F3" w:rsidP="005B5C4C">
    <w:pPr>
      <w:pStyle w:val="Header"/>
      <w:spacing w:line="240" w:lineRule="atLeast"/>
      <w:jc w:val="left"/>
      <w:rPr>
        <w:i w:val="0"/>
        <w:iCs/>
        <w:sz w:val="28"/>
        <w:szCs w:val="28"/>
        <w:lang w:val="en-US"/>
      </w:rPr>
    </w:pPr>
  </w:p>
  <w:p w14:paraId="1F572C04" w14:textId="77777777" w:rsidR="00050208" w:rsidRDefault="00050208" w:rsidP="005B5C4C">
    <w:pPr>
      <w:pStyle w:val="Header"/>
      <w:spacing w:line="240" w:lineRule="atLeast"/>
      <w:jc w:val="left"/>
      <w:rPr>
        <w:i w:val="0"/>
        <w:iCs/>
        <w:sz w:val="28"/>
        <w:szCs w:val="28"/>
        <w:lang w:val="en-US"/>
      </w:rPr>
    </w:pPr>
  </w:p>
  <w:p w14:paraId="36D27AC0" w14:textId="77777777" w:rsidR="00050208" w:rsidRDefault="00050208" w:rsidP="005B5C4C">
    <w:pPr>
      <w:pStyle w:val="Header"/>
      <w:spacing w:line="240" w:lineRule="atLeast"/>
      <w:jc w:val="left"/>
      <w:rPr>
        <w:i w:val="0"/>
        <w:iCs/>
        <w:sz w:val="28"/>
        <w:szCs w:val="28"/>
        <w:lang w:val="en-US"/>
      </w:rPr>
    </w:pPr>
  </w:p>
  <w:p w14:paraId="19FC98E1" w14:textId="77777777" w:rsidR="00050208" w:rsidRDefault="00050208" w:rsidP="005B5C4C">
    <w:pPr>
      <w:pStyle w:val="Header"/>
      <w:spacing w:line="240" w:lineRule="atLeast"/>
      <w:jc w:val="left"/>
      <w:rPr>
        <w:i w:val="0"/>
        <w:iCs/>
        <w:sz w:val="28"/>
        <w:szCs w:val="28"/>
        <w:lang w:val="en-US"/>
      </w:rPr>
    </w:pPr>
  </w:p>
  <w:p w14:paraId="2A9E83CF" w14:textId="77777777" w:rsidR="00050208" w:rsidRDefault="00050208" w:rsidP="005B5C4C">
    <w:pPr>
      <w:pStyle w:val="Header"/>
      <w:spacing w:line="240" w:lineRule="atLeast"/>
      <w:jc w:val="left"/>
      <w:rPr>
        <w:i w:val="0"/>
        <w:iCs/>
        <w:sz w:val="28"/>
        <w:szCs w:val="28"/>
        <w:lang w:val="en-US"/>
      </w:rPr>
    </w:pPr>
  </w:p>
  <w:p w14:paraId="351C4823" w14:textId="77777777" w:rsidR="00050208" w:rsidRDefault="00050208" w:rsidP="005B5C4C">
    <w:pPr>
      <w:pStyle w:val="Header"/>
      <w:spacing w:line="240" w:lineRule="atLeast"/>
      <w:jc w:val="left"/>
      <w:rPr>
        <w:i w:val="0"/>
        <w:iCs/>
        <w:sz w:val="28"/>
        <w:szCs w:val="28"/>
        <w:lang w:val="en-US"/>
      </w:rPr>
    </w:pPr>
  </w:p>
  <w:p w14:paraId="6A6832DD" w14:textId="77777777" w:rsidR="00050208" w:rsidRDefault="00050208" w:rsidP="005B5C4C">
    <w:pPr>
      <w:pStyle w:val="Header"/>
      <w:spacing w:line="240" w:lineRule="atLeast"/>
      <w:jc w:val="left"/>
      <w:rPr>
        <w:i w:val="0"/>
        <w:iCs/>
        <w:sz w:val="28"/>
        <w:szCs w:val="28"/>
        <w:lang w:val="en-US"/>
      </w:rPr>
    </w:pPr>
  </w:p>
  <w:p w14:paraId="15C9663B" w14:textId="77777777" w:rsidR="00050208" w:rsidRDefault="00050208" w:rsidP="005B5C4C">
    <w:pPr>
      <w:pStyle w:val="Header"/>
      <w:spacing w:line="240" w:lineRule="atLeast"/>
      <w:jc w:val="left"/>
      <w:rPr>
        <w:i w:val="0"/>
        <w:iCs/>
        <w:sz w:val="28"/>
        <w:szCs w:val="28"/>
        <w:lang w:val="en-US"/>
      </w:rPr>
    </w:pPr>
  </w:p>
  <w:p w14:paraId="6A698C47" w14:textId="77777777" w:rsidR="00050208" w:rsidRDefault="00050208" w:rsidP="005B5C4C">
    <w:pPr>
      <w:pStyle w:val="Header"/>
      <w:spacing w:line="240" w:lineRule="atLeast"/>
      <w:jc w:val="left"/>
      <w:rPr>
        <w:i w:val="0"/>
        <w:iCs/>
        <w:sz w:val="28"/>
        <w:szCs w:val="28"/>
        <w:lang w:val="en-US"/>
      </w:rPr>
    </w:pPr>
  </w:p>
  <w:p w14:paraId="3BD9F399" w14:textId="77777777" w:rsidR="00770811" w:rsidRPr="00EB03F3" w:rsidRDefault="00770811" w:rsidP="005B5C4C">
    <w:pPr>
      <w:pStyle w:val="Header"/>
      <w:spacing w:line="240" w:lineRule="atLeast"/>
      <w:jc w:val="left"/>
      <w:rPr>
        <w:i w:val="0"/>
        <w:iCs/>
        <w:sz w:val="28"/>
        <w:szCs w:val="28"/>
        <w:lang w:val="en-US"/>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3BE68" w14:textId="292100CE" w:rsidR="004B3C36" w:rsidRPr="00D866ED" w:rsidRDefault="004B3C36" w:rsidP="00AD04F2">
    <w:pPr>
      <w:pStyle w:val="Header"/>
      <w:spacing w:line="240" w:lineRule="atLeast"/>
      <w:jc w:val="left"/>
      <w:rPr>
        <w:i w:val="0"/>
        <w:iCs/>
        <w:sz w:val="28"/>
        <w:szCs w:val="28"/>
      </w:rPr>
    </w:pPr>
  </w:p>
  <w:p w14:paraId="52A92812" w14:textId="77777777" w:rsidR="005A609B" w:rsidRPr="00D866ED" w:rsidRDefault="005A609B" w:rsidP="00AD04F2">
    <w:pPr>
      <w:pStyle w:val="Header"/>
      <w:spacing w:line="240" w:lineRule="atLeast"/>
      <w:jc w:val="left"/>
      <w:rPr>
        <w:i w:val="0"/>
        <w:iCs/>
        <w:sz w:val="28"/>
        <w:szCs w:val="28"/>
      </w:rPr>
    </w:pPr>
  </w:p>
  <w:p w14:paraId="0112929A" w14:textId="47146600" w:rsidR="002F700C" w:rsidRPr="00D866ED" w:rsidRDefault="002F700C" w:rsidP="00AD04F2">
    <w:pPr>
      <w:pStyle w:val="Header"/>
      <w:spacing w:line="240" w:lineRule="atLeast"/>
      <w:jc w:val="left"/>
      <w:rPr>
        <w:i w:val="0"/>
        <w:iCs/>
        <w:sz w:val="28"/>
        <w:szCs w:val="28"/>
      </w:rPr>
    </w:pPr>
  </w:p>
  <w:p w14:paraId="42698962" w14:textId="746A92A9" w:rsidR="002F700C" w:rsidRPr="00D866ED" w:rsidRDefault="002F700C" w:rsidP="00547818">
    <w:pPr>
      <w:pStyle w:val="Header"/>
      <w:tabs>
        <w:tab w:val="left" w:pos="3412"/>
      </w:tabs>
      <w:spacing w:line="240" w:lineRule="atLeast"/>
      <w:jc w:val="left"/>
      <w:rPr>
        <w:i w:val="0"/>
        <w:iCs/>
        <w:sz w:val="28"/>
        <w:szCs w:val="28"/>
      </w:rPr>
    </w:pPr>
  </w:p>
  <w:p w14:paraId="5A4C7D7D" w14:textId="77777777" w:rsidR="004B3C36" w:rsidRPr="00D866ED" w:rsidRDefault="004B3C36" w:rsidP="00E643CB">
    <w:pPr>
      <w:pStyle w:val="Header"/>
      <w:spacing w:line="240" w:lineRule="atLeast"/>
      <w:jc w:val="left"/>
      <w:rPr>
        <w:i w:val="0"/>
        <w:iCs/>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A7142C96"/>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03E33E23"/>
    <w:multiLevelType w:val="singleLevel"/>
    <w:tmpl w:val="72E4F20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 w15:restartNumberingAfterBreak="0">
    <w:nsid w:val="0E297D24"/>
    <w:multiLevelType w:val="singleLevel"/>
    <w:tmpl w:val="7932F428"/>
    <w:lvl w:ilvl="0">
      <w:start w:val="1"/>
      <w:numFmt w:val="decimal"/>
      <w:pStyle w:val="index"/>
      <w:lvlText w:val="%1"/>
      <w:lvlJc w:val="left"/>
      <w:pPr>
        <w:tabs>
          <w:tab w:val="num" w:pos="1844"/>
        </w:tabs>
        <w:ind w:left="1844" w:hanging="567"/>
      </w:pPr>
      <w:rPr>
        <w:rFonts w:hint="default"/>
        <w:color w:val="auto"/>
        <w:sz w:val="22"/>
      </w:rPr>
    </w:lvl>
  </w:abstractNum>
  <w:abstractNum w:abstractNumId="4" w15:restartNumberingAfterBreak="0">
    <w:nsid w:val="1E834113"/>
    <w:multiLevelType w:val="hybridMultilevel"/>
    <w:tmpl w:val="34E46EAC"/>
    <w:lvl w:ilvl="0" w:tplc="39225BBE">
      <w:start w:val="1"/>
      <w:numFmt w:val="bullet"/>
      <w:pStyle w:val="ListBullet2"/>
      <w:lvlText w:val="-"/>
      <w:lvlJc w:val="left"/>
      <w:pPr>
        <w:tabs>
          <w:tab w:val="num" w:pos="700"/>
        </w:tabs>
        <w:ind w:left="680" w:hanging="340"/>
      </w:pPr>
      <w:rPr>
        <w:rFonts w:ascii="Times New Roman" w:hAnsi="Times New Roman" w:cs="Times New Roman" w:hint="default"/>
      </w:rPr>
    </w:lvl>
    <w:lvl w:ilvl="1" w:tplc="F3E0A294" w:tentative="1">
      <w:start w:val="1"/>
      <w:numFmt w:val="bullet"/>
      <w:lvlText w:val="o"/>
      <w:lvlJc w:val="left"/>
      <w:pPr>
        <w:tabs>
          <w:tab w:val="num" w:pos="1440"/>
        </w:tabs>
        <w:ind w:left="1440" w:hanging="360"/>
      </w:pPr>
      <w:rPr>
        <w:rFonts w:ascii="Courier New" w:hAnsi="Courier New" w:hint="default"/>
      </w:rPr>
    </w:lvl>
    <w:lvl w:ilvl="2" w:tplc="8F10CF9C" w:tentative="1">
      <w:start w:val="1"/>
      <w:numFmt w:val="bullet"/>
      <w:lvlText w:val=""/>
      <w:lvlJc w:val="left"/>
      <w:pPr>
        <w:tabs>
          <w:tab w:val="num" w:pos="2160"/>
        </w:tabs>
        <w:ind w:left="2160" w:hanging="360"/>
      </w:pPr>
      <w:rPr>
        <w:rFonts w:ascii="Wingdings" w:hAnsi="Wingdings" w:hint="default"/>
      </w:rPr>
    </w:lvl>
    <w:lvl w:ilvl="3" w:tplc="2116A9C8" w:tentative="1">
      <w:start w:val="1"/>
      <w:numFmt w:val="bullet"/>
      <w:lvlText w:val=""/>
      <w:lvlJc w:val="left"/>
      <w:pPr>
        <w:tabs>
          <w:tab w:val="num" w:pos="2880"/>
        </w:tabs>
        <w:ind w:left="2880" w:hanging="360"/>
      </w:pPr>
      <w:rPr>
        <w:rFonts w:ascii="Symbol" w:hAnsi="Symbol" w:hint="default"/>
      </w:rPr>
    </w:lvl>
    <w:lvl w:ilvl="4" w:tplc="DB029BA6" w:tentative="1">
      <w:start w:val="1"/>
      <w:numFmt w:val="bullet"/>
      <w:lvlText w:val="o"/>
      <w:lvlJc w:val="left"/>
      <w:pPr>
        <w:tabs>
          <w:tab w:val="num" w:pos="3600"/>
        </w:tabs>
        <w:ind w:left="3600" w:hanging="360"/>
      </w:pPr>
      <w:rPr>
        <w:rFonts w:ascii="Courier New" w:hAnsi="Courier New" w:hint="default"/>
      </w:rPr>
    </w:lvl>
    <w:lvl w:ilvl="5" w:tplc="C052BF2E" w:tentative="1">
      <w:start w:val="1"/>
      <w:numFmt w:val="bullet"/>
      <w:lvlText w:val=""/>
      <w:lvlJc w:val="left"/>
      <w:pPr>
        <w:tabs>
          <w:tab w:val="num" w:pos="4320"/>
        </w:tabs>
        <w:ind w:left="4320" w:hanging="360"/>
      </w:pPr>
      <w:rPr>
        <w:rFonts w:ascii="Wingdings" w:hAnsi="Wingdings" w:hint="default"/>
      </w:rPr>
    </w:lvl>
    <w:lvl w:ilvl="6" w:tplc="BE64B680" w:tentative="1">
      <w:start w:val="1"/>
      <w:numFmt w:val="bullet"/>
      <w:lvlText w:val=""/>
      <w:lvlJc w:val="left"/>
      <w:pPr>
        <w:tabs>
          <w:tab w:val="num" w:pos="5040"/>
        </w:tabs>
        <w:ind w:left="5040" w:hanging="360"/>
      </w:pPr>
      <w:rPr>
        <w:rFonts w:ascii="Symbol" w:hAnsi="Symbol" w:hint="default"/>
      </w:rPr>
    </w:lvl>
    <w:lvl w:ilvl="7" w:tplc="CB702E04" w:tentative="1">
      <w:start w:val="1"/>
      <w:numFmt w:val="bullet"/>
      <w:lvlText w:val="o"/>
      <w:lvlJc w:val="left"/>
      <w:pPr>
        <w:tabs>
          <w:tab w:val="num" w:pos="5760"/>
        </w:tabs>
        <w:ind w:left="5760" w:hanging="360"/>
      </w:pPr>
      <w:rPr>
        <w:rFonts w:ascii="Courier New" w:hAnsi="Courier New" w:hint="default"/>
      </w:rPr>
    </w:lvl>
    <w:lvl w:ilvl="8" w:tplc="B62E968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29E32AE"/>
    <w:multiLevelType w:val="singleLevel"/>
    <w:tmpl w:val="C1DA7FA8"/>
    <w:lvl w:ilvl="0">
      <w:start w:val="1"/>
      <w:numFmt w:val="bullet"/>
      <w:pStyle w:val="ListBullet"/>
      <w:lvlText w:val=""/>
      <w:lvlJc w:val="left"/>
      <w:pPr>
        <w:tabs>
          <w:tab w:val="num" w:pos="340"/>
        </w:tabs>
        <w:ind w:left="340" w:hanging="340"/>
      </w:pPr>
      <w:rPr>
        <w:rFonts w:ascii="Wingdings" w:hAnsi="Wingdings" w:hint="default"/>
        <w:color w:val="auto"/>
        <w:sz w:val="18"/>
      </w:rPr>
    </w:lvl>
  </w:abstractNum>
  <w:abstractNum w:abstractNumId="6" w15:restartNumberingAfterBreak="0">
    <w:nsid w:val="2632178F"/>
    <w:multiLevelType w:val="hybridMultilevel"/>
    <w:tmpl w:val="8B9ED5D2"/>
    <w:lvl w:ilvl="0" w:tplc="1C763B98">
      <w:start w:val="1"/>
      <w:numFmt w:val="lowerLetter"/>
      <w:lvlText w:val="(%1)"/>
      <w:lvlJc w:val="left"/>
      <w:pPr>
        <w:ind w:left="915" w:hanging="360"/>
      </w:pPr>
      <w:rPr>
        <w:rFonts w:hint="default"/>
      </w:rPr>
    </w:lvl>
    <w:lvl w:ilvl="1" w:tplc="04090019" w:tentative="1">
      <w:start w:val="1"/>
      <w:numFmt w:val="lowerLetter"/>
      <w:lvlText w:val="%2."/>
      <w:lvlJc w:val="left"/>
      <w:pPr>
        <w:ind w:left="1635" w:hanging="360"/>
      </w:pPr>
    </w:lvl>
    <w:lvl w:ilvl="2" w:tplc="0409001B" w:tentative="1">
      <w:start w:val="1"/>
      <w:numFmt w:val="lowerRoman"/>
      <w:lvlText w:val="%3."/>
      <w:lvlJc w:val="right"/>
      <w:pPr>
        <w:ind w:left="2355" w:hanging="180"/>
      </w:pPr>
    </w:lvl>
    <w:lvl w:ilvl="3" w:tplc="0409000F" w:tentative="1">
      <w:start w:val="1"/>
      <w:numFmt w:val="decimal"/>
      <w:lvlText w:val="%4."/>
      <w:lvlJc w:val="left"/>
      <w:pPr>
        <w:ind w:left="3075" w:hanging="360"/>
      </w:pPr>
    </w:lvl>
    <w:lvl w:ilvl="4" w:tplc="04090019" w:tentative="1">
      <w:start w:val="1"/>
      <w:numFmt w:val="lowerLetter"/>
      <w:lvlText w:val="%5."/>
      <w:lvlJc w:val="left"/>
      <w:pPr>
        <w:ind w:left="3795" w:hanging="360"/>
      </w:pPr>
    </w:lvl>
    <w:lvl w:ilvl="5" w:tplc="0409001B" w:tentative="1">
      <w:start w:val="1"/>
      <w:numFmt w:val="lowerRoman"/>
      <w:lvlText w:val="%6."/>
      <w:lvlJc w:val="right"/>
      <w:pPr>
        <w:ind w:left="4515" w:hanging="180"/>
      </w:pPr>
    </w:lvl>
    <w:lvl w:ilvl="6" w:tplc="0409000F" w:tentative="1">
      <w:start w:val="1"/>
      <w:numFmt w:val="decimal"/>
      <w:lvlText w:val="%7."/>
      <w:lvlJc w:val="left"/>
      <w:pPr>
        <w:ind w:left="5235" w:hanging="360"/>
      </w:pPr>
    </w:lvl>
    <w:lvl w:ilvl="7" w:tplc="04090019" w:tentative="1">
      <w:start w:val="1"/>
      <w:numFmt w:val="lowerLetter"/>
      <w:lvlText w:val="%8."/>
      <w:lvlJc w:val="left"/>
      <w:pPr>
        <w:ind w:left="5955" w:hanging="360"/>
      </w:pPr>
    </w:lvl>
    <w:lvl w:ilvl="8" w:tplc="0409001B" w:tentative="1">
      <w:start w:val="1"/>
      <w:numFmt w:val="lowerRoman"/>
      <w:lvlText w:val="%9."/>
      <w:lvlJc w:val="right"/>
      <w:pPr>
        <w:ind w:left="6675" w:hanging="180"/>
      </w:pPr>
    </w:lvl>
  </w:abstractNum>
  <w:abstractNum w:abstractNumId="7" w15:restartNumberingAfterBreak="0">
    <w:nsid w:val="32620C7D"/>
    <w:multiLevelType w:val="hybridMultilevel"/>
    <w:tmpl w:val="868408C8"/>
    <w:lvl w:ilvl="0" w:tplc="D904157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3876DE"/>
    <w:multiLevelType w:val="singleLevel"/>
    <w:tmpl w:val="5076501A"/>
    <w:lvl w:ilvl="0">
      <w:start w:val="1"/>
      <w:numFmt w:val="bullet"/>
      <w:lvlText w:val=""/>
      <w:lvlJc w:val="left"/>
      <w:pPr>
        <w:tabs>
          <w:tab w:val="num" w:pos="340"/>
        </w:tabs>
        <w:ind w:left="340" w:hanging="340"/>
      </w:pPr>
      <w:rPr>
        <w:rFonts w:ascii="Symbol" w:hAnsi="Symbol" w:hint="default"/>
        <w:color w:val="auto"/>
        <w:sz w:val="22"/>
      </w:rPr>
    </w:lvl>
  </w:abstractNum>
  <w:abstractNum w:abstractNumId="9" w15:restartNumberingAfterBreak="0">
    <w:nsid w:val="3FC94AA7"/>
    <w:multiLevelType w:val="hybridMultilevel"/>
    <w:tmpl w:val="61100F2E"/>
    <w:lvl w:ilvl="0" w:tplc="EC369504">
      <w:start w:val="1"/>
      <w:numFmt w:val="bullet"/>
      <w:lvlText w:val=""/>
      <w:lvlJc w:val="left"/>
      <w:pPr>
        <w:ind w:left="1260" w:hanging="360"/>
      </w:pPr>
      <w:rPr>
        <w:rFonts w:ascii="Symbol" w:hAnsi="Symbol" w:hint="default"/>
      </w:rPr>
    </w:lvl>
    <w:lvl w:ilvl="1" w:tplc="5C548A76" w:tentative="1">
      <w:start w:val="1"/>
      <w:numFmt w:val="bullet"/>
      <w:lvlText w:val="o"/>
      <w:lvlJc w:val="left"/>
      <w:pPr>
        <w:ind w:left="1980" w:hanging="360"/>
      </w:pPr>
      <w:rPr>
        <w:rFonts w:ascii="Courier New" w:hAnsi="Courier New" w:cs="Courier New" w:hint="default"/>
      </w:rPr>
    </w:lvl>
    <w:lvl w:ilvl="2" w:tplc="60703AB6" w:tentative="1">
      <w:start w:val="1"/>
      <w:numFmt w:val="bullet"/>
      <w:lvlText w:val=""/>
      <w:lvlJc w:val="left"/>
      <w:pPr>
        <w:ind w:left="2700" w:hanging="360"/>
      </w:pPr>
      <w:rPr>
        <w:rFonts w:ascii="Wingdings" w:hAnsi="Wingdings" w:hint="default"/>
      </w:rPr>
    </w:lvl>
    <w:lvl w:ilvl="3" w:tplc="C3A89818" w:tentative="1">
      <w:start w:val="1"/>
      <w:numFmt w:val="bullet"/>
      <w:lvlText w:val=""/>
      <w:lvlJc w:val="left"/>
      <w:pPr>
        <w:ind w:left="3420" w:hanging="360"/>
      </w:pPr>
      <w:rPr>
        <w:rFonts w:ascii="Symbol" w:hAnsi="Symbol" w:hint="default"/>
      </w:rPr>
    </w:lvl>
    <w:lvl w:ilvl="4" w:tplc="3BD829E2" w:tentative="1">
      <w:start w:val="1"/>
      <w:numFmt w:val="bullet"/>
      <w:lvlText w:val="o"/>
      <w:lvlJc w:val="left"/>
      <w:pPr>
        <w:ind w:left="4140" w:hanging="360"/>
      </w:pPr>
      <w:rPr>
        <w:rFonts w:ascii="Courier New" w:hAnsi="Courier New" w:cs="Courier New" w:hint="default"/>
      </w:rPr>
    </w:lvl>
    <w:lvl w:ilvl="5" w:tplc="064E340C" w:tentative="1">
      <w:start w:val="1"/>
      <w:numFmt w:val="bullet"/>
      <w:lvlText w:val=""/>
      <w:lvlJc w:val="left"/>
      <w:pPr>
        <w:ind w:left="4860" w:hanging="360"/>
      </w:pPr>
      <w:rPr>
        <w:rFonts w:ascii="Wingdings" w:hAnsi="Wingdings" w:hint="default"/>
      </w:rPr>
    </w:lvl>
    <w:lvl w:ilvl="6" w:tplc="2C16BB0A" w:tentative="1">
      <w:start w:val="1"/>
      <w:numFmt w:val="bullet"/>
      <w:lvlText w:val=""/>
      <w:lvlJc w:val="left"/>
      <w:pPr>
        <w:ind w:left="5580" w:hanging="360"/>
      </w:pPr>
      <w:rPr>
        <w:rFonts w:ascii="Symbol" w:hAnsi="Symbol" w:hint="default"/>
      </w:rPr>
    </w:lvl>
    <w:lvl w:ilvl="7" w:tplc="18AE4F30" w:tentative="1">
      <w:start w:val="1"/>
      <w:numFmt w:val="bullet"/>
      <w:lvlText w:val="o"/>
      <w:lvlJc w:val="left"/>
      <w:pPr>
        <w:ind w:left="6300" w:hanging="360"/>
      </w:pPr>
      <w:rPr>
        <w:rFonts w:ascii="Courier New" w:hAnsi="Courier New" w:cs="Courier New" w:hint="default"/>
      </w:rPr>
    </w:lvl>
    <w:lvl w:ilvl="8" w:tplc="40182594" w:tentative="1">
      <w:start w:val="1"/>
      <w:numFmt w:val="bullet"/>
      <w:lvlText w:val=""/>
      <w:lvlJc w:val="left"/>
      <w:pPr>
        <w:ind w:left="7020" w:hanging="360"/>
      </w:pPr>
      <w:rPr>
        <w:rFonts w:ascii="Wingdings" w:hAnsi="Wingdings" w:hint="default"/>
      </w:rPr>
    </w:lvl>
  </w:abstractNum>
  <w:abstractNum w:abstractNumId="10" w15:restartNumberingAfterBreak="0">
    <w:nsid w:val="4EDC0C77"/>
    <w:multiLevelType w:val="hybridMultilevel"/>
    <w:tmpl w:val="DCCC3E5C"/>
    <w:lvl w:ilvl="0" w:tplc="A906B470">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01E57DD"/>
    <w:multiLevelType w:val="singleLevel"/>
    <w:tmpl w:val="AA38AC62"/>
    <w:lvl w:ilvl="0">
      <w:start w:val="1"/>
      <w:numFmt w:val="bullet"/>
      <w:lvlText w:val=""/>
      <w:lvlJc w:val="left"/>
      <w:pPr>
        <w:tabs>
          <w:tab w:val="num" w:pos="340"/>
        </w:tabs>
        <w:ind w:left="340" w:hanging="340"/>
      </w:pPr>
      <w:rPr>
        <w:rFonts w:ascii="Symbol" w:hAnsi="Symbol" w:hint="default"/>
        <w:color w:val="auto"/>
        <w:sz w:val="22"/>
      </w:rPr>
    </w:lvl>
  </w:abstractNum>
  <w:abstractNum w:abstractNumId="12" w15:restartNumberingAfterBreak="0">
    <w:nsid w:val="5076724D"/>
    <w:multiLevelType w:val="hybridMultilevel"/>
    <w:tmpl w:val="FC1696A0"/>
    <w:lvl w:ilvl="0" w:tplc="19B45D8A">
      <w:start w:val="2"/>
      <w:numFmt w:val="bullet"/>
      <w:lvlText w:val="-"/>
      <w:lvlJc w:val="left"/>
      <w:pPr>
        <w:ind w:left="1620" w:hanging="360"/>
      </w:pPr>
      <w:rPr>
        <w:rFonts w:ascii="Times New Roman" w:eastAsiaTheme="minorHAnsi" w:hAnsi="Times New Roman" w:cs="Times New Roman" w:hint="default"/>
        <w:color w:val="auto"/>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3" w15:restartNumberingAfterBreak="0">
    <w:nsid w:val="5BDD04AD"/>
    <w:multiLevelType w:val="hybridMultilevel"/>
    <w:tmpl w:val="B29A42EA"/>
    <w:lvl w:ilvl="0" w:tplc="A190AC0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E366587"/>
    <w:multiLevelType w:val="hybridMultilevel"/>
    <w:tmpl w:val="5584116A"/>
    <w:lvl w:ilvl="0" w:tplc="7542F414">
      <w:start w:val="30"/>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6EE10142"/>
    <w:multiLevelType w:val="hybridMultilevel"/>
    <w:tmpl w:val="C21C2736"/>
    <w:lvl w:ilvl="0" w:tplc="5C766CDE">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706D0A"/>
    <w:multiLevelType w:val="hybridMultilevel"/>
    <w:tmpl w:val="6E3A1156"/>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DF55D1"/>
    <w:multiLevelType w:val="multilevel"/>
    <w:tmpl w:val="D29AE250"/>
    <w:lvl w:ilvl="0">
      <w:start w:val="1"/>
      <w:numFmt w:val="decimal"/>
      <w:lvlText w:val="%1"/>
      <w:lvlJc w:val="left"/>
      <w:pPr>
        <w:tabs>
          <w:tab w:val="num" w:pos="1134"/>
        </w:tabs>
        <w:ind w:left="1134" w:hanging="1134"/>
      </w:pPr>
      <w:rPr>
        <w:rFonts w:hint="default"/>
        <w:color w:val="auto"/>
      </w:rPr>
    </w:lvl>
    <w:lvl w:ilvl="1">
      <w:start w:val="1"/>
      <w:numFmt w:val="lowerLetter"/>
      <w:pStyle w:val="Heading2"/>
      <w:lvlText w:val="(%2)"/>
      <w:lvlJc w:val="left"/>
      <w:pPr>
        <w:tabs>
          <w:tab w:val="num" w:pos="600"/>
        </w:tabs>
        <w:ind w:left="600" w:firstLine="0"/>
      </w:pPr>
      <w:rPr>
        <w:rFonts w:hint="default"/>
        <w:b/>
        <w:bCs/>
        <w:i/>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19" w15:restartNumberingAfterBreak="0">
    <w:nsid w:val="75B562B3"/>
    <w:multiLevelType w:val="hybridMultilevel"/>
    <w:tmpl w:val="FB42B5A4"/>
    <w:lvl w:ilvl="0" w:tplc="60DA280A">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20" w15:restartNumberingAfterBreak="0">
    <w:nsid w:val="76C65C30"/>
    <w:multiLevelType w:val="hybridMultilevel"/>
    <w:tmpl w:val="20304DDE"/>
    <w:lvl w:ilvl="0" w:tplc="09B2625E">
      <w:start w:val="1"/>
      <w:numFmt w:val="bullet"/>
      <w:pStyle w:val="BodyTextbullet"/>
      <w:lvlText w:val=""/>
      <w:lvlJc w:val="left"/>
      <w:pPr>
        <w:tabs>
          <w:tab w:val="num" w:pos="1440"/>
        </w:tabs>
        <w:ind w:left="1440" w:hanging="360"/>
      </w:pPr>
      <w:rPr>
        <w:rFonts w:ascii="Symbol" w:hAnsi="Symbol" w:hint="default"/>
        <w:color w:val="auto"/>
        <w:sz w:val="22"/>
      </w:rPr>
    </w:lvl>
    <w:lvl w:ilvl="1" w:tplc="228236C8">
      <w:start w:val="1"/>
      <w:numFmt w:val="bullet"/>
      <w:lvlText w:val="o"/>
      <w:lvlJc w:val="left"/>
      <w:pPr>
        <w:tabs>
          <w:tab w:val="num" w:pos="2520"/>
        </w:tabs>
        <w:ind w:left="2520" w:hanging="360"/>
      </w:pPr>
      <w:rPr>
        <w:rFonts w:ascii="Courier New" w:hAnsi="Courier New" w:hint="default"/>
      </w:rPr>
    </w:lvl>
    <w:lvl w:ilvl="2" w:tplc="FF4468FA" w:tentative="1">
      <w:start w:val="1"/>
      <w:numFmt w:val="bullet"/>
      <w:lvlText w:val=""/>
      <w:lvlJc w:val="left"/>
      <w:pPr>
        <w:tabs>
          <w:tab w:val="num" w:pos="3240"/>
        </w:tabs>
        <w:ind w:left="3240" w:hanging="360"/>
      </w:pPr>
      <w:rPr>
        <w:rFonts w:ascii="Wingdings" w:hAnsi="Wingdings" w:hint="default"/>
      </w:rPr>
    </w:lvl>
    <w:lvl w:ilvl="3" w:tplc="D7A80988" w:tentative="1">
      <w:start w:val="1"/>
      <w:numFmt w:val="bullet"/>
      <w:lvlText w:val=""/>
      <w:lvlJc w:val="left"/>
      <w:pPr>
        <w:tabs>
          <w:tab w:val="num" w:pos="3960"/>
        </w:tabs>
        <w:ind w:left="3960" w:hanging="360"/>
      </w:pPr>
      <w:rPr>
        <w:rFonts w:ascii="Symbol" w:hAnsi="Symbol" w:hint="default"/>
      </w:rPr>
    </w:lvl>
    <w:lvl w:ilvl="4" w:tplc="F7368B62" w:tentative="1">
      <w:start w:val="1"/>
      <w:numFmt w:val="bullet"/>
      <w:lvlText w:val="o"/>
      <w:lvlJc w:val="left"/>
      <w:pPr>
        <w:tabs>
          <w:tab w:val="num" w:pos="4680"/>
        </w:tabs>
        <w:ind w:left="4680" w:hanging="360"/>
      </w:pPr>
      <w:rPr>
        <w:rFonts w:ascii="Courier New" w:hAnsi="Courier New" w:hint="default"/>
      </w:rPr>
    </w:lvl>
    <w:lvl w:ilvl="5" w:tplc="9C0C0C30" w:tentative="1">
      <w:start w:val="1"/>
      <w:numFmt w:val="bullet"/>
      <w:lvlText w:val=""/>
      <w:lvlJc w:val="left"/>
      <w:pPr>
        <w:tabs>
          <w:tab w:val="num" w:pos="5400"/>
        </w:tabs>
        <w:ind w:left="5400" w:hanging="360"/>
      </w:pPr>
      <w:rPr>
        <w:rFonts w:ascii="Wingdings" w:hAnsi="Wingdings" w:hint="default"/>
      </w:rPr>
    </w:lvl>
    <w:lvl w:ilvl="6" w:tplc="EE002076" w:tentative="1">
      <w:start w:val="1"/>
      <w:numFmt w:val="bullet"/>
      <w:lvlText w:val=""/>
      <w:lvlJc w:val="left"/>
      <w:pPr>
        <w:tabs>
          <w:tab w:val="num" w:pos="6120"/>
        </w:tabs>
        <w:ind w:left="6120" w:hanging="360"/>
      </w:pPr>
      <w:rPr>
        <w:rFonts w:ascii="Symbol" w:hAnsi="Symbol" w:hint="default"/>
      </w:rPr>
    </w:lvl>
    <w:lvl w:ilvl="7" w:tplc="CEAAEDDC" w:tentative="1">
      <w:start w:val="1"/>
      <w:numFmt w:val="bullet"/>
      <w:lvlText w:val="o"/>
      <w:lvlJc w:val="left"/>
      <w:pPr>
        <w:tabs>
          <w:tab w:val="num" w:pos="6840"/>
        </w:tabs>
        <w:ind w:left="6840" w:hanging="360"/>
      </w:pPr>
      <w:rPr>
        <w:rFonts w:ascii="Courier New" w:hAnsi="Courier New" w:hint="default"/>
      </w:rPr>
    </w:lvl>
    <w:lvl w:ilvl="8" w:tplc="B6FC52AE" w:tentative="1">
      <w:start w:val="1"/>
      <w:numFmt w:val="bullet"/>
      <w:lvlText w:val=""/>
      <w:lvlJc w:val="left"/>
      <w:pPr>
        <w:tabs>
          <w:tab w:val="num" w:pos="7560"/>
        </w:tabs>
        <w:ind w:left="7560" w:hanging="360"/>
      </w:pPr>
      <w:rPr>
        <w:rFonts w:ascii="Wingdings" w:hAnsi="Wingdings" w:hint="default"/>
      </w:rPr>
    </w:lvl>
  </w:abstractNum>
  <w:abstractNum w:abstractNumId="21" w15:restartNumberingAfterBreak="0">
    <w:nsid w:val="78AB010E"/>
    <w:multiLevelType w:val="hybridMultilevel"/>
    <w:tmpl w:val="44EC5E4A"/>
    <w:lvl w:ilvl="0" w:tplc="A2C4EC58">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B954DE5"/>
    <w:multiLevelType w:val="hybridMultilevel"/>
    <w:tmpl w:val="C2BC3C62"/>
    <w:lvl w:ilvl="0" w:tplc="996EAB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1A4C18"/>
    <w:multiLevelType w:val="hybridMultilevel"/>
    <w:tmpl w:val="F2B0C9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7472113">
    <w:abstractNumId w:val="1"/>
  </w:num>
  <w:num w:numId="2" w16cid:durableId="2092660419">
    <w:abstractNumId w:val="0"/>
  </w:num>
  <w:num w:numId="3" w16cid:durableId="1489395885">
    <w:abstractNumId w:val="5"/>
  </w:num>
  <w:num w:numId="4" w16cid:durableId="433788784">
    <w:abstractNumId w:val="3"/>
  </w:num>
  <w:num w:numId="5" w16cid:durableId="1403411813">
    <w:abstractNumId w:val="18"/>
  </w:num>
  <w:num w:numId="6" w16cid:durableId="1297225725">
    <w:abstractNumId w:val="4"/>
  </w:num>
  <w:num w:numId="7" w16cid:durableId="1279607598">
    <w:abstractNumId w:val="20"/>
  </w:num>
  <w:num w:numId="8" w16cid:durableId="1019889074">
    <w:abstractNumId w:val="17"/>
  </w:num>
  <w:num w:numId="9" w16cid:durableId="893125585">
    <w:abstractNumId w:val="14"/>
  </w:num>
  <w:num w:numId="10" w16cid:durableId="252589719">
    <w:abstractNumId w:val="3"/>
    <w:lvlOverride w:ilvl="0">
      <w:startOverride w:val="1"/>
    </w:lvlOverride>
  </w:num>
  <w:num w:numId="11" w16cid:durableId="1124156177">
    <w:abstractNumId w:val="6"/>
  </w:num>
  <w:num w:numId="12" w16cid:durableId="1110733962">
    <w:abstractNumId w:val="10"/>
  </w:num>
  <w:num w:numId="13" w16cid:durableId="1267999993">
    <w:abstractNumId w:val="12"/>
  </w:num>
  <w:num w:numId="14" w16cid:durableId="636375816">
    <w:abstractNumId w:val="3"/>
  </w:num>
  <w:num w:numId="15" w16cid:durableId="565920069">
    <w:abstractNumId w:val="2"/>
  </w:num>
  <w:num w:numId="16" w16cid:durableId="1169370957">
    <w:abstractNumId w:val="19"/>
  </w:num>
  <w:num w:numId="17" w16cid:durableId="637415977">
    <w:abstractNumId w:val="16"/>
  </w:num>
  <w:num w:numId="18" w16cid:durableId="1265111642">
    <w:abstractNumId w:val="22"/>
  </w:num>
  <w:num w:numId="19" w16cid:durableId="1742561020">
    <w:abstractNumId w:val="13"/>
  </w:num>
  <w:num w:numId="20" w16cid:durableId="1703675013">
    <w:abstractNumId w:val="11"/>
  </w:num>
  <w:num w:numId="21" w16cid:durableId="684593548">
    <w:abstractNumId w:val="8"/>
  </w:num>
  <w:num w:numId="22" w16cid:durableId="696085090">
    <w:abstractNumId w:val="9"/>
  </w:num>
  <w:num w:numId="23" w16cid:durableId="1998461994">
    <w:abstractNumId w:val="3"/>
  </w:num>
  <w:num w:numId="24" w16cid:durableId="1267541073">
    <w:abstractNumId w:val="23"/>
  </w:num>
  <w:num w:numId="25" w16cid:durableId="1178888999">
    <w:abstractNumId w:val="21"/>
  </w:num>
  <w:num w:numId="26" w16cid:durableId="95903586">
    <w:abstractNumId w:val="15"/>
  </w:num>
  <w:num w:numId="27" w16cid:durableId="1429690791">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displayBackgroundShape/>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2"/>
  <w:evenAndOddHeaders/>
  <w:drawingGridHorizontalSpacing w:val="11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raftWatermark" w:val="0"/>
  </w:docVars>
  <w:rsids>
    <w:rsidRoot w:val="00107940"/>
    <w:rsid w:val="000003F5"/>
    <w:rsid w:val="0000082C"/>
    <w:rsid w:val="00000C44"/>
    <w:rsid w:val="00000EB5"/>
    <w:rsid w:val="00001166"/>
    <w:rsid w:val="000017FD"/>
    <w:rsid w:val="000019F8"/>
    <w:rsid w:val="000019FF"/>
    <w:rsid w:val="00001D9F"/>
    <w:rsid w:val="000027B2"/>
    <w:rsid w:val="00002DEA"/>
    <w:rsid w:val="00003215"/>
    <w:rsid w:val="00003217"/>
    <w:rsid w:val="00003307"/>
    <w:rsid w:val="0000337E"/>
    <w:rsid w:val="0000363F"/>
    <w:rsid w:val="00003A9B"/>
    <w:rsid w:val="00003AEA"/>
    <w:rsid w:val="00003BE9"/>
    <w:rsid w:val="00003E24"/>
    <w:rsid w:val="00004199"/>
    <w:rsid w:val="0000421D"/>
    <w:rsid w:val="000042ED"/>
    <w:rsid w:val="00004430"/>
    <w:rsid w:val="000044E1"/>
    <w:rsid w:val="0000472B"/>
    <w:rsid w:val="00004B36"/>
    <w:rsid w:val="00005446"/>
    <w:rsid w:val="00005732"/>
    <w:rsid w:val="000058DB"/>
    <w:rsid w:val="00005A06"/>
    <w:rsid w:val="00005AC7"/>
    <w:rsid w:val="00005BBE"/>
    <w:rsid w:val="00005CCE"/>
    <w:rsid w:val="00005F6E"/>
    <w:rsid w:val="0000603C"/>
    <w:rsid w:val="00006042"/>
    <w:rsid w:val="00006443"/>
    <w:rsid w:val="000068EA"/>
    <w:rsid w:val="000069F5"/>
    <w:rsid w:val="00006A3A"/>
    <w:rsid w:val="00006A55"/>
    <w:rsid w:val="00006D39"/>
    <w:rsid w:val="00006E8C"/>
    <w:rsid w:val="00006F51"/>
    <w:rsid w:val="0000753C"/>
    <w:rsid w:val="0000790F"/>
    <w:rsid w:val="00010057"/>
    <w:rsid w:val="00010227"/>
    <w:rsid w:val="0001038B"/>
    <w:rsid w:val="000104AC"/>
    <w:rsid w:val="0001076C"/>
    <w:rsid w:val="00010A03"/>
    <w:rsid w:val="00010E07"/>
    <w:rsid w:val="00010E15"/>
    <w:rsid w:val="0001134F"/>
    <w:rsid w:val="0001135B"/>
    <w:rsid w:val="000115B3"/>
    <w:rsid w:val="0001161E"/>
    <w:rsid w:val="00011887"/>
    <w:rsid w:val="00011930"/>
    <w:rsid w:val="0001193F"/>
    <w:rsid w:val="000119A0"/>
    <w:rsid w:val="00011B12"/>
    <w:rsid w:val="00011CCC"/>
    <w:rsid w:val="00011E48"/>
    <w:rsid w:val="000122EC"/>
    <w:rsid w:val="0001260E"/>
    <w:rsid w:val="000127BD"/>
    <w:rsid w:val="000129E2"/>
    <w:rsid w:val="0001312A"/>
    <w:rsid w:val="00013214"/>
    <w:rsid w:val="000137C4"/>
    <w:rsid w:val="0001381E"/>
    <w:rsid w:val="00013906"/>
    <w:rsid w:val="00013C3C"/>
    <w:rsid w:val="00013C65"/>
    <w:rsid w:val="00013D39"/>
    <w:rsid w:val="000142E8"/>
    <w:rsid w:val="0001490E"/>
    <w:rsid w:val="00014B31"/>
    <w:rsid w:val="00014D5A"/>
    <w:rsid w:val="00014E45"/>
    <w:rsid w:val="0001509E"/>
    <w:rsid w:val="0001523B"/>
    <w:rsid w:val="00015579"/>
    <w:rsid w:val="000155F9"/>
    <w:rsid w:val="00015930"/>
    <w:rsid w:val="00015945"/>
    <w:rsid w:val="00016197"/>
    <w:rsid w:val="00016257"/>
    <w:rsid w:val="00016A4C"/>
    <w:rsid w:val="00016AC7"/>
    <w:rsid w:val="00016D40"/>
    <w:rsid w:val="00016E23"/>
    <w:rsid w:val="00016F59"/>
    <w:rsid w:val="00017267"/>
    <w:rsid w:val="000174BD"/>
    <w:rsid w:val="000177FF"/>
    <w:rsid w:val="000178CF"/>
    <w:rsid w:val="00017AAF"/>
    <w:rsid w:val="00017DF1"/>
    <w:rsid w:val="00017E60"/>
    <w:rsid w:val="00020178"/>
    <w:rsid w:val="00020262"/>
    <w:rsid w:val="000205E2"/>
    <w:rsid w:val="00020703"/>
    <w:rsid w:val="0002095D"/>
    <w:rsid w:val="000209AF"/>
    <w:rsid w:val="000209D4"/>
    <w:rsid w:val="00020A44"/>
    <w:rsid w:val="00020BC3"/>
    <w:rsid w:val="00020C4D"/>
    <w:rsid w:val="00020DC4"/>
    <w:rsid w:val="00020EB4"/>
    <w:rsid w:val="0002113A"/>
    <w:rsid w:val="000216F8"/>
    <w:rsid w:val="00021912"/>
    <w:rsid w:val="00021965"/>
    <w:rsid w:val="00021A66"/>
    <w:rsid w:val="00021CBC"/>
    <w:rsid w:val="000222FF"/>
    <w:rsid w:val="00022375"/>
    <w:rsid w:val="00022538"/>
    <w:rsid w:val="00022612"/>
    <w:rsid w:val="0002264F"/>
    <w:rsid w:val="000229B1"/>
    <w:rsid w:val="000229EC"/>
    <w:rsid w:val="00022BA9"/>
    <w:rsid w:val="00022CFD"/>
    <w:rsid w:val="00022F6C"/>
    <w:rsid w:val="00023088"/>
    <w:rsid w:val="0002310B"/>
    <w:rsid w:val="0002312A"/>
    <w:rsid w:val="000231D0"/>
    <w:rsid w:val="000232E2"/>
    <w:rsid w:val="000234D4"/>
    <w:rsid w:val="000234F3"/>
    <w:rsid w:val="00023681"/>
    <w:rsid w:val="00023684"/>
    <w:rsid w:val="000239D7"/>
    <w:rsid w:val="00023B4D"/>
    <w:rsid w:val="00023C4A"/>
    <w:rsid w:val="00023C71"/>
    <w:rsid w:val="000243F0"/>
    <w:rsid w:val="00024A0E"/>
    <w:rsid w:val="00024A33"/>
    <w:rsid w:val="00024C6E"/>
    <w:rsid w:val="00024ECC"/>
    <w:rsid w:val="0002557E"/>
    <w:rsid w:val="000255CC"/>
    <w:rsid w:val="0002583F"/>
    <w:rsid w:val="00025996"/>
    <w:rsid w:val="00025A4F"/>
    <w:rsid w:val="00026138"/>
    <w:rsid w:val="00026463"/>
    <w:rsid w:val="000266DE"/>
    <w:rsid w:val="000267A9"/>
    <w:rsid w:val="00026B5F"/>
    <w:rsid w:val="00026F1A"/>
    <w:rsid w:val="0002722B"/>
    <w:rsid w:val="0002728F"/>
    <w:rsid w:val="0002761D"/>
    <w:rsid w:val="00027B2C"/>
    <w:rsid w:val="0003030B"/>
    <w:rsid w:val="0003088C"/>
    <w:rsid w:val="0003095D"/>
    <w:rsid w:val="00030BAA"/>
    <w:rsid w:val="00030C40"/>
    <w:rsid w:val="00030F66"/>
    <w:rsid w:val="00031000"/>
    <w:rsid w:val="000312D7"/>
    <w:rsid w:val="000317A4"/>
    <w:rsid w:val="00031D22"/>
    <w:rsid w:val="00031FA0"/>
    <w:rsid w:val="00032079"/>
    <w:rsid w:val="00032B85"/>
    <w:rsid w:val="00032C93"/>
    <w:rsid w:val="0003313B"/>
    <w:rsid w:val="0003340F"/>
    <w:rsid w:val="000337C3"/>
    <w:rsid w:val="0003389F"/>
    <w:rsid w:val="00033AA3"/>
    <w:rsid w:val="00033BD0"/>
    <w:rsid w:val="00033E90"/>
    <w:rsid w:val="00034006"/>
    <w:rsid w:val="00034556"/>
    <w:rsid w:val="0003469A"/>
    <w:rsid w:val="0003558E"/>
    <w:rsid w:val="000355ED"/>
    <w:rsid w:val="0003569B"/>
    <w:rsid w:val="00035B7E"/>
    <w:rsid w:val="00035D50"/>
    <w:rsid w:val="00035F36"/>
    <w:rsid w:val="00035FB0"/>
    <w:rsid w:val="00036BC2"/>
    <w:rsid w:val="00036FF8"/>
    <w:rsid w:val="00037058"/>
    <w:rsid w:val="00037149"/>
    <w:rsid w:val="00037327"/>
    <w:rsid w:val="000373F4"/>
    <w:rsid w:val="00037CFB"/>
    <w:rsid w:val="00040005"/>
    <w:rsid w:val="000404A7"/>
    <w:rsid w:val="000407B3"/>
    <w:rsid w:val="000409EE"/>
    <w:rsid w:val="00040FC4"/>
    <w:rsid w:val="00041166"/>
    <w:rsid w:val="000413DD"/>
    <w:rsid w:val="000417CC"/>
    <w:rsid w:val="000418B0"/>
    <w:rsid w:val="00041AD2"/>
    <w:rsid w:val="0004225F"/>
    <w:rsid w:val="000424DF"/>
    <w:rsid w:val="000426BE"/>
    <w:rsid w:val="000429AB"/>
    <w:rsid w:val="000429AC"/>
    <w:rsid w:val="0004305D"/>
    <w:rsid w:val="000437D9"/>
    <w:rsid w:val="00043AC3"/>
    <w:rsid w:val="00043CA1"/>
    <w:rsid w:val="00043F79"/>
    <w:rsid w:val="00044340"/>
    <w:rsid w:val="0004443D"/>
    <w:rsid w:val="000445E6"/>
    <w:rsid w:val="00044A7D"/>
    <w:rsid w:val="00044CBE"/>
    <w:rsid w:val="00044CC5"/>
    <w:rsid w:val="00045088"/>
    <w:rsid w:val="000450E7"/>
    <w:rsid w:val="00045229"/>
    <w:rsid w:val="00045853"/>
    <w:rsid w:val="00045A01"/>
    <w:rsid w:val="00045C91"/>
    <w:rsid w:val="00045EEB"/>
    <w:rsid w:val="00045F14"/>
    <w:rsid w:val="00045F96"/>
    <w:rsid w:val="00046087"/>
    <w:rsid w:val="00046162"/>
    <w:rsid w:val="0004622A"/>
    <w:rsid w:val="00046845"/>
    <w:rsid w:val="000468E8"/>
    <w:rsid w:val="000470B9"/>
    <w:rsid w:val="000470E9"/>
    <w:rsid w:val="000471AE"/>
    <w:rsid w:val="00047465"/>
    <w:rsid w:val="0004780E"/>
    <w:rsid w:val="00047C99"/>
    <w:rsid w:val="00047E93"/>
    <w:rsid w:val="00050208"/>
    <w:rsid w:val="000505B3"/>
    <w:rsid w:val="00050D18"/>
    <w:rsid w:val="00050D9E"/>
    <w:rsid w:val="00050E22"/>
    <w:rsid w:val="00050F1C"/>
    <w:rsid w:val="000512EE"/>
    <w:rsid w:val="00051531"/>
    <w:rsid w:val="00051895"/>
    <w:rsid w:val="000518F7"/>
    <w:rsid w:val="00051C85"/>
    <w:rsid w:val="00051E0F"/>
    <w:rsid w:val="00051E47"/>
    <w:rsid w:val="00051E9B"/>
    <w:rsid w:val="000520F7"/>
    <w:rsid w:val="000523F9"/>
    <w:rsid w:val="000524AC"/>
    <w:rsid w:val="000525D2"/>
    <w:rsid w:val="00052C85"/>
    <w:rsid w:val="00052D9B"/>
    <w:rsid w:val="00052F34"/>
    <w:rsid w:val="000531F5"/>
    <w:rsid w:val="00053CEF"/>
    <w:rsid w:val="00053D09"/>
    <w:rsid w:val="00053F9D"/>
    <w:rsid w:val="00054120"/>
    <w:rsid w:val="0005450A"/>
    <w:rsid w:val="00054706"/>
    <w:rsid w:val="00054A12"/>
    <w:rsid w:val="00054CFF"/>
    <w:rsid w:val="00055048"/>
    <w:rsid w:val="00055954"/>
    <w:rsid w:val="000559E5"/>
    <w:rsid w:val="00055E10"/>
    <w:rsid w:val="0005630B"/>
    <w:rsid w:val="00056405"/>
    <w:rsid w:val="00056412"/>
    <w:rsid w:val="000565BE"/>
    <w:rsid w:val="000567EA"/>
    <w:rsid w:val="000567FA"/>
    <w:rsid w:val="000568F7"/>
    <w:rsid w:val="00056AF2"/>
    <w:rsid w:val="00056C08"/>
    <w:rsid w:val="00056F34"/>
    <w:rsid w:val="0005705F"/>
    <w:rsid w:val="0005758A"/>
    <w:rsid w:val="000577A7"/>
    <w:rsid w:val="00057A0D"/>
    <w:rsid w:val="00057A56"/>
    <w:rsid w:val="00057BDF"/>
    <w:rsid w:val="00057C82"/>
    <w:rsid w:val="00057D3B"/>
    <w:rsid w:val="00057DEC"/>
    <w:rsid w:val="000600BD"/>
    <w:rsid w:val="0006026A"/>
    <w:rsid w:val="00060410"/>
    <w:rsid w:val="000604DE"/>
    <w:rsid w:val="000606A1"/>
    <w:rsid w:val="00060CD8"/>
    <w:rsid w:val="0006124E"/>
    <w:rsid w:val="000614F9"/>
    <w:rsid w:val="0006199A"/>
    <w:rsid w:val="00061AEC"/>
    <w:rsid w:val="00061B29"/>
    <w:rsid w:val="00061BBE"/>
    <w:rsid w:val="00061FB1"/>
    <w:rsid w:val="000623BC"/>
    <w:rsid w:val="00062456"/>
    <w:rsid w:val="00062572"/>
    <w:rsid w:val="000627A2"/>
    <w:rsid w:val="00062992"/>
    <w:rsid w:val="00062C75"/>
    <w:rsid w:val="00062F12"/>
    <w:rsid w:val="00063359"/>
    <w:rsid w:val="00063581"/>
    <w:rsid w:val="0006393D"/>
    <w:rsid w:val="00063ADC"/>
    <w:rsid w:val="00063C70"/>
    <w:rsid w:val="00063F39"/>
    <w:rsid w:val="00064145"/>
    <w:rsid w:val="000643A9"/>
    <w:rsid w:val="000646D9"/>
    <w:rsid w:val="00064A11"/>
    <w:rsid w:val="00064F57"/>
    <w:rsid w:val="00064FD7"/>
    <w:rsid w:val="0006568B"/>
    <w:rsid w:val="0006576E"/>
    <w:rsid w:val="000662F3"/>
    <w:rsid w:val="000665D3"/>
    <w:rsid w:val="00066791"/>
    <w:rsid w:val="000667CD"/>
    <w:rsid w:val="0006681D"/>
    <w:rsid w:val="00066CC2"/>
    <w:rsid w:val="000673B5"/>
    <w:rsid w:val="00067848"/>
    <w:rsid w:val="00067A03"/>
    <w:rsid w:val="00067B05"/>
    <w:rsid w:val="00067C61"/>
    <w:rsid w:val="0007008F"/>
    <w:rsid w:val="000700EA"/>
    <w:rsid w:val="000704CE"/>
    <w:rsid w:val="0007055C"/>
    <w:rsid w:val="00070C90"/>
    <w:rsid w:val="00071372"/>
    <w:rsid w:val="00071933"/>
    <w:rsid w:val="00071C6E"/>
    <w:rsid w:val="00071CAA"/>
    <w:rsid w:val="000722BB"/>
    <w:rsid w:val="00072533"/>
    <w:rsid w:val="000726AE"/>
    <w:rsid w:val="00072945"/>
    <w:rsid w:val="000729A7"/>
    <w:rsid w:val="00072A90"/>
    <w:rsid w:val="0007302B"/>
    <w:rsid w:val="0007337F"/>
    <w:rsid w:val="000734C3"/>
    <w:rsid w:val="00073551"/>
    <w:rsid w:val="000738FD"/>
    <w:rsid w:val="000739D9"/>
    <w:rsid w:val="00073C17"/>
    <w:rsid w:val="00073D9E"/>
    <w:rsid w:val="00073F26"/>
    <w:rsid w:val="0007409E"/>
    <w:rsid w:val="000742B8"/>
    <w:rsid w:val="00074466"/>
    <w:rsid w:val="0007459D"/>
    <w:rsid w:val="00074B31"/>
    <w:rsid w:val="00074BCA"/>
    <w:rsid w:val="0007561A"/>
    <w:rsid w:val="00075694"/>
    <w:rsid w:val="000759E0"/>
    <w:rsid w:val="00075B37"/>
    <w:rsid w:val="00075CED"/>
    <w:rsid w:val="00075DA1"/>
    <w:rsid w:val="00075E80"/>
    <w:rsid w:val="00075EE1"/>
    <w:rsid w:val="000764E8"/>
    <w:rsid w:val="000765E2"/>
    <w:rsid w:val="00076C4B"/>
    <w:rsid w:val="00076C63"/>
    <w:rsid w:val="00076FEC"/>
    <w:rsid w:val="0007750C"/>
    <w:rsid w:val="00077567"/>
    <w:rsid w:val="00077942"/>
    <w:rsid w:val="00077A85"/>
    <w:rsid w:val="00077EA8"/>
    <w:rsid w:val="00077ED1"/>
    <w:rsid w:val="00077EF9"/>
    <w:rsid w:val="0008017D"/>
    <w:rsid w:val="00080408"/>
    <w:rsid w:val="00080412"/>
    <w:rsid w:val="0008061A"/>
    <w:rsid w:val="0008077C"/>
    <w:rsid w:val="000807F6"/>
    <w:rsid w:val="00080B67"/>
    <w:rsid w:val="00080B9D"/>
    <w:rsid w:val="00080D09"/>
    <w:rsid w:val="00080D15"/>
    <w:rsid w:val="000813E9"/>
    <w:rsid w:val="0008146E"/>
    <w:rsid w:val="0008150C"/>
    <w:rsid w:val="000819C6"/>
    <w:rsid w:val="000819DA"/>
    <w:rsid w:val="00081A17"/>
    <w:rsid w:val="00081A7E"/>
    <w:rsid w:val="00081ACB"/>
    <w:rsid w:val="00081B72"/>
    <w:rsid w:val="00081BAB"/>
    <w:rsid w:val="0008211E"/>
    <w:rsid w:val="000825E8"/>
    <w:rsid w:val="00082796"/>
    <w:rsid w:val="000827C7"/>
    <w:rsid w:val="000828C6"/>
    <w:rsid w:val="000829CD"/>
    <w:rsid w:val="00082CE7"/>
    <w:rsid w:val="0008332A"/>
    <w:rsid w:val="00083419"/>
    <w:rsid w:val="0008371F"/>
    <w:rsid w:val="00083DE6"/>
    <w:rsid w:val="00083F26"/>
    <w:rsid w:val="00083FF0"/>
    <w:rsid w:val="0008405F"/>
    <w:rsid w:val="0008426C"/>
    <w:rsid w:val="00084271"/>
    <w:rsid w:val="00084661"/>
    <w:rsid w:val="00084A9A"/>
    <w:rsid w:val="00084B19"/>
    <w:rsid w:val="00084BD1"/>
    <w:rsid w:val="000850F4"/>
    <w:rsid w:val="000852EA"/>
    <w:rsid w:val="0008536B"/>
    <w:rsid w:val="00085438"/>
    <w:rsid w:val="00085868"/>
    <w:rsid w:val="00085D6C"/>
    <w:rsid w:val="00085E9A"/>
    <w:rsid w:val="0008627E"/>
    <w:rsid w:val="000868F6"/>
    <w:rsid w:val="00086B4B"/>
    <w:rsid w:val="00086C45"/>
    <w:rsid w:val="00086F85"/>
    <w:rsid w:val="00087153"/>
    <w:rsid w:val="0008718B"/>
    <w:rsid w:val="000874BC"/>
    <w:rsid w:val="00087560"/>
    <w:rsid w:val="00087628"/>
    <w:rsid w:val="00087691"/>
    <w:rsid w:val="00087764"/>
    <w:rsid w:val="000879E2"/>
    <w:rsid w:val="00087C5A"/>
    <w:rsid w:val="00087D8C"/>
    <w:rsid w:val="00087F59"/>
    <w:rsid w:val="0009024C"/>
    <w:rsid w:val="00090879"/>
    <w:rsid w:val="00090C74"/>
    <w:rsid w:val="00091244"/>
    <w:rsid w:val="0009129F"/>
    <w:rsid w:val="0009130D"/>
    <w:rsid w:val="00091377"/>
    <w:rsid w:val="00091438"/>
    <w:rsid w:val="000917D4"/>
    <w:rsid w:val="000917F6"/>
    <w:rsid w:val="000917FD"/>
    <w:rsid w:val="00091839"/>
    <w:rsid w:val="00091996"/>
    <w:rsid w:val="00091BDF"/>
    <w:rsid w:val="00091CC9"/>
    <w:rsid w:val="00091D93"/>
    <w:rsid w:val="00091F23"/>
    <w:rsid w:val="00091F5D"/>
    <w:rsid w:val="000920B0"/>
    <w:rsid w:val="00092332"/>
    <w:rsid w:val="00092611"/>
    <w:rsid w:val="00092665"/>
    <w:rsid w:val="0009280D"/>
    <w:rsid w:val="00092855"/>
    <w:rsid w:val="00092C5B"/>
    <w:rsid w:val="0009352C"/>
    <w:rsid w:val="0009354F"/>
    <w:rsid w:val="000935F4"/>
    <w:rsid w:val="00093A86"/>
    <w:rsid w:val="00093D2F"/>
    <w:rsid w:val="00093D40"/>
    <w:rsid w:val="00093E1D"/>
    <w:rsid w:val="00094291"/>
    <w:rsid w:val="000945F7"/>
    <w:rsid w:val="000946AC"/>
    <w:rsid w:val="000947D4"/>
    <w:rsid w:val="00094BB3"/>
    <w:rsid w:val="00094C07"/>
    <w:rsid w:val="00094C4E"/>
    <w:rsid w:val="00095450"/>
    <w:rsid w:val="00095667"/>
    <w:rsid w:val="000958BB"/>
    <w:rsid w:val="0009598E"/>
    <w:rsid w:val="00095CCC"/>
    <w:rsid w:val="00096103"/>
    <w:rsid w:val="00096285"/>
    <w:rsid w:val="00096304"/>
    <w:rsid w:val="000964D0"/>
    <w:rsid w:val="00096774"/>
    <w:rsid w:val="000967C5"/>
    <w:rsid w:val="00096DBE"/>
    <w:rsid w:val="00096ECC"/>
    <w:rsid w:val="00096FA5"/>
    <w:rsid w:val="000970EC"/>
    <w:rsid w:val="000975E4"/>
    <w:rsid w:val="0009768F"/>
    <w:rsid w:val="000977C8"/>
    <w:rsid w:val="00097D3B"/>
    <w:rsid w:val="000A04D6"/>
    <w:rsid w:val="000A0AE1"/>
    <w:rsid w:val="000A1028"/>
    <w:rsid w:val="000A1173"/>
    <w:rsid w:val="000A1424"/>
    <w:rsid w:val="000A1608"/>
    <w:rsid w:val="000A1731"/>
    <w:rsid w:val="000A1A35"/>
    <w:rsid w:val="000A209D"/>
    <w:rsid w:val="000A2170"/>
    <w:rsid w:val="000A2800"/>
    <w:rsid w:val="000A292D"/>
    <w:rsid w:val="000A2A09"/>
    <w:rsid w:val="000A2CA0"/>
    <w:rsid w:val="000A2E28"/>
    <w:rsid w:val="000A2E70"/>
    <w:rsid w:val="000A33AC"/>
    <w:rsid w:val="000A356C"/>
    <w:rsid w:val="000A3993"/>
    <w:rsid w:val="000A3B58"/>
    <w:rsid w:val="000A3B7C"/>
    <w:rsid w:val="000A4199"/>
    <w:rsid w:val="000A456F"/>
    <w:rsid w:val="000A475C"/>
    <w:rsid w:val="000A47DB"/>
    <w:rsid w:val="000A489C"/>
    <w:rsid w:val="000A4AA1"/>
    <w:rsid w:val="000A4DEE"/>
    <w:rsid w:val="000A5076"/>
    <w:rsid w:val="000A5139"/>
    <w:rsid w:val="000A5205"/>
    <w:rsid w:val="000A5289"/>
    <w:rsid w:val="000A52D5"/>
    <w:rsid w:val="000A5443"/>
    <w:rsid w:val="000A5551"/>
    <w:rsid w:val="000A59AE"/>
    <w:rsid w:val="000A5A62"/>
    <w:rsid w:val="000A5D7C"/>
    <w:rsid w:val="000A5F57"/>
    <w:rsid w:val="000A5FE1"/>
    <w:rsid w:val="000A6039"/>
    <w:rsid w:val="000A64F9"/>
    <w:rsid w:val="000A6764"/>
    <w:rsid w:val="000A67D2"/>
    <w:rsid w:val="000A6CB9"/>
    <w:rsid w:val="000A6DEC"/>
    <w:rsid w:val="000A6EAA"/>
    <w:rsid w:val="000A7646"/>
    <w:rsid w:val="000A7661"/>
    <w:rsid w:val="000A78F9"/>
    <w:rsid w:val="000A7C33"/>
    <w:rsid w:val="000A7EA6"/>
    <w:rsid w:val="000B0066"/>
    <w:rsid w:val="000B013F"/>
    <w:rsid w:val="000B09EF"/>
    <w:rsid w:val="000B0B54"/>
    <w:rsid w:val="000B1113"/>
    <w:rsid w:val="000B11AE"/>
    <w:rsid w:val="000B1341"/>
    <w:rsid w:val="000B15A1"/>
    <w:rsid w:val="000B1AB9"/>
    <w:rsid w:val="000B22E6"/>
    <w:rsid w:val="000B2306"/>
    <w:rsid w:val="000B266B"/>
    <w:rsid w:val="000B280B"/>
    <w:rsid w:val="000B2BEE"/>
    <w:rsid w:val="000B2C84"/>
    <w:rsid w:val="000B2E6D"/>
    <w:rsid w:val="000B309B"/>
    <w:rsid w:val="000B33D7"/>
    <w:rsid w:val="000B36D8"/>
    <w:rsid w:val="000B3DE3"/>
    <w:rsid w:val="000B4394"/>
    <w:rsid w:val="000B43E6"/>
    <w:rsid w:val="000B4407"/>
    <w:rsid w:val="000B46B7"/>
    <w:rsid w:val="000B47E8"/>
    <w:rsid w:val="000B4AF8"/>
    <w:rsid w:val="000B55C2"/>
    <w:rsid w:val="000B56BE"/>
    <w:rsid w:val="000B5AF2"/>
    <w:rsid w:val="000B5B87"/>
    <w:rsid w:val="000B5BCD"/>
    <w:rsid w:val="000B5D92"/>
    <w:rsid w:val="000B6106"/>
    <w:rsid w:val="000B651F"/>
    <w:rsid w:val="000B673F"/>
    <w:rsid w:val="000B6D0E"/>
    <w:rsid w:val="000B6F47"/>
    <w:rsid w:val="000B752C"/>
    <w:rsid w:val="000B754C"/>
    <w:rsid w:val="000B7E0B"/>
    <w:rsid w:val="000C007E"/>
    <w:rsid w:val="000C0271"/>
    <w:rsid w:val="000C0384"/>
    <w:rsid w:val="000C07FC"/>
    <w:rsid w:val="000C09D7"/>
    <w:rsid w:val="000C09FE"/>
    <w:rsid w:val="000C0A12"/>
    <w:rsid w:val="000C0BE6"/>
    <w:rsid w:val="000C0C16"/>
    <w:rsid w:val="000C0CAE"/>
    <w:rsid w:val="000C1149"/>
    <w:rsid w:val="000C1497"/>
    <w:rsid w:val="000C176C"/>
    <w:rsid w:val="000C1B73"/>
    <w:rsid w:val="000C234E"/>
    <w:rsid w:val="000C23E1"/>
    <w:rsid w:val="000C292C"/>
    <w:rsid w:val="000C297F"/>
    <w:rsid w:val="000C2BE6"/>
    <w:rsid w:val="000C32F6"/>
    <w:rsid w:val="000C39C0"/>
    <w:rsid w:val="000C3B8F"/>
    <w:rsid w:val="000C4020"/>
    <w:rsid w:val="000C40E5"/>
    <w:rsid w:val="000C41F5"/>
    <w:rsid w:val="000C420A"/>
    <w:rsid w:val="000C449D"/>
    <w:rsid w:val="000C4603"/>
    <w:rsid w:val="000C49F7"/>
    <w:rsid w:val="000C4DE3"/>
    <w:rsid w:val="000C5230"/>
    <w:rsid w:val="000C52DC"/>
    <w:rsid w:val="000C5318"/>
    <w:rsid w:val="000C5349"/>
    <w:rsid w:val="000C5632"/>
    <w:rsid w:val="000C571D"/>
    <w:rsid w:val="000C572A"/>
    <w:rsid w:val="000C5B40"/>
    <w:rsid w:val="000C5EC1"/>
    <w:rsid w:val="000C5F6D"/>
    <w:rsid w:val="000C69A7"/>
    <w:rsid w:val="000C6C61"/>
    <w:rsid w:val="000C6FAB"/>
    <w:rsid w:val="000C7251"/>
    <w:rsid w:val="000C7280"/>
    <w:rsid w:val="000C74A8"/>
    <w:rsid w:val="000C753C"/>
    <w:rsid w:val="000C75CC"/>
    <w:rsid w:val="000C7710"/>
    <w:rsid w:val="000C7961"/>
    <w:rsid w:val="000C7BE8"/>
    <w:rsid w:val="000C7CCD"/>
    <w:rsid w:val="000D01AD"/>
    <w:rsid w:val="000D01C0"/>
    <w:rsid w:val="000D06EA"/>
    <w:rsid w:val="000D0985"/>
    <w:rsid w:val="000D0FA1"/>
    <w:rsid w:val="000D162C"/>
    <w:rsid w:val="000D17D4"/>
    <w:rsid w:val="000D1BB4"/>
    <w:rsid w:val="000D1D89"/>
    <w:rsid w:val="000D1E2B"/>
    <w:rsid w:val="000D1F76"/>
    <w:rsid w:val="000D21B0"/>
    <w:rsid w:val="000D265C"/>
    <w:rsid w:val="000D2747"/>
    <w:rsid w:val="000D33FD"/>
    <w:rsid w:val="000D35F1"/>
    <w:rsid w:val="000D3F40"/>
    <w:rsid w:val="000D4FBD"/>
    <w:rsid w:val="000D5032"/>
    <w:rsid w:val="000D510A"/>
    <w:rsid w:val="000D5483"/>
    <w:rsid w:val="000D5713"/>
    <w:rsid w:val="000D5815"/>
    <w:rsid w:val="000D588F"/>
    <w:rsid w:val="000D59CA"/>
    <w:rsid w:val="000D5AC8"/>
    <w:rsid w:val="000D5E20"/>
    <w:rsid w:val="000D5F44"/>
    <w:rsid w:val="000D6496"/>
    <w:rsid w:val="000D6697"/>
    <w:rsid w:val="000D66CD"/>
    <w:rsid w:val="000D67AD"/>
    <w:rsid w:val="000D698B"/>
    <w:rsid w:val="000D6D85"/>
    <w:rsid w:val="000D7421"/>
    <w:rsid w:val="000D759C"/>
    <w:rsid w:val="000D7699"/>
    <w:rsid w:val="000D77A3"/>
    <w:rsid w:val="000E0248"/>
    <w:rsid w:val="000E0295"/>
    <w:rsid w:val="000E0547"/>
    <w:rsid w:val="000E0719"/>
    <w:rsid w:val="000E07B0"/>
    <w:rsid w:val="000E0887"/>
    <w:rsid w:val="000E0A82"/>
    <w:rsid w:val="000E0ACF"/>
    <w:rsid w:val="000E0CF3"/>
    <w:rsid w:val="000E0F1D"/>
    <w:rsid w:val="000E0F28"/>
    <w:rsid w:val="000E1551"/>
    <w:rsid w:val="000E163C"/>
    <w:rsid w:val="000E17DD"/>
    <w:rsid w:val="000E1B7B"/>
    <w:rsid w:val="000E1CFC"/>
    <w:rsid w:val="000E226E"/>
    <w:rsid w:val="000E249F"/>
    <w:rsid w:val="000E2876"/>
    <w:rsid w:val="000E29AD"/>
    <w:rsid w:val="000E2C93"/>
    <w:rsid w:val="000E2E8F"/>
    <w:rsid w:val="000E30E3"/>
    <w:rsid w:val="000E31C9"/>
    <w:rsid w:val="000E3408"/>
    <w:rsid w:val="000E36AC"/>
    <w:rsid w:val="000E36CD"/>
    <w:rsid w:val="000E375F"/>
    <w:rsid w:val="000E3829"/>
    <w:rsid w:val="000E3869"/>
    <w:rsid w:val="000E3874"/>
    <w:rsid w:val="000E3983"/>
    <w:rsid w:val="000E3D9D"/>
    <w:rsid w:val="000E40A5"/>
    <w:rsid w:val="000E40F7"/>
    <w:rsid w:val="000E426A"/>
    <w:rsid w:val="000E4505"/>
    <w:rsid w:val="000E49FA"/>
    <w:rsid w:val="000E4B25"/>
    <w:rsid w:val="000E4C65"/>
    <w:rsid w:val="000E5A63"/>
    <w:rsid w:val="000E5B4C"/>
    <w:rsid w:val="000E5B5E"/>
    <w:rsid w:val="000E5CB3"/>
    <w:rsid w:val="000E5F31"/>
    <w:rsid w:val="000E60F1"/>
    <w:rsid w:val="000E61E0"/>
    <w:rsid w:val="000E626E"/>
    <w:rsid w:val="000E668B"/>
    <w:rsid w:val="000E6699"/>
    <w:rsid w:val="000E6BB6"/>
    <w:rsid w:val="000E6D9B"/>
    <w:rsid w:val="000E6EE8"/>
    <w:rsid w:val="000E71AE"/>
    <w:rsid w:val="000E7247"/>
    <w:rsid w:val="000E77FC"/>
    <w:rsid w:val="000E783C"/>
    <w:rsid w:val="000E78FF"/>
    <w:rsid w:val="000E7AB9"/>
    <w:rsid w:val="000E7B47"/>
    <w:rsid w:val="000E7B8D"/>
    <w:rsid w:val="000E7CB6"/>
    <w:rsid w:val="000F01F7"/>
    <w:rsid w:val="000F03DE"/>
    <w:rsid w:val="000F05D0"/>
    <w:rsid w:val="000F07DF"/>
    <w:rsid w:val="000F09FB"/>
    <w:rsid w:val="000F0C2D"/>
    <w:rsid w:val="000F12B4"/>
    <w:rsid w:val="000F131F"/>
    <w:rsid w:val="000F15E7"/>
    <w:rsid w:val="000F1BD9"/>
    <w:rsid w:val="000F2332"/>
    <w:rsid w:val="000F24B7"/>
    <w:rsid w:val="000F2763"/>
    <w:rsid w:val="000F27B5"/>
    <w:rsid w:val="000F29FB"/>
    <w:rsid w:val="000F2E6A"/>
    <w:rsid w:val="000F32C1"/>
    <w:rsid w:val="000F33FE"/>
    <w:rsid w:val="000F3AF8"/>
    <w:rsid w:val="000F3C0C"/>
    <w:rsid w:val="000F3EE4"/>
    <w:rsid w:val="000F4312"/>
    <w:rsid w:val="000F4937"/>
    <w:rsid w:val="000F4A37"/>
    <w:rsid w:val="000F4B5C"/>
    <w:rsid w:val="000F4DEA"/>
    <w:rsid w:val="000F5372"/>
    <w:rsid w:val="000F58B2"/>
    <w:rsid w:val="000F5A08"/>
    <w:rsid w:val="000F5B75"/>
    <w:rsid w:val="000F5EA2"/>
    <w:rsid w:val="000F66FD"/>
    <w:rsid w:val="000F67E2"/>
    <w:rsid w:val="000F6BE7"/>
    <w:rsid w:val="000F6E8D"/>
    <w:rsid w:val="000F6E9F"/>
    <w:rsid w:val="000F709D"/>
    <w:rsid w:val="000F71F5"/>
    <w:rsid w:val="000F7220"/>
    <w:rsid w:val="000F72A2"/>
    <w:rsid w:val="000F72BC"/>
    <w:rsid w:val="000F7335"/>
    <w:rsid w:val="000F76C8"/>
    <w:rsid w:val="000F7A41"/>
    <w:rsid w:val="000F7DC2"/>
    <w:rsid w:val="000F7E08"/>
    <w:rsid w:val="00100074"/>
    <w:rsid w:val="0010008C"/>
    <w:rsid w:val="001000FA"/>
    <w:rsid w:val="0010017B"/>
    <w:rsid w:val="001004FF"/>
    <w:rsid w:val="0010051C"/>
    <w:rsid w:val="00100603"/>
    <w:rsid w:val="001006D5"/>
    <w:rsid w:val="0010098A"/>
    <w:rsid w:val="00100AB4"/>
    <w:rsid w:val="00100E91"/>
    <w:rsid w:val="00100EA6"/>
    <w:rsid w:val="00100F64"/>
    <w:rsid w:val="00100F78"/>
    <w:rsid w:val="00101393"/>
    <w:rsid w:val="00101DBB"/>
    <w:rsid w:val="00101E4A"/>
    <w:rsid w:val="00101EAC"/>
    <w:rsid w:val="00102062"/>
    <w:rsid w:val="00102340"/>
    <w:rsid w:val="0010258D"/>
    <w:rsid w:val="0010273A"/>
    <w:rsid w:val="00102B64"/>
    <w:rsid w:val="00102DF7"/>
    <w:rsid w:val="001031A7"/>
    <w:rsid w:val="0010369D"/>
    <w:rsid w:val="001037F4"/>
    <w:rsid w:val="00103908"/>
    <w:rsid w:val="001048A9"/>
    <w:rsid w:val="001049F8"/>
    <w:rsid w:val="00104D36"/>
    <w:rsid w:val="00104DAF"/>
    <w:rsid w:val="00105028"/>
    <w:rsid w:val="00105097"/>
    <w:rsid w:val="0010536C"/>
    <w:rsid w:val="0010556B"/>
    <w:rsid w:val="00105648"/>
    <w:rsid w:val="0010584A"/>
    <w:rsid w:val="00105924"/>
    <w:rsid w:val="00105C94"/>
    <w:rsid w:val="00105F42"/>
    <w:rsid w:val="001069AD"/>
    <w:rsid w:val="00106A2F"/>
    <w:rsid w:val="00106A71"/>
    <w:rsid w:val="00106C37"/>
    <w:rsid w:val="00106D05"/>
    <w:rsid w:val="0010703C"/>
    <w:rsid w:val="0010768C"/>
    <w:rsid w:val="00107858"/>
    <w:rsid w:val="00107940"/>
    <w:rsid w:val="00107FD4"/>
    <w:rsid w:val="00110124"/>
    <w:rsid w:val="00110136"/>
    <w:rsid w:val="0011154B"/>
    <w:rsid w:val="00111824"/>
    <w:rsid w:val="001119F5"/>
    <w:rsid w:val="00112550"/>
    <w:rsid w:val="001127C2"/>
    <w:rsid w:val="00112AB7"/>
    <w:rsid w:val="00112AE2"/>
    <w:rsid w:val="00112B39"/>
    <w:rsid w:val="00112E5C"/>
    <w:rsid w:val="001137BF"/>
    <w:rsid w:val="00113868"/>
    <w:rsid w:val="00113972"/>
    <w:rsid w:val="00113BBF"/>
    <w:rsid w:val="00113D88"/>
    <w:rsid w:val="00113F66"/>
    <w:rsid w:val="00114113"/>
    <w:rsid w:val="001144A7"/>
    <w:rsid w:val="00114546"/>
    <w:rsid w:val="00114889"/>
    <w:rsid w:val="0011499E"/>
    <w:rsid w:val="00114A3A"/>
    <w:rsid w:val="00115041"/>
    <w:rsid w:val="001151C5"/>
    <w:rsid w:val="0011527F"/>
    <w:rsid w:val="001154CC"/>
    <w:rsid w:val="00115AA7"/>
    <w:rsid w:val="00115DF9"/>
    <w:rsid w:val="00116098"/>
    <w:rsid w:val="00116546"/>
    <w:rsid w:val="0011666F"/>
    <w:rsid w:val="001169E5"/>
    <w:rsid w:val="00116C05"/>
    <w:rsid w:val="00116D53"/>
    <w:rsid w:val="0011730A"/>
    <w:rsid w:val="0011736A"/>
    <w:rsid w:val="001179CA"/>
    <w:rsid w:val="00117D2E"/>
    <w:rsid w:val="0012000D"/>
    <w:rsid w:val="00120288"/>
    <w:rsid w:val="001203CB"/>
    <w:rsid w:val="00120514"/>
    <w:rsid w:val="0012054C"/>
    <w:rsid w:val="00120826"/>
    <w:rsid w:val="001209F5"/>
    <w:rsid w:val="00120FE2"/>
    <w:rsid w:val="00121046"/>
    <w:rsid w:val="001214F1"/>
    <w:rsid w:val="001215A6"/>
    <w:rsid w:val="00121C21"/>
    <w:rsid w:val="00121C78"/>
    <w:rsid w:val="00121CFD"/>
    <w:rsid w:val="00121DFC"/>
    <w:rsid w:val="00121E46"/>
    <w:rsid w:val="00122314"/>
    <w:rsid w:val="00122410"/>
    <w:rsid w:val="00122DEF"/>
    <w:rsid w:val="00122ECD"/>
    <w:rsid w:val="00122EDF"/>
    <w:rsid w:val="0012319D"/>
    <w:rsid w:val="00123463"/>
    <w:rsid w:val="001236C1"/>
    <w:rsid w:val="001237D4"/>
    <w:rsid w:val="00123958"/>
    <w:rsid w:val="00123ABB"/>
    <w:rsid w:val="00123B78"/>
    <w:rsid w:val="00123C05"/>
    <w:rsid w:val="00123E4B"/>
    <w:rsid w:val="001245E3"/>
    <w:rsid w:val="001246ED"/>
    <w:rsid w:val="001247AF"/>
    <w:rsid w:val="0012495F"/>
    <w:rsid w:val="0012496E"/>
    <w:rsid w:val="00124A4F"/>
    <w:rsid w:val="00124A77"/>
    <w:rsid w:val="00124E20"/>
    <w:rsid w:val="00124E37"/>
    <w:rsid w:val="00124E3B"/>
    <w:rsid w:val="00125049"/>
    <w:rsid w:val="001252DC"/>
    <w:rsid w:val="0012549F"/>
    <w:rsid w:val="00125A34"/>
    <w:rsid w:val="00125ED2"/>
    <w:rsid w:val="0012617D"/>
    <w:rsid w:val="00126856"/>
    <w:rsid w:val="001269B8"/>
    <w:rsid w:val="0012721E"/>
    <w:rsid w:val="0012734F"/>
    <w:rsid w:val="001274C1"/>
    <w:rsid w:val="0012770B"/>
    <w:rsid w:val="0012776A"/>
    <w:rsid w:val="001278DD"/>
    <w:rsid w:val="00127B10"/>
    <w:rsid w:val="00127B46"/>
    <w:rsid w:val="00127B55"/>
    <w:rsid w:val="00127B6B"/>
    <w:rsid w:val="00130143"/>
    <w:rsid w:val="001301D8"/>
    <w:rsid w:val="0013047E"/>
    <w:rsid w:val="001304B2"/>
    <w:rsid w:val="00130655"/>
    <w:rsid w:val="0013083A"/>
    <w:rsid w:val="00130B0B"/>
    <w:rsid w:val="00130E35"/>
    <w:rsid w:val="00130EA2"/>
    <w:rsid w:val="00131CCF"/>
    <w:rsid w:val="00131D56"/>
    <w:rsid w:val="00131DAA"/>
    <w:rsid w:val="00131EF6"/>
    <w:rsid w:val="00131F98"/>
    <w:rsid w:val="00132179"/>
    <w:rsid w:val="0013223E"/>
    <w:rsid w:val="0013252A"/>
    <w:rsid w:val="00132896"/>
    <w:rsid w:val="0013300B"/>
    <w:rsid w:val="001331CC"/>
    <w:rsid w:val="001337EA"/>
    <w:rsid w:val="001339C4"/>
    <w:rsid w:val="00133DDE"/>
    <w:rsid w:val="00133F0E"/>
    <w:rsid w:val="00133F49"/>
    <w:rsid w:val="0013409D"/>
    <w:rsid w:val="00134190"/>
    <w:rsid w:val="001341DC"/>
    <w:rsid w:val="00134289"/>
    <w:rsid w:val="001348B2"/>
    <w:rsid w:val="00134AF3"/>
    <w:rsid w:val="00134B23"/>
    <w:rsid w:val="00134EAC"/>
    <w:rsid w:val="00134F23"/>
    <w:rsid w:val="001352AC"/>
    <w:rsid w:val="00135714"/>
    <w:rsid w:val="0013580A"/>
    <w:rsid w:val="001358C8"/>
    <w:rsid w:val="00135902"/>
    <w:rsid w:val="00135946"/>
    <w:rsid w:val="00135DCE"/>
    <w:rsid w:val="00135E97"/>
    <w:rsid w:val="0013646C"/>
    <w:rsid w:val="001364C4"/>
    <w:rsid w:val="00136734"/>
    <w:rsid w:val="00136D6F"/>
    <w:rsid w:val="00136D92"/>
    <w:rsid w:val="00137334"/>
    <w:rsid w:val="0013743C"/>
    <w:rsid w:val="00137660"/>
    <w:rsid w:val="00137883"/>
    <w:rsid w:val="0013796D"/>
    <w:rsid w:val="00137F09"/>
    <w:rsid w:val="0014023D"/>
    <w:rsid w:val="00140AC1"/>
    <w:rsid w:val="00140B77"/>
    <w:rsid w:val="00140D05"/>
    <w:rsid w:val="00141129"/>
    <w:rsid w:val="00141258"/>
    <w:rsid w:val="001412A0"/>
    <w:rsid w:val="001412A6"/>
    <w:rsid w:val="0014151B"/>
    <w:rsid w:val="00141D00"/>
    <w:rsid w:val="0014240A"/>
    <w:rsid w:val="0014243F"/>
    <w:rsid w:val="00142911"/>
    <w:rsid w:val="00142BA0"/>
    <w:rsid w:val="00142BC8"/>
    <w:rsid w:val="00142C35"/>
    <w:rsid w:val="00142D95"/>
    <w:rsid w:val="00143009"/>
    <w:rsid w:val="001431BA"/>
    <w:rsid w:val="00143368"/>
    <w:rsid w:val="001438C1"/>
    <w:rsid w:val="00143A34"/>
    <w:rsid w:val="00143C24"/>
    <w:rsid w:val="00143F7E"/>
    <w:rsid w:val="00143F96"/>
    <w:rsid w:val="00143F98"/>
    <w:rsid w:val="0014442A"/>
    <w:rsid w:val="0014464E"/>
    <w:rsid w:val="00144FBB"/>
    <w:rsid w:val="00145269"/>
    <w:rsid w:val="001452D8"/>
    <w:rsid w:val="00145787"/>
    <w:rsid w:val="00145FD7"/>
    <w:rsid w:val="001461EB"/>
    <w:rsid w:val="001462CE"/>
    <w:rsid w:val="00146564"/>
    <w:rsid w:val="00147101"/>
    <w:rsid w:val="001471EB"/>
    <w:rsid w:val="00147314"/>
    <w:rsid w:val="001474E0"/>
    <w:rsid w:val="00147B6F"/>
    <w:rsid w:val="0015011B"/>
    <w:rsid w:val="00150627"/>
    <w:rsid w:val="001509E1"/>
    <w:rsid w:val="00150E77"/>
    <w:rsid w:val="00150EA8"/>
    <w:rsid w:val="0015100E"/>
    <w:rsid w:val="001511BD"/>
    <w:rsid w:val="00151ADB"/>
    <w:rsid w:val="00151B9F"/>
    <w:rsid w:val="00151E3B"/>
    <w:rsid w:val="00151FA3"/>
    <w:rsid w:val="00152383"/>
    <w:rsid w:val="00152461"/>
    <w:rsid w:val="00152A69"/>
    <w:rsid w:val="00152C49"/>
    <w:rsid w:val="00152D32"/>
    <w:rsid w:val="00152D72"/>
    <w:rsid w:val="00152F69"/>
    <w:rsid w:val="00152FE4"/>
    <w:rsid w:val="00153252"/>
    <w:rsid w:val="00153439"/>
    <w:rsid w:val="001536BC"/>
    <w:rsid w:val="00153A7D"/>
    <w:rsid w:val="00153D87"/>
    <w:rsid w:val="00153EC3"/>
    <w:rsid w:val="00153F45"/>
    <w:rsid w:val="001540A2"/>
    <w:rsid w:val="001543E1"/>
    <w:rsid w:val="001546D4"/>
    <w:rsid w:val="00154D66"/>
    <w:rsid w:val="00154E29"/>
    <w:rsid w:val="00154FA2"/>
    <w:rsid w:val="001551E7"/>
    <w:rsid w:val="001552C3"/>
    <w:rsid w:val="00155303"/>
    <w:rsid w:val="00155742"/>
    <w:rsid w:val="00155BAC"/>
    <w:rsid w:val="00155BEA"/>
    <w:rsid w:val="00155F8A"/>
    <w:rsid w:val="00156308"/>
    <w:rsid w:val="001568A5"/>
    <w:rsid w:val="00156AE1"/>
    <w:rsid w:val="00156F36"/>
    <w:rsid w:val="001570CA"/>
    <w:rsid w:val="00157222"/>
    <w:rsid w:val="00157251"/>
    <w:rsid w:val="00157377"/>
    <w:rsid w:val="00157534"/>
    <w:rsid w:val="00160179"/>
    <w:rsid w:val="00160B45"/>
    <w:rsid w:val="00161002"/>
    <w:rsid w:val="001612C6"/>
    <w:rsid w:val="00161369"/>
    <w:rsid w:val="00161A27"/>
    <w:rsid w:val="00162228"/>
    <w:rsid w:val="00162257"/>
    <w:rsid w:val="00162724"/>
    <w:rsid w:val="00162AAD"/>
    <w:rsid w:val="00163137"/>
    <w:rsid w:val="0016336B"/>
    <w:rsid w:val="00163370"/>
    <w:rsid w:val="001640FD"/>
    <w:rsid w:val="00164258"/>
    <w:rsid w:val="00164685"/>
    <w:rsid w:val="00164BA2"/>
    <w:rsid w:val="00164D6E"/>
    <w:rsid w:val="001650C1"/>
    <w:rsid w:val="0016526C"/>
    <w:rsid w:val="0016538C"/>
    <w:rsid w:val="001653C5"/>
    <w:rsid w:val="00165629"/>
    <w:rsid w:val="00165767"/>
    <w:rsid w:val="00165787"/>
    <w:rsid w:val="001657E0"/>
    <w:rsid w:val="0016589B"/>
    <w:rsid w:val="001658AE"/>
    <w:rsid w:val="00165B6F"/>
    <w:rsid w:val="00165E1A"/>
    <w:rsid w:val="00165E7C"/>
    <w:rsid w:val="00165FEE"/>
    <w:rsid w:val="0016689C"/>
    <w:rsid w:val="00166CB7"/>
    <w:rsid w:val="00166D06"/>
    <w:rsid w:val="0016735C"/>
    <w:rsid w:val="001675E1"/>
    <w:rsid w:val="0016761D"/>
    <w:rsid w:val="0016767E"/>
    <w:rsid w:val="00167938"/>
    <w:rsid w:val="00167AC1"/>
    <w:rsid w:val="00167B98"/>
    <w:rsid w:val="00167E32"/>
    <w:rsid w:val="00167F93"/>
    <w:rsid w:val="00170015"/>
    <w:rsid w:val="001700B5"/>
    <w:rsid w:val="00170A5F"/>
    <w:rsid w:val="00170B9B"/>
    <w:rsid w:val="00170D2F"/>
    <w:rsid w:val="00170F19"/>
    <w:rsid w:val="0017103D"/>
    <w:rsid w:val="00171269"/>
    <w:rsid w:val="001715D0"/>
    <w:rsid w:val="001716A0"/>
    <w:rsid w:val="00171748"/>
    <w:rsid w:val="001717E8"/>
    <w:rsid w:val="00171A4F"/>
    <w:rsid w:val="00171D6E"/>
    <w:rsid w:val="00171E16"/>
    <w:rsid w:val="00171F20"/>
    <w:rsid w:val="001721C7"/>
    <w:rsid w:val="0017244B"/>
    <w:rsid w:val="00172919"/>
    <w:rsid w:val="00172E9F"/>
    <w:rsid w:val="00172EF9"/>
    <w:rsid w:val="00173099"/>
    <w:rsid w:val="00173129"/>
    <w:rsid w:val="001734B4"/>
    <w:rsid w:val="0017354F"/>
    <w:rsid w:val="00173591"/>
    <w:rsid w:val="00173871"/>
    <w:rsid w:val="001739F6"/>
    <w:rsid w:val="00173A1A"/>
    <w:rsid w:val="00173B7B"/>
    <w:rsid w:val="00173C64"/>
    <w:rsid w:val="00173D24"/>
    <w:rsid w:val="00173D80"/>
    <w:rsid w:val="00174230"/>
    <w:rsid w:val="001745DD"/>
    <w:rsid w:val="001748B8"/>
    <w:rsid w:val="00174932"/>
    <w:rsid w:val="00174D27"/>
    <w:rsid w:val="00174DF6"/>
    <w:rsid w:val="00175351"/>
    <w:rsid w:val="00175560"/>
    <w:rsid w:val="0017557E"/>
    <w:rsid w:val="0017565E"/>
    <w:rsid w:val="00175BB8"/>
    <w:rsid w:val="00175BDC"/>
    <w:rsid w:val="00175D28"/>
    <w:rsid w:val="00175ECB"/>
    <w:rsid w:val="00175F57"/>
    <w:rsid w:val="00176109"/>
    <w:rsid w:val="001765EB"/>
    <w:rsid w:val="0017663E"/>
    <w:rsid w:val="00176722"/>
    <w:rsid w:val="00176C77"/>
    <w:rsid w:val="00177886"/>
    <w:rsid w:val="00177BBA"/>
    <w:rsid w:val="00177C76"/>
    <w:rsid w:val="00177DF7"/>
    <w:rsid w:val="00177F9A"/>
    <w:rsid w:val="00180029"/>
    <w:rsid w:val="001804E2"/>
    <w:rsid w:val="00180D44"/>
    <w:rsid w:val="00180E83"/>
    <w:rsid w:val="00181029"/>
    <w:rsid w:val="0018123B"/>
    <w:rsid w:val="00181698"/>
    <w:rsid w:val="001823BF"/>
    <w:rsid w:val="0018247C"/>
    <w:rsid w:val="001824C8"/>
    <w:rsid w:val="001826F6"/>
    <w:rsid w:val="00182890"/>
    <w:rsid w:val="00182AAB"/>
    <w:rsid w:val="00182C89"/>
    <w:rsid w:val="0018333A"/>
    <w:rsid w:val="00183390"/>
    <w:rsid w:val="001833AD"/>
    <w:rsid w:val="00183B39"/>
    <w:rsid w:val="0018400F"/>
    <w:rsid w:val="001840DA"/>
    <w:rsid w:val="001841B7"/>
    <w:rsid w:val="00184776"/>
    <w:rsid w:val="001849BD"/>
    <w:rsid w:val="00184CEE"/>
    <w:rsid w:val="00184D24"/>
    <w:rsid w:val="00184F7C"/>
    <w:rsid w:val="00184FF6"/>
    <w:rsid w:val="00185004"/>
    <w:rsid w:val="00185551"/>
    <w:rsid w:val="0018558F"/>
    <w:rsid w:val="00185708"/>
    <w:rsid w:val="001858B2"/>
    <w:rsid w:val="0018597A"/>
    <w:rsid w:val="00185F79"/>
    <w:rsid w:val="00186241"/>
    <w:rsid w:val="001862AF"/>
    <w:rsid w:val="001867B7"/>
    <w:rsid w:val="00186B9B"/>
    <w:rsid w:val="00186DC5"/>
    <w:rsid w:val="0018725F"/>
    <w:rsid w:val="00187697"/>
    <w:rsid w:val="00187B7D"/>
    <w:rsid w:val="00187EA3"/>
    <w:rsid w:val="00190044"/>
    <w:rsid w:val="001905F1"/>
    <w:rsid w:val="00190B2D"/>
    <w:rsid w:val="00190C5F"/>
    <w:rsid w:val="00190E36"/>
    <w:rsid w:val="00190EF9"/>
    <w:rsid w:val="00190FAA"/>
    <w:rsid w:val="001917EA"/>
    <w:rsid w:val="001920C1"/>
    <w:rsid w:val="001926D2"/>
    <w:rsid w:val="001926EE"/>
    <w:rsid w:val="001928F1"/>
    <w:rsid w:val="00192921"/>
    <w:rsid w:val="00192B54"/>
    <w:rsid w:val="0019311F"/>
    <w:rsid w:val="001932A9"/>
    <w:rsid w:val="0019337A"/>
    <w:rsid w:val="00193543"/>
    <w:rsid w:val="0019364F"/>
    <w:rsid w:val="00193827"/>
    <w:rsid w:val="001938B0"/>
    <w:rsid w:val="001938C3"/>
    <w:rsid w:val="001939DB"/>
    <w:rsid w:val="00193A45"/>
    <w:rsid w:val="00194838"/>
    <w:rsid w:val="00195173"/>
    <w:rsid w:val="0019591C"/>
    <w:rsid w:val="00195F16"/>
    <w:rsid w:val="00195F5E"/>
    <w:rsid w:val="001960B2"/>
    <w:rsid w:val="001963E2"/>
    <w:rsid w:val="00197349"/>
    <w:rsid w:val="00197479"/>
    <w:rsid w:val="001974B2"/>
    <w:rsid w:val="0019754E"/>
    <w:rsid w:val="00197590"/>
    <w:rsid w:val="001975CD"/>
    <w:rsid w:val="001975FF"/>
    <w:rsid w:val="00197687"/>
    <w:rsid w:val="0019770C"/>
    <w:rsid w:val="00197837"/>
    <w:rsid w:val="0019788C"/>
    <w:rsid w:val="00197895"/>
    <w:rsid w:val="00197A04"/>
    <w:rsid w:val="00197AB3"/>
    <w:rsid w:val="00197EB6"/>
    <w:rsid w:val="001A00FC"/>
    <w:rsid w:val="001A0160"/>
    <w:rsid w:val="001A025A"/>
    <w:rsid w:val="001A0C87"/>
    <w:rsid w:val="001A0CC3"/>
    <w:rsid w:val="001A103E"/>
    <w:rsid w:val="001A128F"/>
    <w:rsid w:val="001A12EF"/>
    <w:rsid w:val="001A1735"/>
    <w:rsid w:val="001A1D4B"/>
    <w:rsid w:val="001A1E04"/>
    <w:rsid w:val="001A20D7"/>
    <w:rsid w:val="001A279C"/>
    <w:rsid w:val="001A2BA9"/>
    <w:rsid w:val="001A31E9"/>
    <w:rsid w:val="001A3328"/>
    <w:rsid w:val="001A35EB"/>
    <w:rsid w:val="001A389B"/>
    <w:rsid w:val="001A3A8B"/>
    <w:rsid w:val="001A3BD3"/>
    <w:rsid w:val="001A3CFC"/>
    <w:rsid w:val="001A3DA8"/>
    <w:rsid w:val="001A3FE2"/>
    <w:rsid w:val="001A409E"/>
    <w:rsid w:val="001A40EB"/>
    <w:rsid w:val="001A43C8"/>
    <w:rsid w:val="001A4739"/>
    <w:rsid w:val="001A47AC"/>
    <w:rsid w:val="001A48A3"/>
    <w:rsid w:val="001A5151"/>
    <w:rsid w:val="001A5536"/>
    <w:rsid w:val="001A562D"/>
    <w:rsid w:val="001A5700"/>
    <w:rsid w:val="001A58AA"/>
    <w:rsid w:val="001A59B3"/>
    <w:rsid w:val="001A5C39"/>
    <w:rsid w:val="001A5C9F"/>
    <w:rsid w:val="001A61CA"/>
    <w:rsid w:val="001A64D1"/>
    <w:rsid w:val="001A6A7E"/>
    <w:rsid w:val="001A6AF9"/>
    <w:rsid w:val="001A6DAF"/>
    <w:rsid w:val="001A72B0"/>
    <w:rsid w:val="001A7406"/>
    <w:rsid w:val="001A76A1"/>
    <w:rsid w:val="001A76A8"/>
    <w:rsid w:val="001A77CA"/>
    <w:rsid w:val="001A783C"/>
    <w:rsid w:val="001A7938"/>
    <w:rsid w:val="001A7C02"/>
    <w:rsid w:val="001A7C83"/>
    <w:rsid w:val="001B0058"/>
    <w:rsid w:val="001B02D7"/>
    <w:rsid w:val="001B0318"/>
    <w:rsid w:val="001B03A0"/>
    <w:rsid w:val="001B0C09"/>
    <w:rsid w:val="001B0D40"/>
    <w:rsid w:val="001B0D6A"/>
    <w:rsid w:val="001B0E40"/>
    <w:rsid w:val="001B0F4F"/>
    <w:rsid w:val="001B1487"/>
    <w:rsid w:val="001B1517"/>
    <w:rsid w:val="001B17A2"/>
    <w:rsid w:val="001B1BBF"/>
    <w:rsid w:val="001B1C88"/>
    <w:rsid w:val="001B1CE7"/>
    <w:rsid w:val="001B1D68"/>
    <w:rsid w:val="001B21C6"/>
    <w:rsid w:val="001B2B1C"/>
    <w:rsid w:val="001B2EC1"/>
    <w:rsid w:val="001B2F40"/>
    <w:rsid w:val="001B2FB4"/>
    <w:rsid w:val="001B309F"/>
    <w:rsid w:val="001B31C1"/>
    <w:rsid w:val="001B31C3"/>
    <w:rsid w:val="001B343E"/>
    <w:rsid w:val="001B35AE"/>
    <w:rsid w:val="001B3729"/>
    <w:rsid w:val="001B37C0"/>
    <w:rsid w:val="001B3A96"/>
    <w:rsid w:val="001B3DBA"/>
    <w:rsid w:val="001B3FED"/>
    <w:rsid w:val="001B410B"/>
    <w:rsid w:val="001B458E"/>
    <w:rsid w:val="001B493C"/>
    <w:rsid w:val="001B4C12"/>
    <w:rsid w:val="001B5115"/>
    <w:rsid w:val="001B5406"/>
    <w:rsid w:val="001B6191"/>
    <w:rsid w:val="001B61F3"/>
    <w:rsid w:val="001B63EC"/>
    <w:rsid w:val="001B686F"/>
    <w:rsid w:val="001B68C0"/>
    <w:rsid w:val="001B6E53"/>
    <w:rsid w:val="001B7298"/>
    <w:rsid w:val="001B7561"/>
    <w:rsid w:val="001B7B59"/>
    <w:rsid w:val="001B7F7F"/>
    <w:rsid w:val="001C0172"/>
    <w:rsid w:val="001C0255"/>
    <w:rsid w:val="001C07B0"/>
    <w:rsid w:val="001C108C"/>
    <w:rsid w:val="001C12D4"/>
    <w:rsid w:val="001C130F"/>
    <w:rsid w:val="001C1694"/>
    <w:rsid w:val="001C19C2"/>
    <w:rsid w:val="001C1B73"/>
    <w:rsid w:val="001C234D"/>
    <w:rsid w:val="001C2468"/>
    <w:rsid w:val="001C2870"/>
    <w:rsid w:val="001C2A03"/>
    <w:rsid w:val="001C2C57"/>
    <w:rsid w:val="001C325F"/>
    <w:rsid w:val="001C376A"/>
    <w:rsid w:val="001C394B"/>
    <w:rsid w:val="001C3B6A"/>
    <w:rsid w:val="001C3DAF"/>
    <w:rsid w:val="001C401A"/>
    <w:rsid w:val="001C4080"/>
    <w:rsid w:val="001C4210"/>
    <w:rsid w:val="001C444C"/>
    <w:rsid w:val="001C4657"/>
    <w:rsid w:val="001C4B46"/>
    <w:rsid w:val="001C4ED8"/>
    <w:rsid w:val="001C507B"/>
    <w:rsid w:val="001C555E"/>
    <w:rsid w:val="001C57F9"/>
    <w:rsid w:val="001C5BD5"/>
    <w:rsid w:val="001C5CC2"/>
    <w:rsid w:val="001C5D71"/>
    <w:rsid w:val="001C6119"/>
    <w:rsid w:val="001C615D"/>
    <w:rsid w:val="001C6251"/>
    <w:rsid w:val="001C64E6"/>
    <w:rsid w:val="001C669A"/>
    <w:rsid w:val="001C6758"/>
    <w:rsid w:val="001C68C8"/>
    <w:rsid w:val="001C6B40"/>
    <w:rsid w:val="001C7104"/>
    <w:rsid w:val="001C7298"/>
    <w:rsid w:val="001C78A7"/>
    <w:rsid w:val="001C7D44"/>
    <w:rsid w:val="001D0072"/>
    <w:rsid w:val="001D055E"/>
    <w:rsid w:val="001D0AE9"/>
    <w:rsid w:val="001D0FF4"/>
    <w:rsid w:val="001D11D3"/>
    <w:rsid w:val="001D16DE"/>
    <w:rsid w:val="001D16FF"/>
    <w:rsid w:val="001D17D5"/>
    <w:rsid w:val="001D18A0"/>
    <w:rsid w:val="001D18AE"/>
    <w:rsid w:val="001D18DD"/>
    <w:rsid w:val="001D1940"/>
    <w:rsid w:val="001D19C7"/>
    <w:rsid w:val="001D1A0A"/>
    <w:rsid w:val="001D1D01"/>
    <w:rsid w:val="001D1D6A"/>
    <w:rsid w:val="001D211B"/>
    <w:rsid w:val="001D2399"/>
    <w:rsid w:val="001D2564"/>
    <w:rsid w:val="001D2668"/>
    <w:rsid w:val="001D2948"/>
    <w:rsid w:val="001D2DFA"/>
    <w:rsid w:val="001D2F0C"/>
    <w:rsid w:val="001D2F70"/>
    <w:rsid w:val="001D3908"/>
    <w:rsid w:val="001D3943"/>
    <w:rsid w:val="001D3DE9"/>
    <w:rsid w:val="001D3FC7"/>
    <w:rsid w:val="001D403C"/>
    <w:rsid w:val="001D407D"/>
    <w:rsid w:val="001D43FA"/>
    <w:rsid w:val="001D4569"/>
    <w:rsid w:val="001D48A0"/>
    <w:rsid w:val="001D4A8E"/>
    <w:rsid w:val="001D4C1E"/>
    <w:rsid w:val="001D4CDE"/>
    <w:rsid w:val="001D4D81"/>
    <w:rsid w:val="001D5050"/>
    <w:rsid w:val="001D50EE"/>
    <w:rsid w:val="001D51E7"/>
    <w:rsid w:val="001D5753"/>
    <w:rsid w:val="001D5786"/>
    <w:rsid w:val="001D5A6B"/>
    <w:rsid w:val="001D5E0A"/>
    <w:rsid w:val="001D5E10"/>
    <w:rsid w:val="001D5F5C"/>
    <w:rsid w:val="001D60BD"/>
    <w:rsid w:val="001D6127"/>
    <w:rsid w:val="001D6161"/>
    <w:rsid w:val="001D6199"/>
    <w:rsid w:val="001D6749"/>
    <w:rsid w:val="001D6792"/>
    <w:rsid w:val="001D6859"/>
    <w:rsid w:val="001D68E9"/>
    <w:rsid w:val="001D6DD1"/>
    <w:rsid w:val="001D70D4"/>
    <w:rsid w:val="001D7150"/>
    <w:rsid w:val="001D7216"/>
    <w:rsid w:val="001D7702"/>
    <w:rsid w:val="001D780B"/>
    <w:rsid w:val="001D785E"/>
    <w:rsid w:val="001D787C"/>
    <w:rsid w:val="001D7E26"/>
    <w:rsid w:val="001D7EEF"/>
    <w:rsid w:val="001E001B"/>
    <w:rsid w:val="001E026D"/>
    <w:rsid w:val="001E0405"/>
    <w:rsid w:val="001E051A"/>
    <w:rsid w:val="001E0EA1"/>
    <w:rsid w:val="001E1082"/>
    <w:rsid w:val="001E12F9"/>
    <w:rsid w:val="001E1375"/>
    <w:rsid w:val="001E1564"/>
    <w:rsid w:val="001E1596"/>
    <w:rsid w:val="001E15A1"/>
    <w:rsid w:val="001E1829"/>
    <w:rsid w:val="001E2351"/>
    <w:rsid w:val="001E243E"/>
    <w:rsid w:val="001E28A9"/>
    <w:rsid w:val="001E29FE"/>
    <w:rsid w:val="001E2AB3"/>
    <w:rsid w:val="001E2FCD"/>
    <w:rsid w:val="001E300A"/>
    <w:rsid w:val="001E3027"/>
    <w:rsid w:val="001E3864"/>
    <w:rsid w:val="001E39AC"/>
    <w:rsid w:val="001E3F68"/>
    <w:rsid w:val="001E40B7"/>
    <w:rsid w:val="001E454D"/>
    <w:rsid w:val="001E4B8B"/>
    <w:rsid w:val="001E4BAD"/>
    <w:rsid w:val="001E4C6A"/>
    <w:rsid w:val="001E4CDE"/>
    <w:rsid w:val="001E4DE3"/>
    <w:rsid w:val="001E5127"/>
    <w:rsid w:val="001E5574"/>
    <w:rsid w:val="001E583A"/>
    <w:rsid w:val="001E5A10"/>
    <w:rsid w:val="001E5AAE"/>
    <w:rsid w:val="001E5BE1"/>
    <w:rsid w:val="001E5CFE"/>
    <w:rsid w:val="001E613E"/>
    <w:rsid w:val="001E67FE"/>
    <w:rsid w:val="001E68D6"/>
    <w:rsid w:val="001E6AE1"/>
    <w:rsid w:val="001E6C6A"/>
    <w:rsid w:val="001E7282"/>
    <w:rsid w:val="001E7B26"/>
    <w:rsid w:val="001E7B7E"/>
    <w:rsid w:val="001E7C7C"/>
    <w:rsid w:val="001E7DAE"/>
    <w:rsid w:val="001F01F1"/>
    <w:rsid w:val="001F029F"/>
    <w:rsid w:val="001F0337"/>
    <w:rsid w:val="001F05E8"/>
    <w:rsid w:val="001F0611"/>
    <w:rsid w:val="001F0833"/>
    <w:rsid w:val="001F0CE9"/>
    <w:rsid w:val="001F0D0A"/>
    <w:rsid w:val="001F1021"/>
    <w:rsid w:val="001F14EF"/>
    <w:rsid w:val="001F180C"/>
    <w:rsid w:val="001F187F"/>
    <w:rsid w:val="001F1943"/>
    <w:rsid w:val="001F1BAB"/>
    <w:rsid w:val="001F1DBF"/>
    <w:rsid w:val="001F22A3"/>
    <w:rsid w:val="001F23AB"/>
    <w:rsid w:val="001F24CF"/>
    <w:rsid w:val="001F27B6"/>
    <w:rsid w:val="001F2BBA"/>
    <w:rsid w:val="001F2D6F"/>
    <w:rsid w:val="001F2FBE"/>
    <w:rsid w:val="001F3041"/>
    <w:rsid w:val="001F309D"/>
    <w:rsid w:val="001F31E2"/>
    <w:rsid w:val="001F3854"/>
    <w:rsid w:val="001F3A1B"/>
    <w:rsid w:val="001F3B07"/>
    <w:rsid w:val="001F3B5D"/>
    <w:rsid w:val="001F4406"/>
    <w:rsid w:val="001F468D"/>
    <w:rsid w:val="001F46E8"/>
    <w:rsid w:val="001F4809"/>
    <w:rsid w:val="001F4A9E"/>
    <w:rsid w:val="001F4F12"/>
    <w:rsid w:val="001F4FB8"/>
    <w:rsid w:val="001F5639"/>
    <w:rsid w:val="001F5BBB"/>
    <w:rsid w:val="001F5BC9"/>
    <w:rsid w:val="001F607A"/>
    <w:rsid w:val="001F615D"/>
    <w:rsid w:val="001F63FE"/>
    <w:rsid w:val="001F65AB"/>
    <w:rsid w:val="001F65CB"/>
    <w:rsid w:val="001F6805"/>
    <w:rsid w:val="001F6A22"/>
    <w:rsid w:val="001F6BA9"/>
    <w:rsid w:val="001F6D65"/>
    <w:rsid w:val="001F6FA4"/>
    <w:rsid w:val="001F6FF0"/>
    <w:rsid w:val="001F7226"/>
    <w:rsid w:val="001F746D"/>
    <w:rsid w:val="001F7781"/>
    <w:rsid w:val="001F7B1A"/>
    <w:rsid w:val="00200352"/>
    <w:rsid w:val="002004C4"/>
    <w:rsid w:val="002006A4"/>
    <w:rsid w:val="0020071F"/>
    <w:rsid w:val="0020091C"/>
    <w:rsid w:val="00200A00"/>
    <w:rsid w:val="00200A2C"/>
    <w:rsid w:val="00200BDF"/>
    <w:rsid w:val="00200BFA"/>
    <w:rsid w:val="00200C43"/>
    <w:rsid w:val="00200E7F"/>
    <w:rsid w:val="002010CC"/>
    <w:rsid w:val="002010DB"/>
    <w:rsid w:val="0020111E"/>
    <w:rsid w:val="0020124A"/>
    <w:rsid w:val="0020124E"/>
    <w:rsid w:val="0020135F"/>
    <w:rsid w:val="00201385"/>
    <w:rsid w:val="002015B9"/>
    <w:rsid w:val="002017BD"/>
    <w:rsid w:val="00201DF3"/>
    <w:rsid w:val="00201EBD"/>
    <w:rsid w:val="00202112"/>
    <w:rsid w:val="00202260"/>
    <w:rsid w:val="002023BB"/>
    <w:rsid w:val="00202410"/>
    <w:rsid w:val="00202708"/>
    <w:rsid w:val="0020277F"/>
    <w:rsid w:val="00203505"/>
    <w:rsid w:val="00203717"/>
    <w:rsid w:val="00203B9E"/>
    <w:rsid w:val="00203F21"/>
    <w:rsid w:val="0020403C"/>
    <w:rsid w:val="00204110"/>
    <w:rsid w:val="00204559"/>
    <w:rsid w:val="002049EA"/>
    <w:rsid w:val="00204BAA"/>
    <w:rsid w:val="00204BDD"/>
    <w:rsid w:val="00204C02"/>
    <w:rsid w:val="00204E9A"/>
    <w:rsid w:val="002052A4"/>
    <w:rsid w:val="00205460"/>
    <w:rsid w:val="0020592E"/>
    <w:rsid w:val="002059B5"/>
    <w:rsid w:val="00205EDD"/>
    <w:rsid w:val="00205FFE"/>
    <w:rsid w:val="002061BB"/>
    <w:rsid w:val="0020673F"/>
    <w:rsid w:val="0020695A"/>
    <w:rsid w:val="00206C9B"/>
    <w:rsid w:val="002070C0"/>
    <w:rsid w:val="00207203"/>
    <w:rsid w:val="00207531"/>
    <w:rsid w:val="00207641"/>
    <w:rsid w:val="00207739"/>
    <w:rsid w:val="00207985"/>
    <w:rsid w:val="00207B45"/>
    <w:rsid w:val="00207BA6"/>
    <w:rsid w:val="00210015"/>
    <w:rsid w:val="00210774"/>
    <w:rsid w:val="00210BC8"/>
    <w:rsid w:val="00210E57"/>
    <w:rsid w:val="0021100C"/>
    <w:rsid w:val="0021124F"/>
    <w:rsid w:val="00211465"/>
    <w:rsid w:val="00211648"/>
    <w:rsid w:val="002118D4"/>
    <w:rsid w:val="00211A91"/>
    <w:rsid w:val="00211B8A"/>
    <w:rsid w:val="00211BCA"/>
    <w:rsid w:val="00211D57"/>
    <w:rsid w:val="00211F52"/>
    <w:rsid w:val="002123BC"/>
    <w:rsid w:val="002123EB"/>
    <w:rsid w:val="00212428"/>
    <w:rsid w:val="00212728"/>
    <w:rsid w:val="002134D3"/>
    <w:rsid w:val="00213A9C"/>
    <w:rsid w:val="00213BEB"/>
    <w:rsid w:val="00213DF0"/>
    <w:rsid w:val="00213EC8"/>
    <w:rsid w:val="0021410B"/>
    <w:rsid w:val="00214293"/>
    <w:rsid w:val="00214905"/>
    <w:rsid w:val="00214914"/>
    <w:rsid w:val="00214A2A"/>
    <w:rsid w:val="00214A38"/>
    <w:rsid w:val="00214BFE"/>
    <w:rsid w:val="00215253"/>
    <w:rsid w:val="0021532D"/>
    <w:rsid w:val="002156E1"/>
    <w:rsid w:val="00215788"/>
    <w:rsid w:val="00215790"/>
    <w:rsid w:val="00215926"/>
    <w:rsid w:val="00215953"/>
    <w:rsid w:val="00215A54"/>
    <w:rsid w:val="00215B46"/>
    <w:rsid w:val="00215C5E"/>
    <w:rsid w:val="00215D0E"/>
    <w:rsid w:val="00215FC1"/>
    <w:rsid w:val="00216349"/>
    <w:rsid w:val="002164BD"/>
    <w:rsid w:val="002169E1"/>
    <w:rsid w:val="002172FE"/>
    <w:rsid w:val="00217409"/>
    <w:rsid w:val="00217531"/>
    <w:rsid w:val="00217C0B"/>
    <w:rsid w:val="00220034"/>
    <w:rsid w:val="00220129"/>
    <w:rsid w:val="00220812"/>
    <w:rsid w:val="00220996"/>
    <w:rsid w:val="002219E3"/>
    <w:rsid w:val="00221B7B"/>
    <w:rsid w:val="00221BA6"/>
    <w:rsid w:val="00222077"/>
    <w:rsid w:val="00222505"/>
    <w:rsid w:val="00222D9E"/>
    <w:rsid w:val="00222E9E"/>
    <w:rsid w:val="0022336E"/>
    <w:rsid w:val="00223422"/>
    <w:rsid w:val="002237D0"/>
    <w:rsid w:val="00223A95"/>
    <w:rsid w:val="00223C22"/>
    <w:rsid w:val="00223CC3"/>
    <w:rsid w:val="00223E8B"/>
    <w:rsid w:val="002241B3"/>
    <w:rsid w:val="002243E8"/>
    <w:rsid w:val="002244DD"/>
    <w:rsid w:val="00224B03"/>
    <w:rsid w:val="00224FC0"/>
    <w:rsid w:val="00225013"/>
    <w:rsid w:val="002250C1"/>
    <w:rsid w:val="002256F9"/>
    <w:rsid w:val="00225916"/>
    <w:rsid w:val="00225F62"/>
    <w:rsid w:val="002260BC"/>
    <w:rsid w:val="002267FE"/>
    <w:rsid w:val="00226930"/>
    <w:rsid w:val="00226E1E"/>
    <w:rsid w:val="002275FC"/>
    <w:rsid w:val="002277D5"/>
    <w:rsid w:val="0022788D"/>
    <w:rsid w:val="00227A16"/>
    <w:rsid w:val="00227B61"/>
    <w:rsid w:val="00227C9D"/>
    <w:rsid w:val="00227D72"/>
    <w:rsid w:val="00227E57"/>
    <w:rsid w:val="00227F41"/>
    <w:rsid w:val="00230042"/>
    <w:rsid w:val="0023011B"/>
    <w:rsid w:val="002302E4"/>
    <w:rsid w:val="00230360"/>
    <w:rsid w:val="002304EC"/>
    <w:rsid w:val="0023067E"/>
    <w:rsid w:val="00230776"/>
    <w:rsid w:val="002312BB"/>
    <w:rsid w:val="00231422"/>
    <w:rsid w:val="00231924"/>
    <w:rsid w:val="00231B85"/>
    <w:rsid w:val="00231C77"/>
    <w:rsid w:val="00231D0F"/>
    <w:rsid w:val="00231EC8"/>
    <w:rsid w:val="0023220E"/>
    <w:rsid w:val="00232636"/>
    <w:rsid w:val="0023263B"/>
    <w:rsid w:val="00232975"/>
    <w:rsid w:val="00232A2B"/>
    <w:rsid w:val="00232CE4"/>
    <w:rsid w:val="00233003"/>
    <w:rsid w:val="00233197"/>
    <w:rsid w:val="00233A6B"/>
    <w:rsid w:val="00233FCD"/>
    <w:rsid w:val="0023410A"/>
    <w:rsid w:val="002341AD"/>
    <w:rsid w:val="002342E9"/>
    <w:rsid w:val="002343CB"/>
    <w:rsid w:val="00234564"/>
    <w:rsid w:val="00234983"/>
    <w:rsid w:val="0023499B"/>
    <w:rsid w:val="00234EEC"/>
    <w:rsid w:val="002358F6"/>
    <w:rsid w:val="00235A47"/>
    <w:rsid w:val="0023618D"/>
    <w:rsid w:val="0023666B"/>
    <w:rsid w:val="00237086"/>
    <w:rsid w:val="002371EE"/>
    <w:rsid w:val="0023745C"/>
    <w:rsid w:val="002377EA"/>
    <w:rsid w:val="00237A55"/>
    <w:rsid w:val="00237DE8"/>
    <w:rsid w:val="00237FC7"/>
    <w:rsid w:val="0024039C"/>
    <w:rsid w:val="0024078B"/>
    <w:rsid w:val="00240B44"/>
    <w:rsid w:val="00240BD1"/>
    <w:rsid w:val="00240CE9"/>
    <w:rsid w:val="00240E85"/>
    <w:rsid w:val="00240F6E"/>
    <w:rsid w:val="00241345"/>
    <w:rsid w:val="0024160C"/>
    <w:rsid w:val="00241818"/>
    <w:rsid w:val="00241F44"/>
    <w:rsid w:val="00242026"/>
    <w:rsid w:val="002420C0"/>
    <w:rsid w:val="00242427"/>
    <w:rsid w:val="00242687"/>
    <w:rsid w:val="00242A9E"/>
    <w:rsid w:val="00242C48"/>
    <w:rsid w:val="00242E33"/>
    <w:rsid w:val="00242EFD"/>
    <w:rsid w:val="00243043"/>
    <w:rsid w:val="0024324D"/>
    <w:rsid w:val="002434CD"/>
    <w:rsid w:val="0024362B"/>
    <w:rsid w:val="0024363C"/>
    <w:rsid w:val="00243ADC"/>
    <w:rsid w:val="00243C7C"/>
    <w:rsid w:val="00243D46"/>
    <w:rsid w:val="00243D4A"/>
    <w:rsid w:val="00243E27"/>
    <w:rsid w:val="0024429F"/>
    <w:rsid w:val="0024438E"/>
    <w:rsid w:val="0024447D"/>
    <w:rsid w:val="002447F4"/>
    <w:rsid w:val="00244CC1"/>
    <w:rsid w:val="002451BD"/>
    <w:rsid w:val="00245288"/>
    <w:rsid w:val="00245701"/>
    <w:rsid w:val="002457A9"/>
    <w:rsid w:val="00245E09"/>
    <w:rsid w:val="00246174"/>
    <w:rsid w:val="00246356"/>
    <w:rsid w:val="00246826"/>
    <w:rsid w:val="0024692C"/>
    <w:rsid w:val="00246A55"/>
    <w:rsid w:val="00246B1F"/>
    <w:rsid w:val="00246C1F"/>
    <w:rsid w:val="00246C80"/>
    <w:rsid w:val="00246D65"/>
    <w:rsid w:val="00246EE1"/>
    <w:rsid w:val="00247565"/>
    <w:rsid w:val="00247C16"/>
    <w:rsid w:val="002502EA"/>
    <w:rsid w:val="00250439"/>
    <w:rsid w:val="002506AD"/>
    <w:rsid w:val="0025077B"/>
    <w:rsid w:val="0025086D"/>
    <w:rsid w:val="002508B5"/>
    <w:rsid w:val="00250989"/>
    <w:rsid w:val="002509AA"/>
    <w:rsid w:val="00250B56"/>
    <w:rsid w:val="00251224"/>
    <w:rsid w:val="002513DA"/>
    <w:rsid w:val="0025163B"/>
    <w:rsid w:val="00251B47"/>
    <w:rsid w:val="00251E35"/>
    <w:rsid w:val="00252114"/>
    <w:rsid w:val="0025241C"/>
    <w:rsid w:val="002525C1"/>
    <w:rsid w:val="002526F7"/>
    <w:rsid w:val="0025292B"/>
    <w:rsid w:val="00252A55"/>
    <w:rsid w:val="00252B7B"/>
    <w:rsid w:val="00252BB0"/>
    <w:rsid w:val="00252F5D"/>
    <w:rsid w:val="00253A01"/>
    <w:rsid w:val="00253A38"/>
    <w:rsid w:val="00253B6F"/>
    <w:rsid w:val="00253ECC"/>
    <w:rsid w:val="002543BD"/>
    <w:rsid w:val="0025455D"/>
    <w:rsid w:val="00254851"/>
    <w:rsid w:val="00254B0B"/>
    <w:rsid w:val="00254EE6"/>
    <w:rsid w:val="00255210"/>
    <w:rsid w:val="0025522D"/>
    <w:rsid w:val="00255433"/>
    <w:rsid w:val="00255529"/>
    <w:rsid w:val="0025565F"/>
    <w:rsid w:val="00255984"/>
    <w:rsid w:val="002559E3"/>
    <w:rsid w:val="00255A7B"/>
    <w:rsid w:val="00255AC8"/>
    <w:rsid w:val="00255B73"/>
    <w:rsid w:val="00256644"/>
    <w:rsid w:val="0025691C"/>
    <w:rsid w:val="00256AB5"/>
    <w:rsid w:val="00256BA0"/>
    <w:rsid w:val="00256E14"/>
    <w:rsid w:val="00257221"/>
    <w:rsid w:val="00257305"/>
    <w:rsid w:val="002575CE"/>
    <w:rsid w:val="00257722"/>
    <w:rsid w:val="00257973"/>
    <w:rsid w:val="00257CCF"/>
    <w:rsid w:val="00257D87"/>
    <w:rsid w:val="00260012"/>
    <w:rsid w:val="002604F3"/>
    <w:rsid w:val="0026061E"/>
    <w:rsid w:val="002607A3"/>
    <w:rsid w:val="00260853"/>
    <w:rsid w:val="002608DD"/>
    <w:rsid w:val="00260954"/>
    <w:rsid w:val="00260C78"/>
    <w:rsid w:val="00260CF2"/>
    <w:rsid w:val="00260D5D"/>
    <w:rsid w:val="00260D9A"/>
    <w:rsid w:val="0026128D"/>
    <w:rsid w:val="0026134F"/>
    <w:rsid w:val="002614A0"/>
    <w:rsid w:val="002614DD"/>
    <w:rsid w:val="0026173B"/>
    <w:rsid w:val="00261B2A"/>
    <w:rsid w:val="00261E26"/>
    <w:rsid w:val="00262107"/>
    <w:rsid w:val="0026243C"/>
    <w:rsid w:val="00262805"/>
    <w:rsid w:val="002628E7"/>
    <w:rsid w:val="0026291A"/>
    <w:rsid w:val="00262C2B"/>
    <w:rsid w:val="00262C7D"/>
    <w:rsid w:val="00262E70"/>
    <w:rsid w:val="00263168"/>
    <w:rsid w:val="00263312"/>
    <w:rsid w:val="002633B5"/>
    <w:rsid w:val="002633CE"/>
    <w:rsid w:val="0026344E"/>
    <w:rsid w:val="00263B72"/>
    <w:rsid w:val="0026413B"/>
    <w:rsid w:val="00264380"/>
    <w:rsid w:val="002645BE"/>
    <w:rsid w:val="00264660"/>
    <w:rsid w:val="002649EA"/>
    <w:rsid w:val="00264B44"/>
    <w:rsid w:val="00264BD9"/>
    <w:rsid w:val="0026520B"/>
    <w:rsid w:val="00265386"/>
    <w:rsid w:val="00265746"/>
    <w:rsid w:val="0026595C"/>
    <w:rsid w:val="00265A4E"/>
    <w:rsid w:val="00265A69"/>
    <w:rsid w:val="00265B7F"/>
    <w:rsid w:val="00265B85"/>
    <w:rsid w:val="00265E84"/>
    <w:rsid w:val="002662D6"/>
    <w:rsid w:val="0026631A"/>
    <w:rsid w:val="00266865"/>
    <w:rsid w:val="00266D2F"/>
    <w:rsid w:val="00266D64"/>
    <w:rsid w:val="00266F84"/>
    <w:rsid w:val="002671CF"/>
    <w:rsid w:val="002675AD"/>
    <w:rsid w:val="002676DA"/>
    <w:rsid w:val="00267945"/>
    <w:rsid w:val="00267AB9"/>
    <w:rsid w:val="00267BAE"/>
    <w:rsid w:val="00267ED2"/>
    <w:rsid w:val="00267FF4"/>
    <w:rsid w:val="002700D2"/>
    <w:rsid w:val="0027071D"/>
    <w:rsid w:val="00270868"/>
    <w:rsid w:val="00270A69"/>
    <w:rsid w:val="00270AEA"/>
    <w:rsid w:val="00270CE5"/>
    <w:rsid w:val="00270E29"/>
    <w:rsid w:val="002711B1"/>
    <w:rsid w:val="002711FD"/>
    <w:rsid w:val="00271A39"/>
    <w:rsid w:val="00271BAE"/>
    <w:rsid w:val="00271F4D"/>
    <w:rsid w:val="00272917"/>
    <w:rsid w:val="00272DA7"/>
    <w:rsid w:val="00272E77"/>
    <w:rsid w:val="00272EC7"/>
    <w:rsid w:val="0027332D"/>
    <w:rsid w:val="002735E3"/>
    <w:rsid w:val="00273675"/>
    <w:rsid w:val="002736A1"/>
    <w:rsid w:val="00273C76"/>
    <w:rsid w:val="00273D17"/>
    <w:rsid w:val="00273D2D"/>
    <w:rsid w:val="0027401F"/>
    <w:rsid w:val="002741A5"/>
    <w:rsid w:val="002741F4"/>
    <w:rsid w:val="0027423C"/>
    <w:rsid w:val="00274760"/>
    <w:rsid w:val="0027476A"/>
    <w:rsid w:val="002748C9"/>
    <w:rsid w:val="00274918"/>
    <w:rsid w:val="00274AFF"/>
    <w:rsid w:val="00274C7C"/>
    <w:rsid w:val="00274D23"/>
    <w:rsid w:val="00274EC5"/>
    <w:rsid w:val="00275239"/>
    <w:rsid w:val="00275407"/>
    <w:rsid w:val="00275720"/>
    <w:rsid w:val="0027579C"/>
    <w:rsid w:val="00275906"/>
    <w:rsid w:val="00275BD9"/>
    <w:rsid w:val="00275BFF"/>
    <w:rsid w:val="00275D53"/>
    <w:rsid w:val="00275D7A"/>
    <w:rsid w:val="00275DF2"/>
    <w:rsid w:val="00275E31"/>
    <w:rsid w:val="00275F8F"/>
    <w:rsid w:val="00276019"/>
    <w:rsid w:val="00276156"/>
    <w:rsid w:val="00276623"/>
    <w:rsid w:val="002769B9"/>
    <w:rsid w:val="00276DA5"/>
    <w:rsid w:val="00276E1A"/>
    <w:rsid w:val="00276E81"/>
    <w:rsid w:val="00277423"/>
    <w:rsid w:val="00277531"/>
    <w:rsid w:val="00277555"/>
    <w:rsid w:val="00277C17"/>
    <w:rsid w:val="00277DA0"/>
    <w:rsid w:val="00277F8A"/>
    <w:rsid w:val="00280103"/>
    <w:rsid w:val="00280483"/>
    <w:rsid w:val="0028075B"/>
    <w:rsid w:val="00280AEF"/>
    <w:rsid w:val="00280BFC"/>
    <w:rsid w:val="00281031"/>
    <w:rsid w:val="00281149"/>
    <w:rsid w:val="002811FF"/>
    <w:rsid w:val="00281824"/>
    <w:rsid w:val="00281847"/>
    <w:rsid w:val="0028184D"/>
    <w:rsid w:val="00281ACC"/>
    <w:rsid w:val="00282698"/>
    <w:rsid w:val="002826D6"/>
    <w:rsid w:val="00282C20"/>
    <w:rsid w:val="00282D4A"/>
    <w:rsid w:val="00282D7B"/>
    <w:rsid w:val="00282E59"/>
    <w:rsid w:val="0028313A"/>
    <w:rsid w:val="00283160"/>
    <w:rsid w:val="002831EC"/>
    <w:rsid w:val="002832AA"/>
    <w:rsid w:val="00283375"/>
    <w:rsid w:val="00283668"/>
    <w:rsid w:val="00283743"/>
    <w:rsid w:val="00283D54"/>
    <w:rsid w:val="00283FDA"/>
    <w:rsid w:val="00283FDF"/>
    <w:rsid w:val="0028412F"/>
    <w:rsid w:val="002843BD"/>
    <w:rsid w:val="00284412"/>
    <w:rsid w:val="00284794"/>
    <w:rsid w:val="002848E7"/>
    <w:rsid w:val="00284E1E"/>
    <w:rsid w:val="0028522C"/>
    <w:rsid w:val="00285440"/>
    <w:rsid w:val="002854D6"/>
    <w:rsid w:val="002858C0"/>
    <w:rsid w:val="00285AAC"/>
    <w:rsid w:val="00285B1A"/>
    <w:rsid w:val="00285B5F"/>
    <w:rsid w:val="00285F62"/>
    <w:rsid w:val="0028609D"/>
    <w:rsid w:val="00286118"/>
    <w:rsid w:val="00286189"/>
    <w:rsid w:val="0028642B"/>
    <w:rsid w:val="00286AE5"/>
    <w:rsid w:val="00287195"/>
    <w:rsid w:val="002877C1"/>
    <w:rsid w:val="002878DE"/>
    <w:rsid w:val="002878F2"/>
    <w:rsid w:val="0028793E"/>
    <w:rsid w:val="00287995"/>
    <w:rsid w:val="002879B8"/>
    <w:rsid w:val="00287E01"/>
    <w:rsid w:val="0029034E"/>
    <w:rsid w:val="002908FA"/>
    <w:rsid w:val="00290963"/>
    <w:rsid w:val="00290BB1"/>
    <w:rsid w:val="00290F54"/>
    <w:rsid w:val="00291531"/>
    <w:rsid w:val="0029177D"/>
    <w:rsid w:val="00291A57"/>
    <w:rsid w:val="00291B1D"/>
    <w:rsid w:val="00292045"/>
    <w:rsid w:val="002921C3"/>
    <w:rsid w:val="002921F1"/>
    <w:rsid w:val="00292315"/>
    <w:rsid w:val="002927B7"/>
    <w:rsid w:val="002929F2"/>
    <w:rsid w:val="00292E66"/>
    <w:rsid w:val="00293511"/>
    <w:rsid w:val="00293590"/>
    <w:rsid w:val="002935A2"/>
    <w:rsid w:val="0029373D"/>
    <w:rsid w:val="00293778"/>
    <w:rsid w:val="00293824"/>
    <w:rsid w:val="002938FF"/>
    <w:rsid w:val="00293AE6"/>
    <w:rsid w:val="00293D0C"/>
    <w:rsid w:val="00293F2E"/>
    <w:rsid w:val="00293F61"/>
    <w:rsid w:val="002946F6"/>
    <w:rsid w:val="00294C3F"/>
    <w:rsid w:val="00294C5F"/>
    <w:rsid w:val="00294FD1"/>
    <w:rsid w:val="0029502F"/>
    <w:rsid w:val="0029525A"/>
    <w:rsid w:val="00295656"/>
    <w:rsid w:val="0029568A"/>
    <w:rsid w:val="002957CB"/>
    <w:rsid w:val="00295D80"/>
    <w:rsid w:val="00295E84"/>
    <w:rsid w:val="00296848"/>
    <w:rsid w:val="0029691A"/>
    <w:rsid w:val="00296E52"/>
    <w:rsid w:val="00296EC8"/>
    <w:rsid w:val="00297033"/>
    <w:rsid w:val="002979A6"/>
    <w:rsid w:val="00297AD3"/>
    <w:rsid w:val="00297CD6"/>
    <w:rsid w:val="00297E3B"/>
    <w:rsid w:val="00297EF0"/>
    <w:rsid w:val="00297F3F"/>
    <w:rsid w:val="002A000E"/>
    <w:rsid w:val="002A0097"/>
    <w:rsid w:val="002A03D9"/>
    <w:rsid w:val="002A0472"/>
    <w:rsid w:val="002A05F0"/>
    <w:rsid w:val="002A0634"/>
    <w:rsid w:val="002A0DE6"/>
    <w:rsid w:val="002A0EDD"/>
    <w:rsid w:val="002A10EA"/>
    <w:rsid w:val="002A1109"/>
    <w:rsid w:val="002A1307"/>
    <w:rsid w:val="002A13B0"/>
    <w:rsid w:val="002A1793"/>
    <w:rsid w:val="002A1B0A"/>
    <w:rsid w:val="002A1CAA"/>
    <w:rsid w:val="002A1CC8"/>
    <w:rsid w:val="002A23F7"/>
    <w:rsid w:val="002A241F"/>
    <w:rsid w:val="002A2A27"/>
    <w:rsid w:val="002A2A2D"/>
    <w:rsid w:val="002A30D0"/>
    <w:rsid w:val="002A3389"/>
    <w:rsid w:val="002A354E"/>
    <w:rsid w:val="002A3850"/>
    <w:rsid w:val="002A3C4F"/>
    <w:rsid w:val="002A4058"/>
    <w:rsid w:val="002A4094"/>
    <w:rsid w:val="002A40FF"/>
    <w:rsid w:val="002A4695"/>
    <w:rsid w:val="002A4747"/>
    <w:rsid w:val="002A4766"/>
    <w:rsid w:val="002A48E2"/>
    <w:rsid w:val="002A4B4A"/>
    <w:rsid w:val="002A4B7B"/>
    <w:rsid w:val="002A4BB0"/>
    <w:rsid w:val="002A4F68"/>
    <w:rsid w:val="002A4F6C"/>
    <w:rsid w:val="002A51FE"/>
    <w:rsid w:val="002A56B4"/>
    <w:rsid w:val="002A5B0E"/>
    <w:rsid w:val="002A5E20"/>
    <w:rsid w:val="002A5E6F"/>
    <w:rsid w:val="002A62F3"/>
    <w:rsid w:val="002A63D6"/>
    <w:rsid w:val="002A69A5"/>
    <w:rsid w:val="002A6EC0"/>
    <w:rsid w:val="002A7734"/>
    <w:rsid w:val="002A78E8"/>
    <w:rsid w:val="002A7BED"/>
    <w:rsid w:val="002A7DC7"/>
    <w:rsid w:val="002A7DD2"/>
    <w:rsid w:val="002A7F48"/>
    <w:rsid w:val="002B03F1"/>
    <w:rsid w:val="002B0681"/>
    <w:rsid w:val="002B09CF"/>
    <w:rsid w:val="002B0A80"/>
    <w:rsid w:val="002B0B1C"/>
    <w:rsid w:val="002B0B65"/>
    <w:rsid w:val="002B0C0C"/>
    <w:rsid w:val="002B1003"/>
    <w:rsid w:val="002B142D"/>
    <w:rsid w:val="002B14D5"/>
    <w:rsid w:val="002B1EA2"/>
    <w:rsid w:val="002B21CF"/>
    <w:rsid w:val="002B2958"/>
    <w:rsid w:val="002B318E"/>
    <w:rsid w:val="002B3647"/>
    <w:rsid w:val="002B3B8B"/>
    <w:rsid w:val="002B3CA3"/>
    <w:rsid w:val="002B3F4E"/>
    <w:rsid w:val="002B4060"/>
    <w:rsid w:val="002B45AB"/>
    <w:rsid w:val="002B45B6"/>
    <w:rsid w:val="002B4757"/>
    <w:rsid w:val="002B4873"/>
    <w:rsid w:val="002B497E"/>
    <w:rsid w:val="002B4B58"/>
    <w:rsid w:val="002B4DDB"/>
    <w:rsid w:val="002B510A"/>
    <w:rsid w:val="002B51BD"/>
    <w:rsid w:val="002B5474"/>
    <w:rsid w:val="002B587D"/>
    <w:rsid w:val="002B5886"/>
    <w:rsid w:val="002B5BF7"/>
    <w:rsid w:val="002B5FA9"/>
    <w:rsid w:val="002B694B"/>
    <w:rsid w:val="002B6964"/>
    <w:rsid w:val="002B6C06"/>
    <w:rsid w:val="002B6D2E"/>
    <w:rsid w:val="002B7178"/>
    <w:rsid w:val="002B71E1"/>
    <w:rsid w:val="002B7447"/>
    <w:rsid w:val="002B779B"/>
    <w:rsid w:val="002B7827"/>
    <w:rsid w:val="002B786D"/>
    <w:rsid w:val="002B7957"/>
    <w:rsid w:val="002B7CE0"/>
    <w:rsid w:val="002B7FA9"/>
    <w:rsid w:val="002B7FF6"/>
    <w:rsid w:val="002C0342"/>
    <w:rsid w:val="002C04E1"/>
    <w:rsid w:val="002C07E5"/>
    <w:rsid w:val="002C0838"/>
    <w:rsid w:val="002C0A2C"/>
    <w:rsid w:val="002C0A36"/>
    <w:rsid w:val="002C0AFF"/>
    <w:rsid w:val="002C0CEB"/>
    <w:rsid w:val="002C0D8D"/>
    <w:rsid w:val="002C0FE2"/>
    <w:rsid w:val="002C13DC"/>
    <w:rsid w:val="002C1899"/>
    <w:rsid w:val="002C1C3A"/>
    <w:rsid w:val="002C21AE"/>
    <w:rsid w:val="002C2272"/>
    <w:rsid w:val="002C248A"/>
    <w:rsid w:val="002C2B0D"/>
    <w:rsid w:val="002C2B7E"/>
    <w:rsid w:val="002C2CAB"/>
    <w:rsid w:val="002C3201"/>
    <w:rsid w:val="002C34F0"/>
    <w:rsid w:val="002C3B5D"/>
    <w:rsid w:val="002C3E7E"/>
    <w:rsid w:val="002C3F27"/>
    <w:rsid w:val="002C41B2"/>
    <w:rsid w:val="002C42B7"/>
    <w:rsid w:val="002C46BD"/>
    <w:rsid w:val="002C4804"/>
    <w:rsid w:val="002C4D2C"/>
    <w:rsid w:val="002C5257"/>
    <w:rsid w:val="002C53AB"/>
    <w:rsid w:val="002C5769"/>
    <w:rsid w:val="002C5B80"/>
    <w:rsid w:val="002C5E92"/>
    <w:rsid w:val="002C61FB"/>
    <w:rsid w:val="002C6252"/>
    <w:rsid w:val="002C62BC"/>
    <w:rsid w:val="002C658F"/>
    <w:rsid w:val="002C66C4"/>
    <w:rsid w:val="002C6724"/>
    <w:rsid w:val="002C6768"/>
    <w:rsid w:val="002C6F2A"/>
    <w:rsid w:val="002C7064"/>
    <w:rsid w:val="002C7749"/>
    <w:rsid w:val="002C7A0A"/>
    <w:rsid w:val="002C7C95"/>
    <w:rsid w:val="002C7E8D"/>
    <w:rsid w:val="002C7FAB"/>
    <w:rsid w:val="002D00FF"/>
    <w:rsid w:val="002D04ED"/>
    <w:rsid w:val="002D064B"/>
    <w:rsid w:val="002D0798"/>
    <w:rsid w:val="002D09DB"/>
    <w:rsid w:val="002D0C53"/>
    <w:rsid w:val="002D0D68"/>
    <w:rsid w:val="002D10AB"/>
    <w:rsid w:val="002D15FC"/>
    <w:rsid w:val="002D16AB"/>
    <w:rsid w:val="002D17C3"/>
    <w:rsid w:val="002D1825"/>
    <w:rsid w:val="002D1CF0"/>
    <w:rsid w:val="002D1D6F"/>
    <w:rsid w:val="002D1F0E"/>
    <w:rsid w:val="002D203C"/>
    <w:rsid w:val="002D239C"/>
    <w:rsid w:val="002D281B"/>
    <w:rsid w:val="002D28A2"/>
    <w:rsid w:val="002D2E48"/>
    <w:rsid w:val="002D2FE7"/>
    <w:rsid w:val="002D31F3"/>
    <w:rsid w:val="002D3240"/>
    <w:rsid w:val="002D35C3"/>
    <w:rsid w:val="002D35FE"/>
    <w:rsid w:val="002D3844"/>
    <w:rsid w:val="002D38DE"/>
    <w:rsid w:val="002D3BCE"/>
    <w:rsid w:val="002D3E77"/>
    <w:rsid w:val="002D4136"/>
    <w:rsid w:val="002D41CB"/>
    <w:rsid w:val="002D4382"/>
    <w:rsid w:val="002D4615"/>
    <w:rsid w:val="002D475A"/>
    <w:rsid w:val="002D4EE6"/>
    <w:rsid w:val="002D4F9C"/>
    <w:rsid w:val="002D4FAC"/>
    <w:rsid w:val="002D560C"/>
    <w:rsid w:val="002D594C"/>
    <w:rsid w:val="002D5982"/>
    <w:rsid w:val="002D5D80"/>
    <w:rsid w:val="002D60BD"/>
    <w:rsid w:val="002D6483"/>
    <w:rsid w:val="002D6847"/>
    <w:rsid w:val="002D6932"/>
    <w:rsid w:val="002D7137"/>
    <w:rsid w:val="002D72DF"/>
    <w:rsid w:val="002D73A6"/>
    <w:rsid w:val="002D758A"/>
    <w:rsid w:val="002D775D"/>
    <w:rsid w:val="002D7CDB"/>
    <w:rsid w:val="002E0109"/>
    <w:rsid w:val="002E029E"/>
    <w:rsid w:val="002E0675"/>
    <w:rsid w:val="002E0789"/>
    <w:rsid w:val="002E0806"/>
    <w:rsid w:val="002E0832"/>
    <w:rsid w:val="002E097C"/>
    <w:rsid w:val="002E0C48"/>
    <w:rsid w:val="002E0DD5"/>
    <w:rsid w:val="002E0EA9"/>
    <w:rsid w:val="002E0F69"/>
    <w:rsid w:val="002E10C4"/>
    <w:rsid w:val="002E177E"/>
    <w:rsid w:val="002E19D8"/>
    <w:rsid w:val="002E1A06"/>
    <w:rsid w:val="002E1C2B"/>
    <w:rsid w:val="002E1D3D"/>
    <w:rsid w:val="002E1DBD"/>
    <w:rsid w:val="002E239C"/>
    <w:rsid w:val="002E2516"/>
    <w:rsid w:val="002E29CD"/>
    <w:rsid w:val="002E2A7E"/>
    <w:rsid w:val="002E3311"/>
    <w:rsid w:val="002E345A"/>
    <w:rsid w:val="002E3F01"/>
    <w:rsid w:val="002E4033"/>
    <w:rsid w:val="002E4111"/>
    <w:rsid w:val="002E42B4"/>
    <w:rsid w:val="002E4302"/>
    <w:rsid w:val="002E4709"/>
    <w:rsid w:val="002E481A"/>
    <w:rsid w:val="002E4C5C"/>
    <w:rsid w:val="002E5088"/>
    <w:rsid w:val="002E50E2"/>
    <w:rsid w:val="002E520E"/>
    <w:rsid w:val="002E54FE"/>
    <w:rsid w:val="002E5567"/>
    <w:rsid w:val="002E5BA5"/>
    <w:rsid w:val="002E5BEB"/>
    <w:rsid w:val="002E5E3C"/>
    <w:rsid w:val="002E5F31"/>
    <w:rsid w:val="002E6195"/>
    <w:rsid w:val="002E6223"/>
    <w:rsid w:val="002E63C0"/>
    <w:rsid w:val="002E64F3"/>
    <w:rsid w:val="002E653B"/>
    <w:rsid w:val="002E658A"/>
    <w:rsid w:val="002E6856"/>
    <w:rsid w:val="002E696B"/>
    <w:rsid w:val="002E69EE"/>
    <w:rsid w:val="002E6A08"/>
    <w:rsid w:val="002E6A5D"/>
    <w:rsid w:val="002E6F67"/>
    <w:rsid w:val="002E6F8D"/>
    <w:rsid w:val="002E70B3"/>
    <w:rsid w:val="002E77D4"/>
    <w:rsid w:val="002E793A"/>
    <w:rsid w:val="002E7BD3"/>
    <w:rsid w:val="002E7CC8"/>
    <w:rsid w:val="002E7F5A"/>
    <w:rsid w:val="002F004D"/>
    <w:rsid w:val="002F02D0"/>
    <w:rsid w:val="002F09CF"/>
    <w:rsid w:val="002F0F67"/>
    <w:rsid w:val="002F101B"/>
    <w:rsid w:val="002F1165"/>
    <w:rsid w:val="002F1331"/>
    <w:rsid w:val="002F1420"/>
    <w:rsid w:val="002F1621"/>
    <w:rsid w:val="002F1782"/>
    <w:rsid w:val="002F1833"/>
    <w:rsid w:val="002F1897"/>
    <w:rsid w:val="002F2049"/>
    <w:rsid w:val="002F21E3"/>
    <w:rsid w:val="002F22EE"/>
    <w:rsid w:val="002F2748"/>
    <w:rsid w:val="002F298A"/>
    <w:rsid w:val="002F3087"/>
    <w:rsid w:val="002F3433"/>
    <w:rsid w:val="002F3751"/>
    <w:rsid w:val="002F387D"/>
    <w:rsid w:val="002F3896"/>
    <w:rsid w:val="002F3B0A"/>
    <w:rsid w:val="002F439E"/>
    <w:rsid w:val="002F468F"/>
    <w:rsid w:val="002F4DC4"/>
    <w:rsid w:val="002F55AF"/>
    <w:rsid w:val="002F59B3"/>
    <w:rsid w:val="002F5EBD"/>
    <w:rsid w:val="002F60CB"/>
    <w:rsid w:val="002F67E3"/>
    <w:rsid w:val="002F6DA5"/>
    <w:rsid w:val="002F6E68"/>
    <w:rsid w:val="002F700C"/>
    <w:rsid w:val="002F710E"/>
    <w:rsid w:val="002F7946"/>
    <w:rsid w:val="002F7F86"/>
    <w:rsid w:val="0030004B"/>
    <w:rsid w:val="00300309"/>
    <w:rsid w:val="0030041E"/>
    <w:rsid w:val="00300573"/>
    <w:rsid w:val="00300726"/>
    <w:rsid w:val="00300AF8"/>
    <w:rsid w:val="00300EB1"/>
    <w:rsid w:val="00301529"/>
    <w:rsid w:val="00301953"/>
    <w:rsid w:val="00302084"/>
    <w:rsid w:val="00302507"/>
    <w:rsid w:val="00302673"/>
    <w:rsid w:val="00302D83"/>
    <w:rsid w:val="00302DB0"/>
    <w:rsid w:val="00302FCC"/>
    <w:rsid w:val="003032F2"/>
    <w:rsid w:val="003035FE"/>
    <w:rsid w:val="00303651"/>
    <w:rsid w:val="00303A21"/>
    <w:rsid w:val="00303C03"/>
    <w:rsid w:val="00303F73"/>
    <w:rsid w:val="00304238"/>
    <w:rsid w:val="003047CC"/>
    <w:rsid w:val="00304854"/>
    <w:rsid w:val="00304A46"/>
    <w:rsid w:val="0030517E"/>
    <w:rsid w:val="0030518B"/>
    <w:rsid w:val="00305482"/>
    <w:rsid w:val="00305811"/>
    <w:rsid w:val="00305D10"/>
    <w:rsid w:val="00305F05"/>
    <w:rsid w:val="00305F11"/>
    <w:rsid w:val="00306194"/>
    <w:rsid w:val="00306215"/>
    <w:rsid w:val="003066FA"/>
    <w:rsid w:val="00307027"/>
    <w:rsid w:val="00307094"/>
    <w:rsid w:val="00307121"/>
    <w:rsid w:val="00307210"/>
    <w:rsid w:val="0030730F"/>
    <w:rsid w:val="00307538"/>
    <w:rsid w:val="0030782D"/>
    <w:rsid w:val="003078C1"/>
    <w:rsid w:val="003079A6"/>
    <w:rsid w:val="003079C8"/>
    <w:rsid w:val="00307A47"/>
    <w:rsid w:val="00307A6B"/>
    <w:rsid w:val="00307CDC"/>
    <w:rsid w:val="003100E4"/>
    <w:rsid w:val="003106D5"/>
    <w:rsid w:val="003111B0"/>
    <w:rsid w:val="0031153D"/>
    <w:rsid w:val="0031195D"/>
    <w:rsid w:val="0031238F"/>
    <w:rsid w:val="0031260E"/>
    <w:rsid w:val="00312904"/>
    <w:rsid w:val="00312B26"/>
    <w:rsid w:val="003131FE"/>
    <w:rsid w:val="0031335A"/>
    <w:rsid w:val="00313674"/>
    <w:rsid w:val="003137AE"/>
    <w:rsid w:val="00313A9A"/>
    <w:rsid w:val="00313C63"/>
    <w:rsid w:val="00313F82"/>
    <w:rsid w:val="00314046"/>
    <w:rsid w:val="00314166"/>
    <w:rsid w:val="0031419F"/>
    <w:rsid w:val="00314228"/>
    <w:rsid w:val="00314A4A"/>
    <w:rsid w:val="00314AF3"/>
    <w:rsid w:val="00314B5F"/>
    <w:rsid w:val="00314C22"/>
    <w:rsid w:val="00314C4B"/>
    <w:rsid w:val="00314CAE"/>
    <w:rsid w:val="00314CDD"/>
    <w:rsid w:val="00314EC3"/>
    <w:rsid w:val="00314FD9"/>
    <w:rsid w:val="003153E9"/>
    <w:rsid w:val="003153F5"/>
    <w:rsid w:val="00315AA7"/>
    <w:rsid w:val="00315ABA"/>
    <w:rsid w:val="003160E6"/>
    <w:rsid w:val="00316226"/>
    <w:rsid w:val="00316425"/>
    <w:rsid w:val="0031668A"/>
    <w:rsid w:val="0031689E"/>
    <w:rsid w:val="00316D4E"/>
    <w:rsid w:val="00317064"/>
    <w:rsid w:val="003171D5"/>
    <w:rsid w:val="00317391"/>
    <w:rsid w:val="00317D3B"/>
    <w:rsid w:val="00320903"/>
    <w:rsid w:val="00320BC8"/>
    <w:rsid w:val="00320D79"/>
    <w:rsid w:val="00320DB9"/>
    <w:rsid w:val="00321674"/>
    <w:rsid w:val="00321E24"/>
    <w:rsid w:val="00321E77"/>
    <w:rsid w:val="00321FAC"/>
    <w:rsid w:val="003221B2"/>
    <w:rsid w:val="003221EC"/>
    <w:rsid w:val="003224C8"/>
    <w:rsid w:val="003224F1"/>
    <w:rsid w:val="0032253A"/>
    <w:rsid w:val="00322A1D"/>
    <w:rsid w:val="00322EA2"/>
    <w:rsid w:val="00323222"/>
    <w:rsid w:val="00323296"/>
    <w:rsid w:val="003234E0"/>
    <w:rsid w:val="003237A1"/>
    <w:rsid w:val="00323C33"/>
    <w:rsid w:val="00323F12"/>
    <w:rsid w:val="00323F41"/>
    <w:rsid w:val="00323FEC"/>
    <w:rsid w:val="00324674"/>
    <w:rsid w:val="003246DC"/>
    <w:rsid w:val="00324AAB"/>
    <w:rsid w:val="00324B02"/>
    <w:rsid w:val="00324F30"/>
    <w:rsid w:val="00324F63"/>
    <w:rsid w:val="0032526C"/>
    <w:rsid w:val="0032582D"/>
    <w:rsid w:val="00325C75"/>
    <w:rsid w:val="00325CA4"/>
    <w:rsid w:val="00326068"/>
    <w:rsid w:val="00326070"/>
    <w:rsid w:val="003260D2"/>
    <w:rsid w:val="0032620F"/>
    <w:rsid w:val="00326325"/>
    <w:rsid w:val="00326500"/>
    <w:rsid w:val="0032664E"/>
    <w:rsid w:val="0032666D"/>
    <w:rsid w:val="00326A87"/>
    <w:rsid w:val="00326A98"/>
    <w:rsid w:val="00326AFF"/>
    <w:rsid w:val="00326FB2"/>
    <w:rsid w:val="0032728A"/>
    <w:rsid w:val="003272A2"/>
    <w:rsid w:val="003272F2"/>
    <w:rsid w:val="003273C9"/>
    <w:rsid w:val="003277AC"/>
    <w:rsid w:val="00327853"/>
    <w:rsid w:val="00327896"/>
    <w:rsid w:val="0032797A"/>
    <w:rsid w:val="00330379"/>
    <w:rsid w:val="003308D0"/>
    <w:rsid w:val="0033090D"/>
    <w:rsid w:val="00330AB9"/>
    <w:rsid w:val="00330DDC"/>
    <w:rsid w:val="00330FE7"/>
    <w:rsid w:val="00331813"/>
    <w:rsid w:val="0033222D"/>
    <w:rsid w:val="0033270C"/>
    <w:rsid w:val="00332B4B"/>
    <w:rsid w:val="00332C34"/>
    <w:rsid w:val="00332E52"/>
    <w:rsid w:val="00333067"/>
    <w:rsid w:val="00333378"/>
    <w:rsid w:val="00333F34"/>
    <w:rsid w:val="00333FCC"/>
    <w:rsid w:val="003341F0"/>
    <w:rsid w:val="003344B6"/>
    <w:rsid w:val="003344E0"/>
    <w:rsid w:val="00334623"/>
    <w:rsid w:val="00334C74"/>
    <w:rsid w:val="00334CE1"/>
    <w:rsid w:val="00334DF6"/>
    <w:rsid w:val="0033504F"/>
    <w:rsid w:val="00335189"/>
    <w:rsid w:val="00335530"/>
    <w:rsid w:val="0033580A"/>
    <w:rsid w:val="00335925"/>
    <w:rsid w:val="00335E7C"/>
    <w:rsid w:val="00335EF0"/>
    <w:rsid w:val="003366AB"/>
    <w:rsid w:val="00336802"/>
    <w:rsid w:val="00336BBF"/>
    <w:rsid w:val="00336EBD"/>
    <w:rsid w:val="00337F52"/>
    <w:rsid w:val="0034006D"/>
    <w:rsid w:val="0034009D"/>
    <w:rsid w:val="00340114"/>
    <w:rsid w:val="0034036D"/>
    <w:rsid w:val="00340AB1"/>
    <w:rsid w:val="00340B0E"/>
    <w:rsid w:val="00341377"/>
    <w:rsid w:val="003415A5"/>
    <w:rsid w:val="00341D45"/>
    <w:rsid w:val="00341D4E"/>
    <w:rsid w:val="00342062"/>
    <w:rsid w:val="003424CC"/>
    <w:rsid w:val="00342550"/>
    <w:rsid w:val="003426BF"/>
    <w:rsid w:val="00342D81"/>
    <w:rsid w:val="00343019"/>
    <w:rsid w:val="0034301C"/>
    <w:rsid w:val="0034347C"/>
    <w:rsid w:val="0034390F"/>
    <w:rsid w:val="003443F4"/>
    <w:rsid w:val="00344474"/>
    <w:rsid w:val="003445F2"/>
    <w:rsid w:val="00344675"/>
    <w:rsid w:val="00344B48"/>
    <w:rsid w:val="00344E1D"/>
    <w:rsid w:val="00345031"/>
    <w:rsid w:val="0034514B"/>
    <w:rsid w:val="00345297"/>
    <w:rsid w:val="00345ADA"/>
    <w:rsid w:val="00345D0D"/>
    <w:rsid w:val="00345FAC"/>
    <w:rsid w:val="00346DCD"/>
    <w:rsid w:val="003470C8"/>
    <w:rsid w:val="0034745B"/>
    <w:rsid w:val="00347489"/>
    <w:rsid w:val="00347962"/>
    <w:rsid w:val="003479C8"/>
    <w:rsid w:val="00347E6E"/>
    <w:rsid w:val="00347E8F"/>
    <w:rsid w:val="00347F1A"/>
    <w:rsid w:val="0035031F"/>
    <w:rsid w:val="00350525"/>
    <w:rsid w:val="0035059A"/>
    <w:rsid w:val="00350602"/>
    <w:rsid w:val="0035098A"/>
    <w:rsid w:val="00351005"/>
    <w:rsid w:val="003511BB"/>
    <w:rsid w:val="003511E4"/>
    <w:rsid w:val="003511E6"/>
    <w:rsid w:val="003513A7"/>
    <w:rsid w:val="003515A0"/>
    <w:rsid w:val="00351689"/>
    <w:rsid w:val="003516B9"/>
    <w:rsid w:val="00351703"/>
    <w:rsid w:val="00351839"/>
    <w:rsid w:val="00351853"/>
    <w:rsid w:val="00351C9B"/>
    <w:rsid w:val="00351DA2"/>
    <w:rsid w:val="00352028"/>
    <w:rsid w:val="00352042"/>
    <w:rsid w:val="003524A0"/>
    <w:rsid w:val="00352599"/>
    <w:rsid w:val="003530DD"/>
    <w:rsid w:val="00353295"/>
    <w:rsid w:val="00353428"/>
    <w:rsid w:val="00353908"/>
    <w:rsid w:val="00353A17"/>
    <w:rsid w:val="00353A22"/>
    <w:rsid w:val="00353BE0"/>
    <w:rsid w:val="00353CFE"/>
    <w:rsid w:val="00353F86"/>
    <w:rsid w:val="003543C3"/>
    <w:rsid w:val="00354418"/>
    <w:rsid w:val="00354D29"/>
    <w:rsid w:val="00355237"/>
    <w:rsid w:val="00355576"/>
    <w:rsid w:val="003557CD"/>
    <w:rsid w:val="00355966"/>
    <w:rsid w:val="00356107"/>
    <w:rsid w:val="00356ADE"/>
    <w:rsid w:val="00356E36"/>
    <w:rsid w:val="00356E4C"/>
    <w:rsid w:val="00356EE6"/>
    <w:rsid w:val="00356F23"/>
    <w:rsid w:val="0035761E"/>
    <w:rsid w:val="00357670"/>
    <w:rsid w:val="00357836"/>
    <w:rsid w:val="00357DC6"/>
    <w:rsid w:val="003607DB"/>
    <w:rsid w:val="0036087D"/>
    <w:rsid w:val="003609E2"/>
    <w:rsid w:val="00360AC1"/>
    <w:rsid w:val="00360AD2"/>
    <w:rsid w:val="00360CCB"/>
    <w:rsid w:val="00360DCB"/>
    <w:rsid w:val="00361076"/>
    <w:rsid w:val="003611B6"/>
    <w:rsid w:val="00362449"/>
    <w:rsid w:val="003627C0"/>
    <w:rsid w:val="0036293C"/>
    <w:rsid w:val="00362EC9"/>
    <w:rsid w:val="00363254"/>
    <w:rsid w:val="003635CB"/>
    <w:rsid w:val="00363645"/>
    <w:rsid w:val="00363959"/>
    <w:rsid w:val="00363BC9"/>
    <w:rsid w:val="00363EAF"/>
    <w:rsid w:val="00363EC3"/>
    <w:rsid w:val="00364174"/>
    <w:rsid w:val="003641E9"/>
    <w:rsid w:val="0036458E"/>
    <w:rsid w:val="003648C0"/>
    <w:rsid w:val="003648F4"/>
    <w:rsid w:val="00364CD3"/>
    <w:rsid w:val="00364DE1"/>
    <w:rsid w:val="00364E2E"/>
    <w:rsid w:val="00364F89"/>
    <w:rsid w:val="00364FFB"/>
    <w:rsid w:val="00365550"/>
    <w:rsid w:val="00365A01"/>
    <w:rsid w:val="00365B66"/>
    <w:rsid w:val="00365BE0"/>
    <w:rsid w:val="00365C68"/>
    <w:rsid w:val="00365D4D"/>
    <w:rsid w:val="00365DAB"/>
    <w:rsid w:val="00365E4F"/>
    <w:rsid w:val="00365FD9"/>
    <w:rsid w:val="00366092"/>
    <w:rsid w:val="003662B3"/>
    <w:rsid w:val="0036670F"/>
    <w:rsid w:val="00366997"/>
    <w:rsid w:val="00366B3B"/>
    <w:rsid w:val="00366E79"/>
    <w:rsid w:val="003674EB"/>
    <w:rsid w:val="0036795D"/>
    <w:rsid w:val="00367A61"/>
    <w:rsid w:val="00370231"/>
    <w:rsid w:val="003705B1"/>
    <w:rsid w:val="003705CE"/>
    <w:rsid w:val="003709B9"/>
    <w:rsid w:val="00370C2C"/>
    <w:rsid w:val="00370D52"/>
    <w:rsid w:val="00370DE6"/>
    <w:rsid w:val="003711CA"/>
    <w:rsid w:val="003711D9"/>
    <w:rsid w:val="003714CC"/>
    <w:rsid w:val="003715EF"/>
    <w:rsid w:val="00371C67"/>
    <w:rsid w:val="00371CB7"/>
    <w:rsid w:val="003721FA"/>
    <w:rsid w:val="0037229C"/>
    <w:rsid w:val="00372727"/>
    <w:rsid w:val="00372B32"/>
    <w:rsid w:val="00372BB5"/>
    <w:rsid w:val="00372BEB"/>
    <w:rsid w:val="00372D2C"/>
    <w:rsid w:val="00372E3E"/>
    <w:rsid w:val="00372E55"/>
    <w:rsid w:val="00372FAB"/>
    <w:rsid w:val="003731B1"/>
    <w:rsid w:val="00373342"/>
    <w:rsid w:val="0037378C"/>
    <w:rsid w:val="003738F8"/>
    <w:rsid w:val="00373B0C"/>
    <w:rsid w:val="00373DF7"/>
    <w:rsid w:val="00374302"/>
    <w:rsid w:val="003745E4"/>
    <w:rsid w:val="00374733"/>
    <w:rsid w:val="003747BA"/>
    <w:rsid w:val="003747DF"/>
    <w:rsid w:val="00374F6B"/>
    <w:rsid w:val="00375008"/>
    <w:rsid w:val="00375038"/>
    <w:rsid w:val="0037503B"/>
    <w:rsid w:val="003750D9"/>
    <w:rsid w:val="0037522A"/>
    <w:rsid w:val="00375325"/>
    <w:rsid w:val="0037582C"/>
    <w:rsid w:val="00375C70"/>
    <w:rsid w:val="00375F78"/>
    <w:rsid w:val="00376172"/>
    <w:rsid w:val="003765BC"/>
    <w:rsid w:val="0037681C"/>
    <w:rsid w:val="00376CF5"/>
    <w:rsid w:val="0037705A"/>
    <w:rsid w:val="00377332"/>
    <w:rsid w:val="0037756D"/>
    <w:rsid w:val="003778C1"/>
    <w:rsid w:val="00377942"/>
    <w:rsid w:val="00377A6E"/>
    <w:rsid w:val="00377D2A"/>
    <w:rsid w:val="0038018C"/>
    <w:rsid w:val="003804BD"/>
    <w:rsid w:val="00380518"/>
    <w:rsid w:val="00380A0E"/>
    <w:rsid w:val="0038127E"/>
    <w:rsid w:val="00381419"/>
    <w:rsid w:val="0038153E"/>
    <w:rsid w:val="00381802"/>
    <w:rsid w:val="00381BEB"/>
    <w:rsid w:val="00381F3F"/>
    <w:rsid w:val="00381F99"/>
    <w:rsid w:val="0038206E"/>
    <w:rsid w:val="00382096"/>
    <w:rsid w:val="00382132"/>
    <w:rsid w:val="0038236F"/>
    <w:rsid w:val="00382436"/>
    <w:rsid w:val="00382509"/>
    <w:rsid w:val="00382B94"/>
    <w:rsid w:val="00383021"/>
    <w:rsid w:val="00383212"/>
    <w:rsid w:val="00383423"/>
    <w:rsid w:val="00383878"/>
    <w:rsid w:val="003838E8"/>
    <w:rsid w:val="00383AE4"/>
    <w:rsid w:val="00383F51"/>
    <w:rsid w:val="00383F6A"/>
    <w:rsid w:val="003844F8"/>
    <w:rsid w:val="003846FD"/>
    <w:rsid w:val="003847E2"/>
    <w:rsid w:val="0038489D"/>
    <w:rsid w:val="00384B90"/>
    <w:rsid w:val="00384BF9"/>
    <w:rsid w:val="00384E34"/>
    <w:rsid w:val="00385597"/>
    <w:rsid w:val="003865BA"/>
    <w:rsid w:val="00386788"/>
    <w:rsid w:val="00386D78"/>
    <w:rsid w:val="003870AC"/>
    <w:rsid w:val="003874A5"/>
    <w:rsid w:val="00387779"/>
    <w:rsid w:val="00387914"/>
    <w:rsid w:val="00387A96"/>
    <w:rsid w:val="00387EEE"/>
    <w:rsid w:val="00387F9A"/>
    <w:rsid w:val="0039072C"/>
    <w:rsid w:val="00390830"/>
    <w:rsid w:val="003909DF"/>
    <w:rsid w:val="00390F34"/>
    <w:rsid w:val="003912D8"/>
    <w:rsid w:val="003914FA"/>
    <w:rsid w:val="00391635"/>
    <w:rsid w:val="00391792"/>
    <w:rsid w:val="003917F1"/>
    <w:rsid w:val="003919AF"/>
    <w:rsid w:val="00391D57"/>
    <w:rsid w:val="00391DDC"/>
    <w:rsid w:val="00391E6A"/>
    <w:rsid w:val="00391EC2"/>
    <w:rsid w:val="00391F88"/>
    <w:rsid w:val="00391FF5"/>
    <w:rsid w:val="00392143"/>
    <w:rsid w:val="00392218"/>
    <w:rsid w:val="003922E6"/>
    <w:rsid w:val="00392956"/>
    <w:rsid w:val="00392BFC"/>
    <w:rsid w:val="003937DF"/>
    <w:rsid w:val="003938E5"/>
    <w:rsid w:val="0039396E"/>
    <w:rsid w:val="00393A74"/>
    <w:rsid w:val="00393B0E"/>
    <w:rsid w:val="00393CF8"/>
    <w:rsid w:val="00393D59"/>
    <w:rsid w:val="00393EE0"/>
    <w:rsid w:val="00393F83"/>
    <w:rsid w:val="00394410"/>
    <w:rsid w:val="00394B3C"/>
    <w:rsid w:val="00394B79"/>
    <w:rsid w:val="00394B96"/>
    <w:rsid w:val="00394C06"/>
    <w:rsid w:val="00395076"/>
    <w:rsid w:val="003950A8"/>
    <w:rsid w:val="00395225"/>
    <w:rsid w:val="00395558"/>
    <w:rsid w:val="00395EAD"/>
    <w:rsid w:val="00395FD1"/>
    <w:rsid w:val="003960C2"/>
    <w:rsid w:val="003963A1"/>
    <w:rsid w:val="00396C43"/>
    <w:rsid w:val="003978D5"/>
    <w:rsid w:val="003A0749"/>
    <w:rsid w:val="003A11A0"/>
    <w:rsid w:val="003A1743"/>
    <w:rsid w:val="003A1EA9"/>
    <w:rsid w:val="003A2246"/>
    <w:rsid w:val="003A232C"/>
    <w:rsid w:val="003A26D5"/>
    <w:rsid w:val="003A28BE"/>
    <w:rsid w:val="003A2E46"/>
    <w:rsid w:val="003A3465"/>
    <w:rsid w:val="003A35F2"/>
    <w:rsid w:val="003A3A3A"/>
    <w:rsid w:val="003A3C6B"/>
    <w:rsid w:val="003A3EEF"/>
    <w:rsid w:val="003A423A"/>
    <w:rsid w:val="003A42BF"/>
    <w:rsid w:val="003A4453"/>
    <w:rsid w:val="003A446C"/>
    <w:rsid w:val="003A48B0"/>
    <w:rsid w:val="003A4A3D"/>
    <w:rsid w:val="003A4DC4"/>
    <w:rsid w:val="003A4DD2"/>
    <w:rsid w:val="003A4FED"/>
    <w:rsid w:val="003A55BD"/>
    <w:rsid w:val="003A5625"/>
    <w:rsid w:val="003A5673"/>
    <w:rsid w:val="003A56FE"/>
    <w:rsid w:val="003A57D3"/>
    <w:rsid w:val="003A5B54"/>
    <w:rsid w:val="003A5E17"/>
    <w:rsid w:val="003A5E99"/>
    <w:rsid w:val="003A5F21"/>
    <w:rsid w:val="003A6512"/>
    <w:rsid w:val="003A682D"/>
    <w:rsid w:val="003A6CD7"/>
    <w:rsid w:val="003A6CE5"/>
    <w:rsid w:val="003A70C9"/>
    <w:rsid w:val="003A72B6"/>
    <w:rsid w:val="003A73CA"/>
    <w:rsid w:val="003A7544"/>
    <w:rsid w:val="003A783C"/>
    <w:rsid w:val="003A7A4D"/>
    <w:rsid w:val="003A7CB6"/>
    <w:rsid w:val="003A7D28"/>
    <w:rsid w:val="003A7F33"/>
    <w:rsid w:val="003B0338"/>
    <w:rsid w:val="003B0562"/>
    <w:rsid w:val="003B08EE"/>
    <w:rsid w:val="003B0D0D"/>
    <w:rsid w:val="003B0D39"/>
    <w:rsid w:val="003B0EC5"/>
    <w:rsid w:val="003B0EDD"/>
    <w:rsid w:val="003B1055"/>
    <w:rsid w:val="003B10ED"/>
    <w:rsid w:val="003B1391"/>
    <w:rsid w:val="003B1589"/>
    <w:rsid w:val="003B2005"/>
    <w:rsid w:val="003B2311"/>
    <w:rsid w:val="003B2378"/>
    <w:rsid w:val="003B2787"/>
    <w:rsid w:val="003B28B8"/>
    <w:rsid w:val="003B298D"/>
    <w:rsid w:val="003B336D"/>
    <w:rsid w:val="003B3388"/>
    <w:rsid w:val="003B38E3"/>
    <w:rsid w:val="003B3B24"/>
    <w:rsid w:val="003B3D75"/>
    <w:rsid w:val="003B4037"/>
    <w:rsid w:val="003B46B0"/>
    <w:rsid w:val="003B4912"/>
    <w:rsid w:val="003B4C34"/>
    <w:rsid w:val="003B5061"/>
    <w:rsid w:val="003B5309"/>
    <w:rsid w:val="003B5892"/>
    <w:rsid w:val="003B59C1"/>
    <w:rsid w:val="003B62C4"/>
    <w:rsid w:val="003B646A"/>
    <w:rsid w:val="003B69E9"/>
    <w:rsid w:val="003B6CD5"/>
    <w:rsid w:val="003B6F61"/>
    <w:rsid w:val="003B7205"/>
    <w:rsid w:val="003B7582"/>
    <w:rsid w:val="003B767E"/>
    <w:rsid w:val="003B79BA"/>
    <w:rsid w:val="003B7A3B"/>
    <w:rsid w:val="003B7B79"/>
    <w:rsid w:val="003B7E1B"/>
    <w:rsid w:val="003C0033"/>
    <w:rsid w:val="003C0341"/>
    <w:rsid w:val="003C068F"/>
    <w:rsid w:val="003C09DE"/>
    <w:rsid w:val="003C0A5A"/>
    <w:rsid w:val="003C0D76"/>
    <w:rsid w:val="003C150A"/>
    <w:rsid w:val="003C1C18"/>
    <w:rsid w:val="003C1DE4"/>
    <w:rsid w:val="003C213A"/>
    <w:rsid w:val="003C21E7"/>
    <w:rsid w:val="003C2377"/>
    <w:rsid w:val="003C278E"/>
    <w:rsid w:val="003C2808"/>
    <w:rsid w:val="003C2B0A"/>
    <w:rsid w:val="003C2B1E"/>
    <w:rsid w:val="003C31D4"/>
    <w:rsid w:val="003C34C0"/>
    <w:rsid w:val="003C3792"/>
    <w:rsid w:val="003C3843"/>
    <w:rsid w:val="003C400F"/>
    <w:rsid w:val="003C41C6"/>
    <w:rsid w:val="003C463C"/>
    <w:rsid w:val="003C4691"/>
    <w:rsid w:val="003C470C"/>
    <w:rsid w:val="003C5064"/>
    <w:rsid w:val="003C539C"/>
    <w:rsid w:val="003C5E77"/>
    <w:rsid w:val="003C6218"/>
    <w:rsid w:val="003C6234"/>
    <w:rsid w:val="003C6660"/>
    <w:rsid w:val="003C6747"/>
    <w:rsid w:val="003C7295"/>
    <w:rsid w:val="003C7371"/>
    <w:rsid w:val="003C740E"/>
    <w:rsid w:val="003C7C95"/>
    <w:rsid w:val="003D01CF"/>
    <w:rsid w:val="003D0389"/>
    <w:rsid w:val="003D07BB"/>
    <w:rsid w:val="003D0B83"/>
    <w:rsid w:val="003D0EA6"/>
    <w:rsid w:val="003D0F14"/>
    <w:rsid w:val="003D0F36"/>
    <w:rsid w:val="003D1018"/>
    <w:rsid w:val="003D12B9"/>
    <w:rsid w:val="003D14F4"/>
    <w:rsid w:val="003D158B"/>
    <w:rsid w:val="003D1662"/>
    <w:rsid w:val="003D1A6C"/>
    <w:rsid w:val="003D1B3A"/>
    <w:rsid w:val="003D1DB4"/>
    <w:rsid w:val="003D1E22"/>
    <w:rsid w:val="003D225F"/>
    <w:rsid w:val="003D22E0"/>
    <w:rsid w:val="003D23DC"/>
    <w:rsid w:val="003D2561"/>
    <w:rsid w:val="003D28AA"/>
    <w:rsid w:val="003D29DE"/>
    <w:rsid w:val="003D2EB3"/>
    <w:rsid w:val="003D30D3"/>
    <w:rsid w:val="003D3F92"/>
    <w:rsid w:val="003D42BD"/>
    <w:rsid w:val="003D4313"/>
    <w:rsid w:val="003D4AAC"/>
    <w:rsid w:val="003D4C0C"/>
    <w:rsid w:val="003D5293"/>
    <w:rsid w:val="003D54A9"/>
    <w:rsid w:val="003D5750"/>
    <w:rsid w:val="003D5CD9"/>
    <w:rsid w:val="003D5EB1"/>
    <w:rsid w:val="003D639D"/>
    <w:rsid w:val="003D64AD"/>
    <w:rsid w:val="003D6D18"/>
    <w:rsid w:val="003D6FEC"/>
    <w:rsid w:val="003D732C"/>
    <w:rsid w:val="003D73A5"/>
    <w:rsid w:val="003D79EB"/>
    <w:rsid w:val="003D7A19"/>
    <w:rsid w:val="003D7B53"/>
    <w:rsid w:val="003D7BC5"/>
    <w:rsid w:val="003E0009"/>
    <w:rsid w:val="003E00A4"/>
    <w:rsid w:val="003E069C"/>
    <w:rsid w:val="003E06D7"/>
    <w:rsid w:val="003E07CD"/>
    <w:rsid w:val="003E0A0E"/>
    <w:rsid w:val="003E0B43"/>
    <w:rsid w:val="003E0E2C"/>
    <w:rsid w:val="003E1063"/>
    <w:rsid w:val="003E1681"/>
    <w:rsid w:val="003E1764"/>
    <w:rsid w:val="003E1A14"/>
    <w:rsid w:val="003E1ECE"/>
    <w:rsid w:val="003E283B"/>
    <w:rsid w:val="003E2B3B"/>
    <w:rsid w:val="003E2B47"/>
    <w:rsid w:val="003E2C36"/>
    <w:rsid w:val="003E2DB2"/>
    <w:rsid w:val="003E2DFF"/>
    <w:rsid w:val="003E3195"/>
    <w:rsid w:val="003E3423"/>
    <w:rsid w:val="003E35A4"/>
    <w:rsid w:val="003E3773"/>
    <w:rsid w:val="003E3BA1"/>
    <w:rsid w:val="003E3C09"/>
    <w:rsid w:val="003E3DF0"/>
    <w:rsid w:val="003E3FCA"/>
    <w:rsid w:val="003E46DF"/>
    <w:rsid w:val="003E4734"/>
    <w:rsid w:val="003E48BF"/>
    <w:rsid w:val="003E497D"/>
    <w:rsid w:val="003E4A39"/>
    <w:rsid w:val="003E4ADB"/>
    <w:rsid w:val="003E4B31"/>
    <w:rsid w:val="003E4CD2"/>
    <w:rsid w:val="003E5386"/>
    <w:rsid w:val="003E562B"/>
    <w:rsid w:val="003E5AB6"/>
    <w:rsid w:val="003E6C43"/>
    <w:rsid w:val="003E6CB8"/>
    <w:rsid w:val="003E6D67"/>
    <w:rsid w:val="003E6E43"/>
    <w:rsid w:val="003E7254"/>
    <w:rsid w:val="003E7389"/>
    <w:rsid w:val="003E73AB"/>
    <w:rsid w:val="003E75A4"/>
    <w:rsid w:val="003E7681"/>
    <w:rsid w:val="003E790D"/>
    <w:rsid w:val="003E792F"/>
    <w:rsid w:val="003E7BED"/>
    <w:rsid w:val="003E7D0B"/>
    <w:rsid w:val="003E7E5B"/>
    <w:rsid w:val="003E7EF8"/>
    <w:rsid w:val="003E7FB9"/>
    <w:rsid w:val="003F0212"/>
    <w:rsid w:val="003F0275"/>
    <w:rsid w:val="003F02B7"/>
    <w:rsid w:val="003F08FA"/>
    <w:rsid w:val="003F0D55"/>
    <w:rsid w:val="003F0DD7"/>
    <w:rsid w:val="003F1261"/>
    <w:rsid w:val="003F12DA"/>
    <w:rsid w:val="003F14EA"/>
    <w:rsid w:val="003F1806"/>
    <w:rsid w:val="003F188C"/>
    <w:rsid w:val="003F18C5"/>
    <w:rsid w:val="003F1D4F"/>
    <w:rsid w:val="003F217E"/>
    <w:rsid w:val="003F24FB"/>
    <w:rsid w:val="003F271B"/>
    <w:rsid w:val="003F272A"/>
    <w:rsid w:val="003F27A5"/>
    <w:rsid w:val="003F2E61"/>
    <w:rsid w:val="003F2EAA"/>
    <w:rsid w:val="003F2EAF"/>
    <w:rsid w:val="003F3608"/>
    <w:rsid w:val="003F373A"/>
    <w:rsid w:val="003F3AEE"/>
    <w:rsid w:val="003F3AF8"/>
    <w:rsid w:val="003F4406"/>
    <w:rsid w:val="003F45B7"/>
    <w:rsid w:val="003F471E"/>
    <w:rsid w:val="003F4838"/>
    <w:rsid w:val="003F4B3E"/>
    <w:rsid w:val="003F4C8C"/>
    <w:rsid w:val="003F52A3"/>
    <w:rsid w:val="003F52CD"/>
    <w:rsid w:val="003F53FB"/>
    <w:rsid w:val="003F5606"/>
    <w:rsid w:val="003F56E6"/>
    <w:rsid w:val="003F5AFB"/>
    <w:rsid w:val="003F5BB7"/>
    <w:rsid w:val="003F5C58"/>
    <w:rsid w:val="003F5C91"/>
    <w:rsid w:val="003F6352"/>
    <w:rsid w:val="003F63B9"/>
    <w:rsid w:val="003F6462"/>
    <w:rsid w:val="003F68A3"/>
    <w:rsid w:val="003F6BF3"/>
    <w:rsid w:val="003F6DAB"/>
    <w:rsid w:val="003F70A4"/>
    <w:rsid w:val="003F718E"/>
    <w:rsid w:val="003F7384"/>
    <w:rsid w:val="003F74E0"/>
    <w:rsid w:val="003F7800"/>
    <w:rsid w:val="003F7A2F"/>
    <w:rsid w:val="003F7C84"/>
    <w:rsid w:val="003F7F64"/>
    <w:rsid w:val="003F7FDD"/>
    <w:rsid w:val="0040026B"/>
    <w:rsid w:val="00400640"/>
    <w:rsid w:val="00401119"/>
    <w:rsid w:val="00401252"/>
    <w:rsid w:val="004014A1"/>
    <w:rsid w:val="0040196D"/>
    <w:rsid w:val="00402573"/>
    <w:rsid w:val="00402678"/>
    <w:rsid w:val="004027DE"/>
    <w:rsid w:val="00402A24"/>
    <w:rsid w:val="00402D31"/>
    <w:rsid w:val="00402F41"/>
    <w:rsid w:val="004032DA"/>
    <w:rsid w:val="0040334F"/>
    <w:rsid w:val="004034A6"/>
    <w:rsid w:val="004039D1"/>
    <w:rsid w:val="00403AC1"/>
    <w:rsid w:val="00403ADC"/>
    <w:rsid w:val="00403B87"/>
    <w:rsid w:val="00403C7B"/>
    <w:rsid w:val="00403F3C"/>
    <w:rsid w:val="00403F47"/>
    <w:rsid w:val="00404010"/>
    <w:rsid w:val="00404415"/>
    <w:rsid w:val="004047B0"/>
    <w:rsid w:val="00404E4B"/>
    <w:rsid w:val="0040527C"/>
    <w:rsid w:val="00405289"/>
    <w:rsid w:val="00405470"/>
    <w:rsid w:val="00405494"/>
    <w:rsid w:val="0040559D"/>
    <w:rsid w:val="004056D4"/>
    <w:rsid w:val="004058AB"/>
    <w:rsid w:val="00405977"/>
    <w:rsid w:val="00405A1A"/>
    <w:rsid w:val="00405C87"/>
    <w:rsid w:val="00405CBD"/>
    <w:rsid w:val="00405D15"/>
    <w:rsid w:val="00405DBE"/>
    <w:rsid w:val="00405DF7"/>
    <w:rsid w:val="00405F89"/>
    <w:rsid w:val="004060A5"/>
    <w:rsid w:val="004062D6"/>
    <w:rsid w:val="004062DA"/>
    <w:rsid w:val="0040636A"/>
    <w:rsid w:val="004064FA"/>
    <w:rsid w:val="004066AF"/>
    <w:rsid w:val="00406D92"/>
    <w:rsid w:val="004070CE"/>
    <w:rsid w:val="00407887"/>
    <w:rsid w:val="004078D1"/>
    <w:rsid w:val="00407C79"/>
    <w:rsid w:val="00410615"/>
    <w:rsid w:val="00410705"/>
    <w:rsid w:val="00410805"/>
    <w:rsid w:val="00410E66"/>
    <w:rsid w:val="00411304"/>
    <w:rsid w:val="00411334"/>
    <w:rsid w:val="00411340"/>
    <w:rsid w:val="00411511"/>
    <w:rsid w:val="004115CD"/>
    <w:rsid w:val="00411767"/>
    <w:rsid w:val="00411D30"/>
    <w:rsid w:val="00412024"/>
    <w:rsid w:val="00412311"/>
    <w:rsid w:val="00412C46"/>
    <w:rsid w:val="0041379A"/>
    <w:rsid w:val="00413BF1"/>
    <w:rsid w:val="00413EB3"/>
    <w:rsid w:val="00413F43"/>
    <w:rsid w:val="0041427B"/>
    <w:rsid w:val="0041434D"/>
    <w:rsid w:val="004145D0"/>
    <w:rsid w:val="00414644"/>
    <w:rsid w:val="00414649"/>
    <w:rsid w:val="00415094"/>
    <w:rsid w:val="004150AA"/>
    <w:rsid w:val="0041525F"/>
    <w:rsid w:val="004156C4"/>
    <w:rsid w:val="004158F9"/>
    <w:rsid w:val="00415A05"/>
    <w:rsid w:val="00415AD1"/>
    <w:rsid w:val="00415D2E"/>
    <w:rsid w:val="00415D82"/>
    <w:rsid w:val="00416024"/>
    <w:rsid w:val="0041612B"/>
    <w:rsid w:val="00416205"/>
    <w:rsid w:val="00416425"/>
    <w:rsid w:val="00416510"/>
    <w:rsid w:val="004165C7"/>
    <w:rsid w:val="00416623"/>
    <w:rsid w:val="00416A2F"/>
    <w:rsid w:val="00416A63"/>
    <w:rsid w:val="00416BCD"/>
    <w:rsid w:val="00416FA0"/>
    <w:rsid w:val="004171A3"/>
    <w:rsid w:val="004171C7"/>
    <w:rsid w:val="004171ED"/>
    <w:rsid w:val="0041723F"/>
    <w:rsid w:val="00417324"/>
    <w:rsid w:val="00417416"/>
    <w:rsid w:val="00417514"/>
    <w:rsid w:val="0041789C"/>
    <w:rsid w:val="00417B2A"/>
    <w:rsid w:val="004202A3"/>
    <w:rsid w:val="0042032D"/>
    <w:rsid w:val="00420374"/>
    <w:rsid w:val="004203EB"/>
    <w:rsid w:val="00420422"/>
    <w:rsid w:val="004207CB"/>
    <w:rsid w:val="004209BB"/>
    <w:rsid w:val="00420BB2"/>
    <w:rsid w:val="00420E63"/>
    <w:rsid w:val="00420ED4"/>
    <w:rsid w:val="004211B8"/>
    <w:rsid w:val="0042131F"/>
    <w:rsid w:val="00421338"/>
    <w:rsid w:val="00421385"/>
    <w:rsid w:val="004213E5"/>
    <w:rsid w:val="00421402"/>
    <w:rsid w:val="00421C9A"/>
    <w:rsid w:val="0042254A"/>
    <w:rsid w:val="00422919"/>
    <w:rsid w:val="0042341D"/>
    <w:rsid w:val="00423431"/>
    <w:rsid w:val="0042346D"/>
    <w:rsid w:val="00423755"/>
    <w:rsid w:val="004237A0"/>
    <w:rsid w:val="00423917"/>
    <w:rsid w:val="00423959"/>
    <w:rsid w:val="00423FCF"/>
    <w:rsid w:val="00424013"/>
    <w:rsid w:val="004248A6"/>
    <w:rsid w:val="00424AEE"/>
    <w:rsid w:val="00424E39"/>
    <w:rsid w:val="00425241"/>
    <w:rsid w:val="0042550E"/>
    <w:rsid w:val="00425631"/>
    <w:rsid w:val="004256EF"/>
    <w:rsid w:val="00425738"/>
    <w:rsid w:val="00425AAB"/>
    <w:rsid w:val="00425BC4"/>
    <w:rsid w:val="00425EE1"/>
    <w:rsid w:val="00425F46"/>
    <w:rsid w:val="00425FA9"/>
    <w:rsid w:val="00426053"/>
    <w:rsid w:val="004264A7"/>
    <w:rsid w:val="004264C4"/>
    <w:rsid w:val="00426FD6"/>
    <w:rsid w:val="0042777B"/>
    <w:rsid w:val="00427864"/>
    <w:rsid w:val="00427951"/>
    <w:rsid w:val="00427F92"/>
    <w:rsid w:val="0043026A"/>
    <w:rsid w:val="004302A1"/>
    <w:rsid w:val="0043042B"/>
    <w:rsid w:val="0043056F"/>
    <w:rsid w:val="0043085C"/>
    <w:rsid w:val="00430C7C"/>
    <w:rsid w:val="00430CAD"/>
    <w:rsid w:val="004310E3"/>
    <w:rsid w:val="0043138B"/>
    <w:rsid w:val="004314D0"/>
    <w:rsid w:val="0043206C"/>
    <w:rsid w:val="00432086"/>
    <w:rsid w:val="00432210"/>
    <w:rsid w:val="004323BB"/>
    <w:rsid w:val="0043272B"/>
    <w:rsid w:val="00432B7A"/>
    <w:rsid w:val="00432FB0"/>
    <w:rsid w:val="00433164"/>
    <w:rsid w:val="00433356"/>
    <w:rsid w:val="0043384A"/>
    <w:rsid w:val="00433CE7"/>
    <w:rsid w:val="00434219"/>
    <w:rsid w:val="0043436A"/>
    <w:rsid w:val="004344A8"/>
    <w:rsid w:val="00434818"/>
    <w:rsid w:val="00434839"/>
    <w:rsid w:val="00434CDE"/>
    <w:rsid w:val="00434E99"/>
    <w:rsid w:val="00435139"/>
    <w:rsid w:val="00435270"/>
    <w:rsid w:val="00435501"/>
    <w:rsid w:val="004359B0"/>
    <w:rsid w:val="00435E05"/>
    <w:rsid w:val="00435F22"/>
    <w:rsid w:val="004360EC"/>
    <w:rsid w:val="00436625"/>
    <w:rsid w:val="0043673D"/>
    <w:rsid w:val="00436A61"/>
    <w:rsid w:val="00436BCA"/>
    <w:rsid w:val="00436C9F"/>
    <w:rsid w:val="00436FBB"/>
    <w:rsid w:val="00437238"/>
    <w:rsid w:val="00437260"/>
    <w:rsid w:val="00437377"/>
    <w:rsid w:val="0043777E"/>
    <w:rsid w:val="0043784A"/>
    <w:rsid w:val="00437B3E"/>
    <w:rsid w:val="00440BB7"/>
    <w:rsid w:val="00440F41"/>
    <w:rsid w:val="00440F6B"/>
    <w:rsid w:val="00440F7B"/>
    <w:rsid w:val="004413BC"/>
    <w:rsid w:val="004416E7"/>
    <w:rsid w:val="00441BAB"/>
    <w:rsid w:val="00441FA6"/>
    <w:rsid w:val="004420C3"/>
    <w:rsid w:val="004422D9"/>
    <w:rsid w:val="00442303"/>
    <w:rsid w:val="0044232D"/>
    <w:rsid w:val="004425D2"/>
    <w:rsid w:val="004425E3"/>
    <w:rsid w:val="0044284E"/>
    <w:rsid w:val="00442C7C"/>
    <w:rsid w:val="00442F06"/>
    <w:rsid w:val="0044302E"/>
    <w:rsid w:val="00443070"/>
    <w:rsid w:val="0044329A"/>
    <w:rsid w:val="004432AD"/>
    <w:rsid w:val="00443306"/>
    <w:rsid w:val="0044359C"/>
    <w:rsid w:val="00443910"/>
    <w:rsid w:val="00443AAA"/>
    <w:rsid w:val="00443EBC"/>
    <w:rsid w:val="0044433D"/>
    <w:rsid w:val="00444525"/>
    <w:rsid w:val="00444553"/>
    <w:rsid w:val="004446EC"/>
    <w:rsid w:val="00444EE2"/>
    <w:rsid w:val="00445281"/>
    <w:rsid w:val="0044571B"/>
    <w:rsid w:val="00445B30"/>
    <w:rsid w:val="00445EE0"/>
    <w:rsid w:val="0044694E"/>
    <w:rsid w:val="00446B2A"/>
    <w:rsid w:val="00446B80"/>
    <w:rsid w:val="00446CB2"/>
    <w:rsid w:val="00446D70"/>
    <w:rsid w:val="0044723E"/>
    <w:rsid w:val="00447621"/>
    <w:rsid w:val="004476F6"/>
    <w:rsid w:val="00447E46"/>
    <w:rsid w:val="0045006E"/>
    <w:rsid w:val="004505B8"/>
    <w:rsid w:val="00450C5D"/>
    <w:rsid w:val="00450FED"/>
    <w:rsid w:val="00451080"/>
    <w:rsid w:val="00451756"/>
    <w:rsid w:val="00451A7A"/>
    <w:rsid w:val="00451BE0"/>
    <w:rsid w:val="00451E7F"/>
    <w:rsid w:val="00452241"/>
    <w:rsid w:val="004524E1"/>
    <w:rsid w:val="0045286F"/>
    <w:rsid w:val="00453253"/>
    <w:rsid w:val="004532C7"/>
    <w:rsid w:val="004532DC"/>
    <w:rsid w:val="0045368E"/>
    <w:rsid w:val="004536B5"/>
    <w:rsid w:val="0045412F"/>
    <w:rsid w:val="0045437B"/>
    <w:rsid w:val="00454681"/>
    <w:rsid w:val="00455502"/>
    <w:rsid w:val="0045587C"/>
    <w:rsid w:val="00455B2A"/>
    <w:rsid w:val="00455C59"/>
    <w:rsid w:val="00455CF5"/>
    <w:rsid w:val="00455FA6"/>
    <w:rsid w:val="0045602D"/>
    <w:rsid w:val="004561EB"/>
    <w:rsid w:val="004566DF"/>
    <w:rsid w:val="00456855"/>
    <w:rsid w:val="004568CE"/>
    <w:rsid w:val="00457091"/>
    <w:rsid w:val="004577AF"/>
    <w:rsid w:val="00457A06"/>
    <w:rsid w:val="004603E4"/>
    <w:rsid w:val="00460482"/>
    <w:rsid w:val="004607F2"/>
    <w:rsid w:val="00460B92"/>
    <w:rsid w:val="00460CB5"/>
    <w:rsid w:val="00460DD7"/>
    <w:rsid w:val="004612AA"/>
    <w:rsid w:val="0046135D"/>
    <w:rsid w:val="004615B2"/>
    <w:rsid w:val="00461B36"/>
    <w:rsid w:val="00461F9F"/>
    <w:rsid w:val="004620B6"/>
    <w:rsid w:val="00462967"/>
    <w:rsid w:val="00462982"/>
    <w:rsid w:val="00462A81"/>
    <w:rsid w:val="0046325A"/>
    <w:rsid w:val="004634F1"/>
    <w:rsid w:val="004635D6"/>
    <w:rsid w:val="004637E1"/>
    <w:rsid w:val="00463A88"/>
    <w:rsid w:val="00463D77"/>
    <w:rsid w:val="0046418A"/>
    <w:rsid w:val="004644CA"/>
    <w:rsid w:val="00464683"/>
    <w:rsid w:val="004646B8"/>
    <w:rsid w:val="00464760"/>
    <w:rsid w:val="00464797"/>
    <w:rsid w:val="00464A6F"/>
    <w:rsid w:val="00464B0E"/>
    <w:rsid w:val="00464CA4"/>
    <w:rsid w:val="00464E12"/>
    <w:rsid w:val="00464EAD"/>
    <w:rsid w:val="004650A1"/>
    <w:rsid w:val="0046521E"/>
    <w:rsid w:val="0046521F"/>
    <w:rsid w:val="00465398"/>
    <w:rsid w:val="00465508"/>
    <w:rsid w:val="004659DB"/>
    <w:rsid w:val="00465B90"/>
    <w:rsid w:val="004660A2"/>
    <w:rsid w:val="00466244"/>
    <w:rsid w:val="0046635A"/>
    <w:rsid w:val="004663BE"/>
    <w:rsid w:val="004667D2"/>
    <w:rsid w:val="0046696A"/>
    <w:rsid w:val="00467DED"/>
    <w:rsid w:val="00470107"/>
    <w:rsid w:val="00470281"/>
    <w:rsid w:val="00470545"/>
    <w:rsid w:val="00470851"/>
    <w:rsid w:val="0047091D"/>
    <w:rsid w:val="00471B7A"/>
    <w:rsid w:val="00471C67"/>
    <w:rsid w:val="00471D2D"/>
    <w:rsid w:val="00471E4B"/>
    <w:rsid w:val="0047200A"/>
    <w:rsid w:val="00472567"/>
    <w:rsid w:val="004727AB"/>
    <w:rsid w:val="00472AD0"/>
    <w:rsid w:val="00472F01"/>
    <w:rsid w:val="00473091"/>
    <w:rsid w:val="0047333A"/>
    <w:rsid w:val="004738C5"/>
    <w:rsid w:val="004739C8"/>
    <w:rsid w:val="00473BB9"/>
    <w:rsid w:val="00474744"/>
    <w:rsid w:val="004747AC"/>
    <w:rsid w:val="004750B3"/>
    <w:rsid w:val="004753C6"/>
    <w:rsid w:val="004757A5"/>
    <w:rsid w:val="004757AD"/>
    <w:rsid w:val="00475A46"/>
    <w:rsid w:val="00475ADE"/>
    <w:rsid w:val="00476104"/>
    <w:rsid w:val="004763D4"/>
    <w:rsid w:val="00476790"/>
    <w:rsid w:val="004767AB"/>
    <w:rsid w:val="0047684D"/>
    <w:rsid w:val="004769E3"/>
    <w:rsid w:val="00476A37"/>
    <w:rsid w:val="00476A7B"/>
    <w:rsid w:val="00476FF2"/>
    <w:rsid w:val="004774D8"/>
    <w:rsid w:val="00477543"/>
    <w:rsid w:val="00477762"/>
    <w:rsid w:val="00477A48"/>
    <w:rsid w:val="00477D22"/>
    <w:rsid w:val="00477D73"/>
    <w:rsid w:val="00477D87"/>
    <w:rsid w:val="00477F74"/>
    <w:rsid w:val="00480381"/>
    <w:rsid w:val="0048040A"/>
    <w:rsid w:val="004804EF"/>
    <w:rsid w:val="0048055B"/>
    <w:rsid w:val="0048058F"/>
    <w:rsid w:val="00480604"/>
    <w:rsid w:val="004806DD"/>
    <w:rsid w:val="00480704"/>
    <w:rsid w:val="0048139A"/>
    <w:rsid w:val="004814EB"/>
    <w:rsid w:val="004815F0"/>
    <w:rsid w:val="00481634"/>
    <w:rsid w:val="004823BD"/>
    <w:rsid w:val="00482752"/>
    <w:rsid w:val="00482808"/>
    <w:rsid w:val="00482996"/>
    <w:rsid w:val="00482E15"/>
    <w:rsid w:val="00483237"/>
    <w:rsid w:val="0048334F"/>
    <w:rsid w:val="0048356A"/>
    <w:rsid w:val="004838BC"/>
    <w:rsid w:val="00483DB2"/>
    <w:rsid w:val="00484400"/>
    <w:rsid w:val="004847AF"/>
    <w:rsid w:val="00484D35"/>
    <w:rsid w:val="00484F5E"/>
    <w:rsid w:val="004855D1"/>
    <w:rsid w:val="00485641"/>
    <w:rsid w:val="00485928"/>
    <w:rsid w:val="00486218"/>
    <w:rsid w:val="004864AA"/>
    <w:rsid w:val="00486AD8"/>
    <w:rsid w:val="00486F08"/>
    <w:rsid w:val="00487028"/>
    <w:rsid w:val="00487309"/>
    <w:rsid w:val="004876F2"/>
    <w:rsid w:val="004878FF"/>
    <w:rsid w:val="00487A66"/>
    <w:rsid w:val="00487E9F"/>
    <w:rsid w:val="0049028F"/>
    <w:rsid w:val="004902DB"/>
    <w:rsid w:val="00490316"/>
    <w:rsid w:val="0049038E"/>
    <w:rsid w:val="00490587"/>
    <w:rsid w:val="00490853"/>
    <w:rsid w:val="0049095A"/>
    <w:rsid w:val="00490A51"/>
    <w:rsid w:val="00490CD7"/>
    <w:rsid w:val="004910A8"/>
    <w:rsid w:val="00491E19"/>
    <w:rsid w:val="00492253"/>
    <w:rsid w:val="0049231C"/>
    <w:rsid w:val="004924C1"/>
    <w:rsid w:val="004924CE"/>
    <w:rsid w:val="0049260E"/>
    <w:rsid w:val="004927A5"/>
    <w:rsid w:val="00492BC4"/>
    <w:rsid w:val="00492D77"/>
    <w:rsid w:val="004930D7"/>
    <w:rsid w:val="004931E7"/>
    <w:rsid w:val="0049335A"/>
    <w:rsid w:val="004942B7"/>
    <w:rsid w:val="004945FE"/>
    <w:rsid w:val="004949A2"/>
    <w:rsid w:val="00494FE3"/>
    <w:rsid w:val="004957D8"/>
    <w:rsid w:val="004958AD"/>
    <w:rsid w:val="00495BD2"/>
    <w:rsid w:val="00495C1E"/>
    <w:rsid w:val="00496076"/>
    <w:rsid w:val="00496240"/>
    <w:rsid w:val="00496357"/>
    <w:rsid w:val="0049643B"/>
    <w:rsid w:val="00496445"/>
    <w:rsid w:val="00496549"/>
    <w:rsid w:val="004965BE"/>
    <w:rsid w:val="004966E2"/>
    <w:rsid w:val="00496CF9"/>
    <w:rsid w:val="00496E5A"/>
    <w:rsid w:val="00496E62"/>
    <w:rsid w:val="004975B5"/>
    <w:rsid w:val="00497773"/>
    <w:rsid w:val="0049798B"/>
    <w:rsid w:val="00497DFA"/>
    <w:rsid w:val="00497FCE"/>
    <w:rsid w:val="004A0118"/>
    <w:rsid w:val="004A0180"/>
    <w:rsid w:val="004A03A9"/>
    <w:rsid w:val="004A046A"/>
    <w:rsid w:val="004A0703"/>
    <w:rsid w:val="004A0912"/>
    <w:rsid w:val="004A099F"/>
    <w:rsid w:val="004A0BA7"/>
    <w:rsid w:val="004A0DCA"/>
    <w:rsid w:val="004A0E30"/>
    <w:rsid w:val="004A0E45"/>
    <w:rsid w:val="004A0F8C"/>
    <w:rsid w:val="004A1137"/>
    <w:rsid w:val="004A176B"/>
    <w:rsid w:val="004A18DF"/>
    <w:rsid w:val="004A191D"/>
    <w:rsid w:val="004A1D55"/>
    <w:rsid w:val="004A1F30"/>
    <w:rsid w:val="004A1F68"/>
    <w:rsid w:val="004A23CA"/>
    <w:rsid w:val="004A26EC"/>
    <w:rsid w:val="004A2F25"/>
    <w:rsid w:val="004A3743"/>
    <w:rsid w:val="004A37A1"/>
    <w:rsid w:val="004A394D"/>
    <w:rsid w:val="004A3A4C"/>
    <w:rsid w:val="004A3B48"/>
    <w:rsid w:val="004A403C"/>
    <w:rsid w:val="004A40CA"/>
    <w:rsid w:val="004A41B3"/>
    <w:rsid w:val="004A444C"/>
    <w:rsid w:val="004A461A"/>
    <w:rsid w:val="004A4657"/>
    <w:rsid w:val="004A4AD3"/>
    <w:rsid w:val="004A4B7B"/>
    <w:rsid w:val="004A4D9D"/>
    <w:rsid w:val="004A4EA3"/>
    <w:rsid w:val="004A505E"/>
    <w:rsid w:val="004A5CAA"/>
    <w:rsid w:val="004A5EB7"/>
    <w:rsid w:val="004A631D"/>
    <w:rsid w:val="004A6637"/>
    <w:rsid w:val="004A67A2"/>
    <w:rsid w:val="004A693E"/>
    <w:rsid w:val="004A6A2C"/>
    <w:rsid w:val="004A6D46"/>
    <w:rsid w:val="004A6F03"/>
    <w:rsid w:val="004A72C4"/>
    <w:rsid w:val="004A73C4"/>
    <w:rsid w:val="004A757B"/>
    <w:rsid w:val="004A78F8"/>
    <w:rsid w:val="004A79B2"/>
    <w:rsid w:val="004A7AF4"/>
    <w:rsid w:val="004A7C04"/>
    <w:rsid w:val="004B0323"/>
    <w:rsid w:val="004B03A2"/>
    <w:rsid w:val="004B0685"/>
    <w:rsid w:val="004B0DF9"/>
    <w:rsid w:val="004B1075"/>
    <w:rsid w:val="004B1219"/>
    <w:rsid w:val="004B155B"/>
    <w:rsid w:val="004B1DE9"/>
    <w:rsid w:val="004B1E05"/>
    <w:rsid w:val="004B1E78"/>
    <w:rsid w:val="004B2547"/>
    <w:rsid w:val="004B2662"/>
    <w:rsid w:val="004B2686"/>
    <w:rsid w:val="004B2767"/>
    <w:rsid w:val="004B2948"/>
    <w:rsid w:val="004B2B33"/>
    <w:rsid w:val="004B307F"/>
    <w:rsid w:val="004B3275"/>
    <w:rsid w:val="004B35E7"/>
    <w:rsid w:val="004B35EC"/>
    <w:rsid w:val="004B38F2"/>
    <w:rsid w:val="004B3A13"/>
    <w:rsid w:val="004B3A31"/>
    <w:rsid w:val="004B3AB8"/>
    <w:rsid w:val="004B3B99"/>
    <w:rsid w:val="004B3C36"/>
    <w:rsid w:val="004B3FDD"/>
    <w:rsid w:val="004B400E"/>
    <w:rsid w:val="004B40E9"/>
    <w:rsid w:val="004B4337"/>
    <w:rsid w:val="004B44C0"/>
    <w:rsid w:val="004B47F2"/>
    <w:rsid w:val="004B49A4"/>
    <w:rsid w:val="004B4D80"/>
    <w:rsid w:val="004B4F25"/>
    <w:rsid w:val="004B5485"/>
    <w:rsid w:val="004B564A"/>
    <w:rsid w:val="004B58B7"/>
    <w:rsid w:val="004B5B1D"/>
    <w:rsid w:val="004B5B99"/>
    <w:rsid w:val="004B5F94"/>
    <w:rsid w:val="004B63E8"/>
    <w:rsid w:val="004B66EB"/>
    <w:rsid w:val="004B6784"/>
    <w:rsid w:val="004B713B"/>
    <w:rsid w:val="004B7154"/>
    <w:rsid w:val="004B7839"/>
    <w:rsid w:val="004B791A"/>
    <w:rsid w:val="004B7E8F"/>
    <w:rsid w:val="004C016E"/>
    <w:rsid w:val="004C01D1"/>
    <w:rsid w:val="004C032D"/>
    <w:rsid w:val="004C0387"/>
    <w:rsid w:val="004C0E13"/>
    <w:rsid w:val="004C12D3"/>
    <w:rsid w:val="004C1319"/>
    <w:rsid w:val="004C1326"/>
    <w:rsid w:val="004C1469"/>
    <w:rsid w:val="004C1695"/>
    <w:rsid w:val="004C17C4"/>
    <w:rsid w:val="004C17DF"/>
    <w:rsid w:val="004C180D"/>
    <w:rsid w:val="004C1A45"/>
    <w:rsid w:val="004C1C8A"/>
    <w:rsid w:val="004C1ECF"/>
    <w:rsid w:val="004C2072"/>
    <w:rsid w:val="004C2081"/>
    <w:rsid w:val="004C2120"/>
    <w:rsid w:val="004C22BE"/>
    <w:rsid w:val="004C2652"/>
    <w:rsid w:val="004C2865"/>
    <w:rsid w:val="004C30AC"/>
    <w:rsid w:val="004C33A5"/>
    <w:rsid w:val="004C34C5"/>
    <w:rsid w:val="004C36DD"/>
    <w:rsid w:val="004C36E6"/>
    <w:rsid w:val="004C37F2"/>
    <w:rsid w:val="004C3A47"/>
    <w:rsid w:val="004C3A96"/>
    <w:rsid w:val="004C3AEF"/>
    <w:rsid w:val="004C3E0C"/>
    <w:rsid w:val="004C41E6"/>
    <w:rsid w:val="004C426F"/>
    <w:rsid w:val="004C433F"/>
    <w:rsid w:val="004C435E"/>
    <w:rsid w:val="004C45A2"/>
    <w:rsid w:val="004C4A5B"/>
    <w:rsid w:val="004C4B85"/>
    <w:rsid w:val="004C4C87"/>
    <w:rsid w:val="004C4CCE"/>
    <w:rsid w:val="004C504C"/>
    <w:rsid w:val="004C5065"/>
    <w:rsid w:val="004C55E7"/>
    <w:rsid w:val="004C5673"/>
    <w:rsid w:val="004C57A8"/>
    <w:rsid w:val="004C5AD8"/>
    <w:rsid w:val="004C5BED"/>
    <w:rsid w:val="004C5EE7"/>
    <w:rsid w:val="004C6072"/>
    <w:rsid w:val="004C6414"/>
    <w:rsid w:val="004C6A92"/>
    <w:rsid w:val="004C6D63"/>
    <w:rsid w:val="004C7084"/>
    <w:rsid w:val="004C7485"/>
    <w:rsid w:val="004C7CDB"/>
    <w:rsid w:val="004D01DA"/>
    <w:rsid w:val="004D089D"/>
    <w:rsid w:val="004D09E7"/>
    <w:rsid w:val="004D0ADE"/>
    <w:rsid w:val="004D0AF9"/>
    <w:rsid w:val="004D0F47"/>
    <w:rsid w:val="004D13F9"/>
    <w:rsid w:val="004D153A"/>
    <w:rsid w:val="004D1609"/>
    <w:rsid w:val="004D1B4B"/>
    <w:rsid w:val="004D1CA1"/>
    <w:rsid w:val="004D1CFF"/>
    <w:rsid w:val="004D1D30"/>
    <w:rsid w:val="004D1D43"/>
    <w:rsid w:val="004D2030"/>
    <w:rsid w:val="004D24F9"/>
    <w:rsid w:val="004D25C2"/>
    <w:rsid w:val="004D2631"/>
    <w:rsid w:val="004D288F"/>
    <w:rsid w:val="004D2A5C"/>
    <w:rsid w:val="004D32D8"/>
    <w:rsid w:val="004D340A"/>
    <w:rsid w:val="004D35A2"/>
    <w:rsid w:val="004D38E5"/>
    <w:rsid w:val="004D39A6"/>
    <w:rsid w:val="004D3BD5"/>
    <w:rsid w:val="004D438A"/>
    <w:rsid w:val="004D43E9"/>
    <w:rsid w:val="004D45E1"/>
    <w:rsid w:val="004D4985"/>
    <w:rsid w:val="004D4CF0"/>
    <w:rsid w:val="004D4D10"/>
    <w:rsid w:val="004D4DAC"/>
    <w:rsid w:val="004D5747"/>
    <w:rsid w:val="004D5F90"/>
    <w:rsid w:val="004D6631"/>
    <w:rsid w:val="004D6D53"/>
    <w:rsid w:val="004D6E84"/>
    <w:rsid w:val="004D71B2"/>
    <w:rsid w:val="004D776D"/>
    <w:rsid w:val="004D7887"/>
    <w:rsid w:val="004D7984"/>
    <w:rsid w:val="004D7A66"/>
    <w:rsid w:val="004D7CE2"/>
    <w:rsid w:val="004D7D55"/>
    <w:rsid w:val="004D7F77"/>
    <w:rsid w:val="004E0164"/>
    <w:rsid w:val="004E0291"/>
    <w:rsid w:val="004E02A5"/>
    <w:rsid w:val="004E07BF"/>
    <w:rsid w:val="004E081C"/>
    <w:rsid w:val="004E095D"/>
    <w:rsid w:val="004E0BE2"/>
    <w:rsid w:val="004E0C76"/>
    <w:rsid w:val="004E0E2B"/>
    <w:rsid w:val="004E102C"/>
    <w:rsid w:val="004E11D4"/>
    <w:rsid w:val="004E1D49"/>
    <w:rsid w:val="004E23E5"/>
    <w:rsid w:val="004E28B6"/>
    <w:rsid w:val="004E2C7B"/>
    <w:rsid w:val="004E2EA1"/>
    <w:rsid w:val="004E2FE6"/>
    <w:rsid w:val="004E333D"/>
    <w:rsid w:val="004E358F"/>
    <w:rsid w:val="004E37FB"/>
    <w:rsid w:val="004E39DD"/>
    <w:rsid w:val="004E3B0C"/>
    <w:rsid w:val="004E3BF0"/>
    <w:rsid w:val="004E3C2F"/>
    <w:rsid w:val="004E3D0E"/>
    <w:rsid w:val="004E41DE"/>
    <w:rsid w:val="004E4740"/>
    <w:rsid w:val="004E4D56"/>
    <w:rsid w:val="004E53B4"/>
    <w:rsid w:val="004E57FE"/>
    <w:rsid w:val="004E591A"/>
    <w:rsid w:val="004E5961"/>
    <w:rsid w:val="004E5F93"/>
    <w:rsid w:val="004E607B"/>
    <w:rsid w:val="004E67D3"/>
    <w:rsid w:val="004E687B"/>
    <w:rsid w:val="004E69C5"/>
    <w:rsid w:val="004E7780"/>
    <w:rsid w:val="004E7998"/>
    <w:rsid w:val="004E7BD7"/>
    <w:rsid w:val="004E7D0C"/>
    <w:rsid w:val="004E7D0F"/>
    <w:rsid w:val="004E7D68"/>
    <w:rsid w:val="004F00F2"/>
    <w:rsid w:val="004F0C96"/>
    <w:rsid w:val="004F0F11"/>
    <w:rsid w:val="004F104B"/>
    <w:rsid w:val="004F113B"/>
    <w:rsid w:val="004F1413"/>
    <w:rsid w:val="004F1904"/>
    <w:rsid w:val="004F1AFC"/>
    <w:rsid w:val="004F1B6E"/>
    <w:rsid w:val="004F1FAA"/>
    <w:rsid w:val="004F21CE"/>
    <w:rsid w:val="004F23C0"/>
    <w:rsid w:val="004F2619"/>
    <w:rsid w:val="004F2A51"/>
    <w:rsid w:val="004F2CF2"/>
    <w:rsid w:val="004F3198"/>
    <w:rsid w:val="004F3881"/>
    <w:rsid w:val="004F3A03"/>
    <w:rsid w:val="004F3B43"/>
    <w:rsid w:val="004F4014"/>
    <w:rsid w:val="004F472A"/>
    <w:rsid w:val="004F4772"/>
    <w:rsid w:val="004F493E"/>
    <w:rsid w:val="004F4B3A"/>
    <w:rsid w:val="004F4B9A"/>
    <w:rsid w:val="004F4D0D"/>
    <w:rsid w:val="004F5022"/>
    <w:rsid w:val="004F510A"/>
    <w:rsid w:val="004F5160"/>
    <w:rsid w:val="004F540E"/>
    <w:rsid w:val="004F5572"/>
    <w:rsid w:val="004F55C1"/>
    <w:rsid w:val="004F5AE7"/>
    <w:rsid w:val="004F5B01"/>
    <w:rsid w:val="004F5D6E"/>
    <w:rsid w:val="004F5FF6"/>
    <w:rsid w:val="004F6082"/>
    <w:rsid w:val="004F6577"/>
    <w:rsid w:val="004F6685"/>
    <w:rsid w:val="004F66AA"/>
    <w:rsid w:val="004F68FD"/>
    <w:rsid w:val="004F69D8"/>
    <w:rsid w:val="004F6E69"/>
    <w:rsid w:val="004F730F"/>
    <w:rsid w:val="004F7546"/>
    <w:rsid w:val="004F7564"/>
    <w:rsid w:val="004F7A4E"/>
    <w:rsid w:val="004F7ACF"/>
    <w:rsid w:val="004F7C44"/>
    <w:rsid w:val="004F7C8A"/>
    <w:rsid w:val="004F7CE6"/>
    <w:rsid w:val="005008CA"/>
    <w:rsid w:val="00500D60"/>
    <w:rsid w:val="005010E7"/>
    <w:rsid w:val="0050148E"/>
    <w:rsid w:val="0050151B"/>
    <w:rsid w:val="00502024"/>
    <w:rsid w:val="00502051"/>
    <w:rsid w:val="00502664"/>
    <w:rsid w:val="005026CA"/>
    <w:rsid w:val="00502704"/>
    <w:rsid w:val="005027DC"/>
    <w:rsid w:val="00502B66"/>
    <w:rsid w:val="00502BC5"/>
    <w:rsid w:val="00502D51"/>
    <w:rsid w:val="00502F8E"/>
    <w:rsid w:val="0050352F"/>
    <w:rsid w:val="00503E07"/>
    <w:rsid w:val="005043B5"/>
    <w:rsid w:val="005045E4"/>
    <w:rsid w:val="00504715"/>
    <w:rsid w:val="00504F6B"/>
    <w:rsid w:val="005054A1"/>
    <w:rsid w:val="005056AA"/>
    <w:rsid w:val="005057F3"/>
    <w:rsid w:val="0050580E"/>
    <w:rsid w:val="005059F7"/>
    <w:rsid w:val="005063C1"/>
    <w:rsid w:val="005066A2"/>
    <w:rsid w:val="00506DDC"/>
    <w:rsid w:val="005070C7"/>
    <w:rsid w:val="0050721B"/>
    <w:rsid w:val="00507334"/>
    <w:rsid w:val="00507527"/>
    <w:rsid w:val="00507EC2"/>
    <w:rsid w:val="00507F09"/>
    <w:rsid w:val="00510764"/>
    <w:rsid w:val="005107A5"/>
    <w:rsid w:val="005111D1"/>
    <w:rsid w:val="00511398"/>
    <w:rsid w:val="0051154B"/>
    <w:rsid w:val="00511832"/>
    <w:rsid w:val="00511DAB"/>
    <w:rsid w:val="0051201E"/>
    <w:rsid w:val="00512060"/>
    <w:rsid w:val="005122D3"/>
    <w:rsid w:val="005126A4"/>
    <w:rsid w:val="005126C4"/>
    <w:rsid w:val="00512827"/>
    <w:rsid w:val="0051288C"/>
    <w:rsid w:val="00512B6D"/>
    <w:rsid w:val="00512D18"/>
    <w:rsid w:val="00512E1C"/>
    <w:rsid w:val="005131C7"/>
    <w:rsid w:val="00513392"/>
    <w:rsid w:val="005133A8"/>
    <w:rsid w:val="005133D8"/>
    <w:rsid w:val="005135B1"/>
    <w:rsid w:val="005136B3"/>
    <w:rsid w:val="00513A32"/>
    <w:rsid w:val="00513C5D"/>
    <w:rsid w:val="00513C85"/>
    <w:rsid w:val="00513F81"/>
    <w:rsid w:val="00514036"/>
    <w:rsid w:val="005144E9"/>
    <w:rsid w:val="0051462F"/>
    <w:rsid w:val="00514C50"/>
    <w:rsid w:val="00515210"/>
    <w:rsid w:val="00515329"/>
    <w:rsid w:val="00515377"/>
    <w:rsid w:val="00515878"/>
    <w:rsid w:val="00515A09"/>
    <w:rsid w:val="00515A6F"/>
    <w:rsid w:val="00515A71"/>
    <w:rsid w:val="00515ACD"/>
    <w:rsid w:val="0051653F"/>
    <w:rsid w:val="0051699F"/>
    <w:rsid w:val="005170CB"/>
    <w:rsid w:val="005174C8"/>
    <w:rsid w:val="005174D6"/>
    <w:rsid w:val="00517694"/>
    <w:rsid w:val="00517B4A"/>
    <w:rsid w:val="00517ED7"/>
    <w:rsid w:val="00520010"/>
    <w:rsid w:val="0052038D"/>
    <w:rsid w:val="00520560"/>
    <w:rsid w:val="0052063D"/>
    <w:rsid w:val="0052070B"/>
    <w:rsid w:val="0052096B"/>
    <w:rsid w:val="005209F4"/>
    <w:rsid w:val="005214E2"/>
    <w:rsid w:val="0052169A"/>
    <w:rsid w:val="00521707"/>
    <w:rsid w:val="00521A33"/>
    <w:rsid w:val="00521F91"/>
    <w:rsid w:val="005222D4"/>
    <w:rsid w:val="005223AA"/>
    <w:rsid w:val="0052252B"/>
    <w:rsid w:val="005225F8"/>
    <w:rsid w:val="00522F97"/>
    <w:rsid w:val="005233AF"/>
    <w:rsid w:val="00523731"/>
    <w:rsid w:val="0052392E"/>
    <w:rsid w:val="00523BBD"/>
    <w:rsid w:val="00523E39"/>
    <w:rsid w:val="00523E54"/>
    <w:rsid w:val="005240F6"/>
    <w:rsid w:val="005244F8"/>
    <w:rsid w:val="00524A08"/>
    <w:rsid w:val="00524C8C"/>
    <w:rsid w:val="00525AF9"/>
    <w:rsid w:val="00525CA2"/>
    <w:rsid w:val="005260B1"/>
    <w:rsid w:val="00526601"/>
    <w:rsid w:val="00526620"/>
    <w:rsid w:val="00527053"/>
    <w:rsid w:val="00527058"/>
    <w:rsid w:val="005273CC"/>
    <w:rsid w:val="00527BBF"/>
    <w:rsid w:val="00527C8E"/>
    <w:rsid w:val="00527D31"/>
    <w:rsid w:val="00527FED"/>
    <w:rsid w:val="005300BC"/>
    <w:rsid w:val="00530527"/>
    <w:rsid w:val="00530AB8"/>
    <w:rsid w:val="00530BDD"/>
    <w:rsid w:val="00530CB8"/>
    <w:rsid w:val="00530E2D"/>
    <w:rsid w:val="00530F77"/>
    <w:rsid w:val="0053143D"/>
    <w:rsid w:val="0053154C"/>
    <w:rsid w:val="00531B49"/>
    <w:rsid w:val="00531F2D"/>
    <w:rsid w:val="005325BA"/>
    <w:rsid w:val="00532892"/>
    <w:rsid w:val="00532F0D"/>
    <w:rsid w:val="00533139"/>
    <w:rsid w:val="00533172"/>
    <w:rsid w:val="00533216"/>
    <w:rsid w:val="00533466"/>
    <w:rsid w:val="0053359C"/>
    <w:rsid w:val="00533C94"/>
    <w:rsid w:val="00533D03"/>
    <w:rsid w:val="00534230"/>
    <w:rsid w:val="0053501B"/>
    <w:rsid w:val="005354FF"/>
    <w:rsid w:val="005356F4"/>
    <w:rsid w:val="00535700"/>
    <w:rsid w:val="0053583C"/>
    <w:rsid w:val="00535B7A"/>
    <w:rsid w:val="00535BF6"/>
    <w:rsid w:val="00535F1E"/>
    <w:rsid w:val="00535F79"/>
    <w:rsid w:val="00536109"/>
    <w:rsid w:val="005362D8"/>
    <w:rsid w:val="00536439"/>
    <w:rsid w:val="00536585"/>
    <w:rsid w:val="00536641"/>
    <w:rsid w:val="005368C0"/>
    <w:rsid w:val="00537459"/>
    <w:rsid w:val="0053770B"/>
    <w:rsid w:val="0053770F"/>
    <w:rsid w:val="0053788B"/>
    <w:rsid w:val="00537A4C"/>
    <w:rsid w:val="00537AF4"/>
    <w:rsid w:val="00537C83"/>
    <w:rsid w:val="00537DD7"/>
    <w:rsid w:val="00537F63"/>
    <w:rsid w:val="005402CA"/>
    <w:rsid w:val="005406E7"/>
    <w:rsid w:val="00540912"/>
    <w:rsid w:val="00540935"/>
    <w:rsid w:val="00540CF2"/>
    <w:rsid w:val="00540E6A"/>
    <w:rsid w:val="00540E7A"/>
    <w:rsid w:val="0054103D"/>
    <w:rsid w:val="005411E5"/>
    <w:rsid w:val="0054131C"/>
    <w:rsid w:val="00541676"/>
    <w:rsid w:val="005419A7"/>
    <w:rsid w:val="00541D23"/>
    <w:rsid w:val="0054211D"/>
    <w:rsid w:val="005421F4"/>
    <w:rsid w:val="005422F0"/>
    <w:rsid w:val="0054291C"/>
    <w:rsid w:val="00542B8E"/>
    <w:rsid w:val="00543171"/>
    <w:rsid w:val="0054325C"/>
    <w:rsid w:val="0054332A"/>
    <w:rsid w:val="0054339E"/>
    <w:rsid w:val="005433F2"/>
    <w:rsid w:val="00543416"/>
    <w:rsid w:val="005435C6"/>
    <w:rsid w:val="00543898"/>
    <w:rsid w:val="00543D70"/>
    <w:rsid w:val="00543F3D"/>
    <w:rsid w:val="00544034"/>
    <w:rsid w:val="0054432B"/>
    <w:rsid w:val="005444A8"/>
    <w:rsid w:val="00544E77"/>
    <w:rsid w:val="00545046"/>
    <w:rsid w:val="005452F5"/>
    <w:rsid w:val="00545426"/>
    <w:rsid w:val="00545A5E"/>
    <w:rsid w:val="0054615B"/>
    <w:rsid w:val="005467C2"/>
    <w:rsid w:val="00546DE2"/>
    <w:rsid w:val="005471B4"/>
    <w:rsid w:val="0054769D"/>
    <w:rsid w:val="00547818"/>
    <w:rsid w:val="00547870"/>
    <w:rsid w:val="005478B9"/>
    <w:rsid w:val="005479B7"/>
    <w:rsid w:val="00547A0E"/>
    <w:rsid w:val="00547B54"/>
    <w:rsid w:val="00547CD4"/>
    <w:rsid w:val="00547CFB"/>
    <w:rsid w:val="00547DB3"/>
    <w:rsid w:val="00550079"/>
    <w:rsid w:val="00550172"/>
    <w:rsid w:val="0055110A"/>
    <w:rsid w:val="00551393"/>
    <w:rsid w:val="00551456"/>
    <w:rsid w:val="00551B93"/>
    <w:rsid w:val="005525E6"/>
    <w:rsid w:val="00552678"/>
    <w:rsid w:val="00552F06"/>
    <w:rsid w:val="00553385"/>
    <w:rsid w:val="00553478"/>
    <w:rsid w:val="00553565"/>
    <w:rsid w:val="00553B90"/>
    <w:rsid w:val="005540C8"/>
    <w:rsid w:val="005543E1"/>
    <w:rsid w:val="005548A4"/>
    <w:rsid w:val="00554A96"/>
    <w:rsid w:val="005553F5"/>
    <w:rsid w:val="00555579"/>
    <w:rsid w:val="005555B0"/>
    <w:rsid w:val="0055561B"/>
    <w:rsid w:val="0055568B"/>
    <w:rsid w:val="00555AFA"/>
    <w:rsid w:val="00555D31"/>
    <w:rsid w:val="0055610E"/>
    <w:rsid w:val="005561C0"/>
    <w:rsid w:val="00556643"/>
    <w:rsid w:val="00556C5B"/>
    <w:rsid w:val="00556C9F"/>
    <w:rsid w:val="0055751C"/>
    <w:rsid w:val="00557645"/>
    <w:rsid w:val="005577E1"/>
    <w:rsid w:val="00557830"/>
    <w:rsid w:val="0055797C"/>
    <w:rsid w:val="00557A62"/>
    <w:rsid w:val="00557B25"/>
    <w:rsid w:val="00557B88"/>
    <w:rsid w:val="00557C0C"/>
    <w:rsid w:val="00557F7D"/>
    <w:rsid w:val="00557F8F"/>
    <w:rsid w:val="00560179"/>
    <w:rsid w:val="005609C1"/>
    <w:rsid w:val="0056113C"/>
    <w:rsid w:val="005611A5"/>
    <w:rsid w:val="005614CB"/>
    <w:rsid w:val="00561629"/>
    <w:rsid w:val="00561B35"/>
    <w:rsid w:val="005620DF"/>
    <w:rsid w:val="00562121"/>
    <w:rsid w:val="00562240"/>
    <w:rsid w:val="005624B2"/>
    <w:rsid w:val="00562576"/>
    <w:rsid w:val="00562627"/>
    <w:rsid w:val="00562886"/>
    <w:rsid w:val="00562F46"/>
    <w:rsid w:val="00563243"/>
    <w:rsid w:val="00563DD7"/>
    <w:rsid w:val="00563F44"/>
    <w:rsid w:val="0056437D"/>
    <w:rsid w:val="005643E8"/>
    <w:rsid w:val="0056444C"/>
    <w:rsid w:val="00564468"/>
    <w:rsid w:val="00564581"/>
    <w:rsid w:val="00564713"/>
    <w:rsid w:val="00564729"/>
    <w:rsid w:val="00564932"/>
    <w:rsid w:val="00565959"/>
    <w:rsid w:val="00565D8B"/>
    <w:rsid w:val="00566481"/>
    <w:rsid w:val="0056670B"/>
    <w:rsid w:val="00566CC4"/>
    <w:rsid w:val="00566DF4"/>
    <w:rsid w:val="00566E25"/>
    <w:rsid w:val="0056704C"/>
    <w:rsid w:val="005670AD"/>
    <w:rsid w:val="00567306"/>
    <w:rsid w:val="0056794A"/>
    <w:rsid w:val="00567DA3"/>
    <w:rsid w:val="005701EF"/>
    <w:rsid w:val="005705AE"/>
    <w:rsid w:val="00570AE4"/>
    <w:rsid w:val="00570BCA"/>
    <w:rsid w:val="00570D83"/>
    <w:rsid w:val="00570DA6"/>
    <w:rsid w:val="00570E79"/>
    <w:rsid w:val="00570EDF"/>
    <w:rsid w:val="0057124E"/>
    <w:rsid w:val="0057156F"/>
    <w:rsid w:val="0057189D"/>
    <w:rsid w:val="00571C6D"/>
    <w:rsid w:val="00572666"/>
    <w:rsid w:val="005726DA"/>
    <w:rsid w:val="0057271E"/>
    <w:rsid w:val="00572733"/>
    <w:rsid w:val="0057299B"/>
    <w:rsid w:val="00572AB5"/>
    <w:rsid w:val="00572CDA"/>
    <w:rsid w:val="00572DD9"/>
    <w:rsid w:val="00573048"/>
    <w:rsid w:val="00573050"/>
    <w:rsid w:val="0057354F"/>
    <w:rsid w:val="005737F9"/>
    <w:rsid w:val="00573B41"/>
    <w:rsid w:val="00573D80"/>
    <w:rsid w:val="00573DF6"/>
    <w:rsid w:val="00573E95"/>
    <w:rsid w:val="00573F7B"/>
    <w:rsid w:val="0057423F"/>
    <w:rsid w:val="0057447D"/>
    <w:rsid w:val="0057463D"/>
    <w:rsid w:val="00574640"/>
    <w:rsid w:val="00574737"/>
    <w:rsid w:val="005749C5"/>
    <w:rsid w:val="00574EC9"/>
    <w:rsid w:val="005750A6"/>
    <w:rsid w:val="00575666"/>
    <w:rsid w:val="005756E0"/>
    <w:rsid w:val="00575B96"/>
    <w:rsid w:val="00575E9F"/>
    <w:rsid w:val="00576028"/>
    <w:rsid w:val="0057631A"/>
    <w:rsid w:val="00576436"/>
    <w:rsid w:val="0057651F"/>
    <w:rsid w:val="0057679F"/>
    <w:rsid w:val="0057697D"/>
    <w:rsid w:val="00576D64"/>
    <w:rsid w:val="00577256"/>
    <w:rsid w:val="005774AB"/>
    <w:rsid w:val="0057752C"/>
    <w:rsid w:val="00577818"/>
    <w:rsid w:val="00577AD4"/>
    <w:rsid w:val="00577C50"/>
    <w:rsid w:val="00577C62"/>
    <w:rsid w:val="00577DA4"/>
    <w:rsid w:val="00577E0F"/>
    <w:rsid w:val="00577F4D"/>
    <w:rsid w:val="00577FC9"/>
    <w:rsid w:val="00580519"/>
    <w:rsid w:val="00580A82"/>
    <w:rsid w:val="00580E7A"/>
    <w:rsid w:val="0058118B"/>
    <w:rsid w:val="00581293"/>
    <w:rsid w:val="005816EA"/>
    <w:rsid w:val="005818A6"/>
    <w:rsid w:val="00581D51"/>
    <w:rsid w:val="00581EE8"/>
    <w:rsid w:val="0058216C"/>
    <w:rsid w:val="005825E6"/>
    <w:rsid w:val="0058264A"/>
    <w:rsid w:val="00582714"/>
    <w:rsid w:val="00582787"/>
    <w:rsid w:val="00582792"/>
    <w:rsid w:val="005827D0"/>
    <w:rsid w:val="0058287C"/>
    <w:rsid w:val="00582D3E"/>
    <w:rsid w:val="00583467"/>
    <w:rsid w:val="00583482"/>
    <w:rsid w:val="0058380B"/>
    <w:rsid w:val="005838F3"/>
    <w:rsid w:val="00583D5F"/>
    <w:rsid w:val="00583E16"/>
    <w:rsid w:val="005840E9"/>
    <w:rsid w:val="0058410C"/>
    <w:rsid w:val="0058458D"/>
    <w:rsid w:val="00584CDA"/>
    <w:rsid w:val="00584D4A"/>
    <w:rsid w:val="00584FBB"/>
    <w:rsid w:val="00585190"/>
    <w:rsid w:val="0058545F"/>
    <w:rsid w:val="005854E3"/>
    <w:rsid w:val="005858B5"/>
    <w:rsid w:val="0058598E"/>
    <w:rsid w:val="00585DF5"/>
    <w:rsid w:val="00586132"/>
    <w:rsid w:val="00586226"/>
    <w:rsid w:val="00586290"/>
    <w:rsid w:val="00586459"/>
    <w:rsid w:val="0058649E"/>
    <w:rsid w:val="00586544"/>
    <w:rsid w:val="005865B6"/>
    <w:rsid w:val="005867DA"/>
    <w:rsid w:val="005868CB"/>
    <w:rsid w:val="00586D22"/>
    <w:rsid w:val="00586DE8"/>
    <w:rsid w:val="00586E63"/>
    <w:rsid w:val="00586F9C"/>
    <w:rsid w:val="00587115"/>
    <w:rsid w:val="00587236"/>
    <w:rsid w:val="00587345"/>
    <w:rsid w:val="005878C6"/>
    <w:rsid w:val="00587A43"/>
    <w:rsid w:val="00587B90"/>
    <w:rsid w:val="00587EF0"/>
    <w:rsid w:val="005900F4"/>
    <w:rsid w:val="005901BE"/>
    <w:rsid w:val="0059040E"/>
    <w:rsid w:val="00590966"/>
    <w:rsid w:val="00590BE5"/>
    <w:rsid w:val="0059128B"/>
    <w:rsid w:val="0059244F"/>
    <w:rsid w:val="00592581"/>
    <w:rsid w:val="00592918"/>
    <w:rsid w:val="00592CE7"/>
    <w:rsid w:val="00592EB3"/>
    <w:rsid w:val="0059396D"/>
    <w:rsid w:val="00593C19"/>
    <w:rsid w:val="00593ED6"/>
    <w:rsid w:val="0059400F"/>
    <w:rsid w:val="0059441A"/>
    <w:rsid w:val="00594645"/>
    <w:rsid w:val="00594A54"/>
    <w:rsid w:val="005952E6"/>
    <w:rsid w:val="0059530E"/>
    <w:rsid w:val="00595394"/>
    <w:rsid w:val="00595560"/>
    <w:rsid w:val="005956EC"/>
    <w:rsid w:val="00595BFD"/>
    <w:rsid w:val="00595CDB"/>
    <w:rsid w:val="00595DFF"/>
    <w:rsid w:val="00595F0D"/>
    <w:rsid w:val="00596016"/>
    <w:rsid w:val="0059671E"/>
    <w:rsid w:val="00596E4A"/>
    <w:rsid w:val="00597595"/>
    <w:rsid w:val="00597A45"/>
    <w:rsid w:val="00597A65"/>
    <w:rsid w:val="00597A69"/>
    <w:rsid w:val="00597AE9"/>
    <w:rsid w:val="00597DF1"/>
    <w:rsid w:val="005A00B9"/>
    <w:rsid w:val="005A0569"/>
    <w:rsid w:val="005A0D97"/>
    <w:rsid w:val="005A136E"/>
    <w:rsid w:val="005A13F8"/>
    <w:rsid w:val="005A15EC"/>
    <w:rsid w:val="005A1672"/>
    <w:rsid w:val="005A1878"/>
    <w:rsid w:val="005A1B77"/>
    <w:rsid w:val="005A1FC1"/>
    <w:rsid w:val="005A214D"/>
    <w:rsid w:val="005A231D"/>
    <w:rsid w:val="005A2375"/>
    <w:rsid w:val="005A26DB"/>
    <w:rsid w:val="005A2753"/>
    <w:rsid w:val="005A286B"/>
    <w:rsid w:val="005A28C8"/>
    <w:rsid w:val="005A28CB"/>
    <w:rsid w:val="005A2AA3"/>
    <w:rsid w:val="005A306E"/>
    <w:rsid w:val="005A3078"/>
    <w:rsid w:val="005A380A"/>
    <w:rsid w:val="005A3F24"/>
    <w:rsid w:val="005A3F63"/>
    <w:rsid w:val="005A43E1"/>
    <w:rsid w:val="005A45E4"/>
    <w:rsid w:val="005A476C"/>
    <w:rsid w:val="005A49C4"/>
    <w:rsid w:val="005A4AB2"/>
    <w:rsid w:val="005A4C55"/>
    <w:rsid w:val="005A4CDA"/>
    <w:rsid w:val="005A4D75"/>
    <w:rsid w:val="005A4DBB"/>
    <w:rsid w:val="005A5C9E"/>
    <w:rsid w:val="005A5D70"/>
    <w:rsid w:val="005A5EC6"/>
    <w:rsid w:val="005A608A"/>
    <w:rsid w:val="005A609B"/>
    <w:rsid w:val="005A6260"/>
    <w:rsid w:val="005A6479"/>
    <w:rsid w:val="005A6485"/>
    <w:rsid w:val="005A6700"/>
    <w:rsid w:val="005A6D5E"/>
    <w:rsid w:val="005A70F7"/>
    <w:rsid w:val="005A78DE"/>
    <w:rsid w:val="005A7B50"/>
    <w:rsid w:val="005A7C0C"/>
    <w:rsid w:val="005A7C7A"/>
    <w:rsid w:val="005A7E3E"/>
    <w:rsid w:val="005A7E48"/>
    <w:rsid w:val="005A7E75"/>
    <w:rsid w:val="005B00EE"/>
    <w:rsid w:val="005B00FD"/>
    <w:rsid w:val="005B072B"/>
    <w:rsid w:val="005B0844"/>
    <w:rsid w:val="005B0A00"/>
    <w:rsid w:val="005B1536"/>
    <w:rsid w:val="005B19DE"/>
    <w:rsid w:val="005B1F15"/>
    <w:rsid w:val="005B2614"/>
    <w:rsid w:val="005B2796"/>
    <w:rsid w:val="005B27E5"/>
    <w:rsid w:val="005B28D3"/>
    <w:rsid w:val="005B28DE"/>
    <w:rsid w:val="005B31F3"/>
    <w:rsid w:val="005B33F9"/>
    <w:rsid w:val="005B3416"/>
    <w:rsid w:val="005B392E"/>
    <w:rsid w:val="005B3B42"/>
    <w:rsid w:val="005B3B5C"/>
    <w:rsid w:val="005B3D3F"/>
    <w:rsid w:val="005B3D5F"/>
    <w:rsid w:val="005B407D"/>
    <w:rsid w:val="005B4189"/>
    <w:rsid w:val="005B43A8"/>
    <w:rsid w:val="005B4796"/>
    <w:rsid w:val="005B4956"/>
    <w:rsid w:val="005B4A6C"/>
    <w:rsid w:val="005B4D82"/>
    <w:rsid w:val="005B4DEA"/>
    <w:rsid w:val="005B5300"/>
    <w:rsid w:val="005B5360"/>
    <w:rsid w:val="005B538C"/>
    <w:rsid w:val="005B59E0"/>
    <w:rsid w:val="005B5A9E"/>
    <w:rsid w:val="005B5C4C"/>
    <w:rsid w:val="005B5F28"/>
    <w:rsid w:val="005B6018"/>
    <w:rsid w:val="005B6103"/>
    <w:rsid w:val="005B6136"/>
    <w:rsid w:val="005B6386"/>
    <w:rsid w:val="005B6412"/>
    <w:rsid w:val="005B6E2F"/>
    <w:rsid w:val="005B7355"/>
    <w:rsid w:val="005B747D"/>
    <w:rsid w:val="005B75AC"/>
    <w:rsid w:val="005B7AB2"/>
    <w:rsid w:val="005B7ABB"/>
    <w:rsid w:val="005B7CA1"/>
    <w:rsid w:val="005B7E0C"/>
    <w:rsid w:val="005C04EB"/>
    <w:rsid w:val="005C0592"/>
    <w:rsid w:val="005C0801"/>
    <w:rsid w:val="005C095F"/>
    <w:rsid w:val="005C09D0"/>
    <w:rsid w:val="005C0A51"/>
    <w:rsid w:val="005C0B49"/>
    <w:rsid w:val="005C0E1B"/>
    <w:rsid w:val="005C0F67"/>
    <w:rsid w:val="005C1225"/>
    <w:rsid w:val="005C14B3"/>
    <w:rsid w:val="005C1604"/>
    <w:rsid w:val="005C19B8"/>
    <w:rsid w:val="005C1ADB"/>
    <w:rsid w:val="005C1BD9"/>
    <w:rsid w:val="005C1D9C"/>
    <w:rsid w:val="005C2050"/>
    <w:rsid w:val="005C21C4"/>
    <w:rsid w:val="005C21FF"/>
    <w:rsid w:val="005C24DE"/>
    <w:rsid w:val="005C250C"/>
    <w:rsid w:val="005C2676"/>
    <w:rsid w:val="005C2C86"/>
    <w:rsid w:val="005C2CA4"/>
    <w:rsid w:val="005C2FEB"/>
    <w:rsid w:val="005C32B7"/>
    <w:rsid w:val="005C341B"/>
    <w:rsid w:val="005C3818"/>
    <w:rsid w:val="005C39CE"/>
    <w:rsid w:val="005C4552"/>
    <w:rsid w:val="005C53A9"/>
    <w:rsid w:val="005C54F4"/>
    <w:rsid w:val="005C5519"/>
    <w:rsid w:val="005C58B1"/>
    <w:rsid w:val="005C5AA6"/>
    <w:rsid w:val="005C5EDB"/>
    <w:rsid w:val="005C6399"/>
    <w:rsid w:val="005C6684"/>
    <w:rsid w:val="005C6943"/>
    <w:rsid w:val="005C6D13"/>
    <w:rsid w:val="005C6F6B"/>
    <w:rsid w:val="005C7CEB"/>
    <w:rsid w:val="005C7E76"/>
    <w:rsid w:val="005D00A2"/>
    <w:rsid w:val="005D0374"/>
    <w:rsid w:val="005D0801"/>
    <w:rsid w:val="005D0828"/>
    <w:rsid w:val="005D0861"/>
    <w:rsid w:val="005D0D26"/>
    <w:rsid w:val="005D0FC0"/>
    <w:rsid w:val="005D1339"/>
    <w:rsid w:val="005D1C60"/>
    <w:rsid w:val="005D2644"/>
    <w:rsid w:val="005D27E1"/>
    <w:rsid w:val="005D2A4E"/>
    <w:rsid w:val="005D2FF5"/>
    <w:rsid w:val="005D3110"/>
    <w:rsid w:val="005D39DF"/>
    <w:rsid w:val="005D3AE5"/>
    <w:rsid w:val="005D3B16"/>
    <w:rsid w:val="005D3EEE"/>
    <w:rsid w:val="005D3FC3"/>
    <w:rsid w:val="005D4365"/>
    <w:rsid w:val="005D44A6"/>
    <w:rsid w:val="005D44A7"/>
    <w:rsid w:val="005D44E5"/>
    <w:rsid w:val="005D4A89"/>
    <w:rsid w:val="005D51BB"/>
    <w:rsid w:val="005D52F3"/>
    <w:rsid w:val="005D556C"/>
    <w:rsid w:val="005D5680"/>
    <w:rsid w:val="005D5BCF"/>
    <w:rsid w:val="005D5E3F"/>
    <w:rsid w:val="005D63B8"/>
    <w:rsid w:val="005D6523"/>
    <w:rsid w:val="005D6937"/>
    <w:rsid w:val="005D6E95"/>
    <w:rsid w:val="005D70DB"/>
    <w:rsid w:val="005D7975"/>
    <w:rsid w:val="005D79D0"/>
    <w:rsid w:val="005E0345"/>
    <w:rsid w:val="005E074B"/>
    <w:rsid w:val="005E0862"/>
    <w:rsid w:val="005E0EF6"/>
    <w:rsid w:val="005E0F00"/>
    <w:rsid w:val="005E114F"/>
    <w:rsid w:val="005E16E8"/>
    <w:rsid w:val="005E1A6C"/>
    <w:rsid w:val="005E1E1B"/>
    <w:rsid w:val="005E20A6"/>
    <w:rsid w:val="005E20E3"/>
    <w:rsid w:val="005E2491"/>
    <w:rsid w:val="005E2653"/>
    <w:rsid w:val="005E287B"/>
    <w:rsid w:val="005E2AA9"/>
    <w:rsid w:val="005E2ADC"/>
    <w:rsid w:val="005E2AF8"/>
    <w:rsid w:val="005E2C26"/>
    <w:rsid w:val="005E2CE9"/>
    <w:rsid w:val="005E2FD1"/>
    <w:rsid w:val="005E34CE"/>
    <w:rsid w:val="005E3626"/>
    <w:rsid w:val="005E38B2"/>
    <w:rsid w:val="005E3949"/>
    <w:rsid w:val="005E3E27"/>
    <w:rsid w:val="005E4047"/>
    <w:rsid w:val="005E405E"/>
    <w:rsid w:val="005E4067"/>
    <w:rsid w:val="005E40D7"/>
    <w:rsid w:val="005E40E5"/>
    <w:rsid w:val="005E4735"/>
    <w:rsid w:val="005E4B9A"/>
    <w:rsid w:val="005E503B"/>
    <w:rsid w:val="005E59A7"/>
    <w:rsid w:val="005E5DFE"/>
    <w:rsid w:val="005E5F77"/>
    <w:rsid w:val="005E6441"/>
    <w:rsid w:val="005E68D9"/>
    <w:rsid w:val="005E698A"/>
    <w:rsid w:val="005E6C21"/>
    <w:rsid w:val="005E6F50"/>
    <w:rsid w:val="005E7429"/>
    <w:rsid w:val="005E76DB"/>
    <w:rsid w:val="005E7C9B"/>
    <w:rsid w:val="005E7D88"/>
    <w:rsid w:val="005E7DC8"/>
    <w:rsid w:val="005E7E83"/>
    <w:rsid w:val="005F0112"/>
    <w:rsid w:val="005F011D"/>
    <w:rsid w:val="005F0485"/>
    <w:rsid w:val="005F07B4"/>
    <w:rsid w:val="005F0928"/>
    <w:rsid w:val="005F1201"/>
    <w:rsid w:val="005F12F7"/>
    <w:rsid w:val="005F15A9"/>
    <w:rsid w:val="005F1B86"/>
    <w:rsid w:val="005F1C0A"/>
    <w:rsid w:val="005F1E54"/>
    <w:rsid w:val="005F24D2"/>
    <w:rsid w:val="005F24F2"/>
    <w:rsid w:val="005F2574"/>
    <w:rsid w:val="005F294F"/>
    <w:rsid w:val="005F2D23"/>
    <w:rsid w:val="005F30F7"/>
    <w:rsid w:val="005F31A1"/>
    <w:rsid w:val="005F31BF"/>
    <w:rsid w:val="005F3279"/>
    <w:rsid w:val="005F341A"/>
    <w:rsid w:val="005F34A9"/>
    <w:rsid w:val="005F34D4"/>
    <w:rsid w:val="005F3722"/>
    <w:rsid w:val="005F3B35"/>
    <w:rsid w:val="005F3E70"/>
    <w:rsid w:val="005F3EB6"/>
    <w:rsid w:val="005F43D1"/>
    <w:rsid w:val="005F4660"/>
    <w:rsid w:val="005F4BA2"/>
    <w:rsid w:val="005F4C7A"/>
    <w:rsid w:val="005F4DF1"/>
    <w:rsid w:val="005F527C"/>
    <w:rsid w:val="005F55FE"/>
    <w:rsid w:val="005F5790"/>
    <w:rsid w:val="005F5C67"/>
    <w:rsid w:val="005F5DF6"/>
    <w:rsid w:val="005F5EFE"/>
    <w:rsid w:val="005F602F"/>
    <w:rsid w:val="005F603F"/>
    <w:rsid w:val="005F6202"/>
    <w:rsid w:val="005F6220"/>
    <w:rsid w:val="005F6C05"/>
    <w:rsid w:val="005F6EFA"/>
    <w:rsid w:val="005F708A"/>
    <w:rsid w:val="005F75A1"/>
    <w:rsid w:val="005F7712"/>
    <w:rsid w:val="005F7891"/>
    <w:rsid w:val="005F7C67"/>
    <w:rsid w:val="006001BE"/>
    <w:rsid w:val="00600699"/>
    <w:rsid w:val="006008C1"/>
    <w:rsid w:val="00600BF3"/>
    <w:rsid w:val="00600D92"/>
    <w:rsid w:val="00600DD6"/>
    <w:rsid w:val="00600DE1"/>
    <w:rsid w:val="00601432"/>
    <w:rsid w:val="00601552"/>
    <w:rsid w:val="00601559"/>
    <w:rsid w:val="00601629"/>
    <w:rsid w:val="006018A1"/>
    <w:rsid w:val="00601A51"/>
    <w:rsid w:val="00601A84"/>
    <w:rsid w:val="00601B66"/>
    <w:rsid w:val="00601BFE"/>
    <w:rsid w:val="006023AF"/>
    <w:rsid w:val="00602817"/>
    <w:rsid w:val="00602DDF"/>
    <w:rsid w:val="00602E26"/>
    <w:rsid w:val="00603491"/>
    <w:rsid w:val="00603616"/>
    <w:rsid w:val="00603B99"/>
    <w:rsid w:val="00603CCB"/>
    <w:rsid w:val="00603F84"/>
    <w:rsid w:val="00604476"/>
    <w:rsid w:val="00604A95"/>
    <w:rsid w:val="00605384"/>
    <w:rsid w:val="0060578D"/>
    <w:rsid w:val="00605A1B"/>
    <w:rsid w:val="00605D88"/>
    <w:rsid w:val="00606630"/>
    <w:rsid w:val="006066DB"/>
    <w:rsid w:val="00606E23"/>
    <w:rsid w:val="00606E3F"/>
    <w:rsid w:val="00606FB4"/>
    <w:rsid w:val="00606FBC"/>
    <w:rsid w:val="006074C1"/>
    <w:rsid w:val="00607635"/>
    <w:rsid w:val="00607C67"/>
    <w:rsid w:val="00607E47"/>
    <w:rsid w:val="00607F24"/>
    <w:rsid w:val="006104AC"/>
    <w:rsid w:val="00610606"/>
    <w:rsid w:val="006108E1"/>
    <w:rsid w:val="006109B7"/>
    <w:rsid w:val="00610D75"/>
    <w:rsid w:val="00610F98"/>
    <w:rsid w:val="006112D1"/>
    <w:rsid w:val="006112D9"/>
    <w:rsid w:val="00611372"/>
    <w:rsid w:val="0061144A"/>
    <w:rsid w:val="00611726"/>
    <w:rsid w:val="00611808"/>
    <w:rsid w:val="00611D69"/>
    <w:rsid w:val="00611E2F"/>
    <w:rsid w:val="00611F36"/>
    <w:rsid w:val="00611F7F"/>
    <w:rsid w:val="006120E7"/>
    <w:rsid w:val="00612112"/>
    <w:rsid w:val="00612118"/>
    <w:rsid w:val="0061213A"/>
    <w:rsid w:val="00612148"/>
    <w:rsid w:val="006123F6"/>
    <w:rsid w:val="0061246E"/>
    <w:rsid w:val="006124BD"/>
    <w:rsid w:val="00612C52"/>
    <w:rsid w:val="00612D11"/>
    <w:rsid w:val="006132F8"/>
    <w:rsid w:val="0061338E"/>
    <w:rsid w:val="00613434"/>
    <w:rsid w:val="00613879"/>
    <w:rsid w:val="0061396A"/>
    <w:rsid w:val="00613A81"/>
    <w:rsid w:val="00613AA1"/>
    <w:rsid w:val="00613BDA"/>
    <w:rsid w:val="00613EB0"/>
    <w:rsid w:val="00613F15"/>
    <w:rsid w:val="0061409F"/>
    <w:rsid w:val="006140A7"/>
    <w:rsid w:val="006141A6"/>
    <w:rsid w:val="00614847"/>
    <w:rsid w:val="00614997"/>
    <w:rsid w:val="006149DD"/>
    <w:rsid w:val="00614AFE"/>
    <w:rsid w:val="00614CB2"/>
    <w:rsid w:val="00614F05"/>
    <w:rsid w:val="00615347"/>
    <w:rsid w:val="006153DA"/>
    <w:rsid w:val="006154FD"/>
    <w:rsid w:val="00615683"/>
    <w:rsid w:val="0061585E"/>
    <w:rsid w:val="00615A38"/>
    <w:rsid w:val="0061665E"/>
    <w:rsid w:val="00616D2F"/>
    <w:rsid w:val="00616EB0"/>
    <w:rsid w:val="0061703F"/>
    <w:rsid w:val="00617238"/>
    <w:rsid w:val="00617293"/>
    <w:rsid w:val="0061733A"/>
    <w:rsid w:val="00617A12"/>
    <w:rsid w:val="00617AAC"/>
    <w:rsid w:val="00617B2E"/>
    <w:rsid w:val="00617F12"/>
    <w:rsid w:val="006207AC"/>
    <w:rsid w:val="00620A0A"/>
    <w:rsid w:val="00620B33"/>
    <w:rsid w:val="00620C28"/>
    <w:rsid w:val="00620E69"/>
    <w:rsid w:val="00620E7B"/>
    <w:rsid w:val="00621160"/>
    <w:rsid w:val="006212D1"/>
    <w:rsid w:val="00621A6D"/>
    <w:rsid w:val="00621E1C"/>
    <w:rsid w:val="00622118"/>
    <w:rsid w:val="00622BE8"/>
    <w:rsid w:val="00622E41"/>
    <w:rsid w:val="006233FB"/>
    <w:rsid w:val="0062341B"/>
    <w:rsid w:val="00623CCD"/>
    <w:rsid w:val="006242C6"/>
    <w:rsid w:val="006243D8"/>
    <w:rsid w:val="0062472B"/>
    <w:rsid w:val="00624F59"/>
    <w:rsid w:val="006253D2"/>
    <w:rsid w:val="006257FD"/>
    <w:rsid w:val="006258E4"/>
    <w:rsid w:val="006259A2"/>
    <w:rsid w:val="00625A40"/>
    <w:rsid w:val="00625B60"/>
    <w:rsid w:val="00625C21"/>
    <w:rsid w:val="00625C3F"/>
    <w:rsid w:val="00625FFE"/>
    <w:rsid w:val="006261EF"/>
    <w:rsid w:val="00626497"/>
    <w:rsid w:val="0062683B"/>
    <w:rsid w:val="00626AC5"/>
    <w:rsid w:val="00626E56"/>
    <w:rsid w:val="00626EA9"/>
    <w:rsid w:val="00626F07"/>
    <w:rsid w:val="00626F99"/>
    <w:rsid w:val="00627021"/>
    <w:rsid w:val="0062728A"/>
    <w:rsid w:val="006275FF"/>
    <w:rsid w:val="00627B4D"/>
    <w:rsid w:val="00627F9E"/>
    <w:rsid w:val="00630442"/>
    <w:rsid w:val="00630508"/>
    <w:rsid w:val="00630667"/>
    <w:rsid w:val="00630892"/>
    <w:rsid w:val="00630A6F"/>
    <w:rsid w:val="00630DFD"/>
    <w:rsid w:val="00631203"/>
    <w:rsid w:val="00631228"/>
    <w:rsid w:val="006313B1"/>
    <w:rsid w:val="006314CC"/>
    <w:rsid w:val="00631573"/>
    <w:rsid w:val="006315F6"/>
    <w:rsid w:val="0063170D"/>
    <w:rsid w:val="00631953"/>
    <w:rsid w:val="00631E42"/>
    <w:rsid w:val="00631E64"/>
    <w:rsid w:val="0063216D"/>
    <w:rsid w:val="00632278"/>
    <w:rsid w:val="0063240D"/>
    <w:rsid w:val="0063240F"/>
    <w:rsid w:val="00632646"/>
    <w:rsid w:val="0063292C"/>
    <w:rsid w:val="00632A07"/>
    <w:rsid w:val="00632B4B"/>
    <w:rsid w:val="00632C56"/>
    <w:rsid w:val="00632CBD"/>
    <w:rsid w:val="0063331A"/>
    <w:rsid w:val="00633A4E"/>
    <w:rsid w:val="00633B52"/>
    <w:rsid w:val="006340A7"/>
    <w:rsid w:val="006340B7"/>
    <w:rsid w:val="00634180"/>
    <w:rsid w:val="0063421B"/>
    <w:rsid w:val="00634474"/>
    <w:rsid w:val="00634638"/>
    <w:rsid w:val="0063494F"/>
    <w:rsid w:val="00635247"/>
    <w:rsid w:val="006353A1"/>
    <w:rsid w:val="006357EB"/>
    <w:rsid w:val="00635E49"/>
    <w:rsid w:val="0063673E"/>
    <w:rsid w:val="00636AD3"/>
    <w:rsid w:val="00636BD7"/>
    <w:rsid w:val="00636D0A"/>
    <w:rsid w:val="00637120"/>
    <w:rsid w:val="00637286"/>
    <w:rsid w:val="006373B7"/>
    <w:rsid w:val="00637621"/>
    <w:rsid w:val="00637778"/>
    <w:rsid w:val="006378CA"/>
    <w:rsid w:val="00637CAB"/>
    <w:rsid w:val="00637E30"/>
    <w:rsid w:val="00640180"/>
    <w:rsid w:val="00640213"/>
    <w:rsid w:val="0064047E"/>
    <w:rsid w:val="006406BB"/>
    <w:rsid w:val="00640A4F"/>
    <w:rsid w:val="00641128"/>
    <w:rsid w:val="00641277"/>
    <w:rsid w:val="006413CA"/>
    <w:rsid w:val="00641425"/>
    <w:rsid w:val="00641569"/>
    <w:rsid w:val="00641737"/>
    <w:rsid w:val="0064185D"/>
    <w:rsid w:val="00641C51"/>
    <w:rsid w:val="00642066"/>
    <w:rsid w:val="00642223"/>
    <w:rsid w:val="00642232"/>
    <w:rsid w:val="00642236"/>
    <w:rsid w:val="0064278B"/>
    <w:rsid w:val="006427DE"/>
    <w:rsid w:val="00642871"/>
    <w:rsid w:val="0064298E"/>
    <w:rsid w:val="00642FAE"/>
    <w:rsid w:val="00643079"/>
    <w:rsid w:val="00643316"/>
    <w:rsid w:val="006437FA"/>
    <w:rsid w:val="00643844"/>
    <w:rsid w:val="00644581"/>
    <w:rsid w:val="0064478F"/>
    <w:rsid w:val="00644E06"/>
    <w:rsid w:val="00644F1A"/>
    <w:rsid w:val="00644F70"/>
    <w:rsid w:val="006450EE"/>
    <w:rsid w:val="006451B0"/>
    <w:rsid w:val="006457D5"/>
    <w:rsid w:val="00645B01"/>
    <w:rsid w:val="00645B30"/>
    <w:rsid w:val="00646079"/>
    <w:rsid w:val="006462DA"/>
    <w:rsid w:val="006465ED"/>
    <w:rsid w:val="00646614"/>
    <w:rsid w:val="0064662A"/>
    <w:rsid w:val="00646A24"/>
    <w:rsid w:val="00646D0F"/>
    <w:rsid w:val="00646FE7"/>
    <w:rsid w:val="006471EF"/>
    <w:rsid w:val="00647551"/>
    <w:rsid w:val="0064761B"/>
    <w:rsid w:val="00647748"/>
    <w:rsid w:val="00647DCD"/>
    <w:rsid w:val="00647EEC"/>
    <w:rsid w:val="006505B8"/>
    <w:rsid w:val="0065079B"/>
    <w:rsid w:val="0065086F"/>
    <w:rsid w:val="00650C34"/>
    <w:rsid w:val="00650F77"/>
    <w:rsid w:val="0065133A"/>
    <w:rsid w:val="0065156D"/>
    <w:rsid w:val="006515FE"/>
    <w:rsid w:val="00651653"/>
    <w:rsid w:val="0065182A"/>
    <w:rsid w:val="00651DDC"/>
    <w:rsid w:val="00651F64"/>
    <w:rsid w:val="006521B9"/>
    <w:rsid w:val="00652487"/>
    <w:rsid w:val="00652B30"/>
    <w:rsid w:val="00653033"/>
    <w:rsid w:val="0065307C"/>
    <w:rsid w:val="006531F2"/>
    <w:rsid w:val="006532A6"/>
    <w:rsid w:val="006538D7"/>
    <w:rsid w:val="006539CF"/>
    <w:rsid w:val="00653D32"/>
    <w:rsid w:val="006542EC"/>
    <w:rsid w:val="006544A0"/>
    <w:rsid w:val="006546E9"/>
    <w:rsid w:val="006546EF"/>
    <w:rsid w:val="00654791"/>
    <w:rsid w:val="006547DB"/>
    <w:rsid w:val="00654987"/>
    <w:rsid w:val="00654B12"/>
    <w:rsid w:val="00655268"/>
    <w:rsid w:val="0065540C"/>
    <w:rsid w:val="00655452"/>
    <w:rsid w:val="006555A9"/>
    <w:rsid w:val="006556AE"/>
    <w:rsid w:val="00655B36"/>
    <w:rsid w:val="00655D57"/>
    <w:rsid w:val="00655FF3"/>
    <w:rsid w:val="006562CC"/>
    <w:rsid w:val="00656450"/>
    <w:rsid w:val="00656596"/>
    <w:rsid w:val="00656810"/>
    <w:rsid w:val="00656898"/>
    <w:rsid w:val="00656AFC"/>
    <w:rsid w:val="00656B5B"/>
    <w:rsid w:val="00657014"/>
    <w:rsid w:val="00657064"/>
    <w:rsid w:val="00657687"/>
    <w:rsid w:val="006577BD"/>
    <w:rsid w:val="006578A2"/>
    <w:rsid w:val="00657B6F"/>
    <w:rsid w:val="00660180"/>
    <w:rsid w:val="00660305"/>
    <w:rsid w:val="0066042B"/>
    <w:rsid w:val="00660483"/>
    <w:rsid w:val="006609BA"/>
    <w:rsid w:val="00660C25"/>
    <w:rsid w:val="00661159"/>
    <w:rsid w:val="0066158E"/>
    <w:rsid w:val="00661875"/>
    <w:rsid w:val="0066187A"/>
    <w:rsid w:val="00661B97"/>
    <w:rsid w:val="00661DBC"/>
    <w:rsid w:val="00661E82"/>
    <w:rsid w:val="00661F9C"/>
    <w:rsid w:val="0066205F"/>
    <w:rsid w:val="00662119"/>
    <w:rsid w:val="0066234B"/>
    <w:rsid w:val="00662447"/>
    <w:rsid w:val="006626DC"/>
    <w:rsid w:val="006626FA"/>
    <w:rsid w:val="00662851"/>
    <w:rsid w:val="006629E9"/>
    <w:rsid w:val="00662C02"/>
    <w:rsid w:val="00662C62"/>
    <w:rsid w:val="00662D11"/>
    <w:rsid w:val="00662EAC"/>
    <w:rsid w:val="00662FC3"/>
    <w:rsid w:val="00663173"/>
    <w:rsid w:val="00663299"/>
    <w:rsid w:val="006632BF"/>
    <w:rsid w:val="006633C6"/>
    <w:rsid w:val="006634FB"/>
    <w:rsid w:val="00663873"/>
    <w:rsid w:val="00663B17"/>
    <w:rsid w:val="00663DAE"/>
    <w:rsid w:val="006640DA"/>
    <w:rsid w:val="00664182"/>
    <w:rsid w:val="006641FB"/>
    <w:rsid w:val="0066445F"/>
    <w:rsid w:val="00664DDE"/>
    <w:rsid w:val="006650E9"/>
    <w:rsid w:val="00665497"/>
    <w:rsid w:val="006658B0"/>
    <w:rsid w:val="00665C86"/>
    <w:rsid w:val="00665F2B"/>
    <w:rsid w:val="0066617D"/>
    <w:rsid w:val="00666600"/>
    <w:rsid w:val="00666AE7"/>
    <w:rsid w:val="00666BED"/>
    <w:rsid w:val="00666E77"/>
    <w:rsid w:val="00666F5C"/>
    <w:rsid w:val="006670AF"/>
    <w:rsid w:val="00667514"/>
    <w:rsid w:val="00667F14"/>
    <w:rsid w:val="00670014"/>
    <w:rsid w:val="006700A3"/>
    <w:rsid w:val="00670572"/>
    <w:rsid w:val="00670707"/>
    <w:rsid w:val="00670B67"/>
    <w:rsid w:val="00670BDB"/>
    <w:rsid w:val="00670C55"/>
    <w:rsid w:val="00670CCF"/>
    <w:rsid w:val="006711E3"/>
    <w:rsid w:val="0067142D"/>
    <w:rsid w:val="0067170D"/>
    <w:rsid w:val="00671839"/>
    <w:rsid w:val="00671AA8"/>
    <w:rsid w:val="00671BD4"/>
    <w:rsid w:val="00671C57"/>
    <w:rsid w:val="00671EA0"/>
    <w:rsid w:val="00671EBE"/>
    <w:rsid w:val="0067279B"/>
    <w:rsid w:val="00672951"/>
    <w:rsid w:val="00672DAB"/>
    <w:rsid w:val="00672F76"/>
    <w:rsid w:val="00673024"/>
    <w:rsid w:val="00673138"/>
    <w:rsid w:val="00673169"/>
    <w:rsid w:val="0067350B"/>
    <w:rsid w:val="0067401C"/>
    <w:rsid w:val="006742EA"/>
    <w:rsid w:val="00674411"/>
    <w:rsid w:val="006745C8"/>
    <w:rsid w:val="006746EB"/>
    <w:rsid w:val="006746FC"/>
    <w:rsid w:val="00674926"/>
    <w:rsid w:val="00674D8C"/>
    <w:rsid w:val="00674ECB"/>
    <w:rsid w:val="006752D1"/>
    <w:rsid w:val="00675314"/>
    <w:rsid w:val="00675676"/>
    <w:rsid w:val="0067578A"/>
    <w:rsid w:val="00675EE3"/>
    <w:rsid w:val="00676003"/>
    <w:rsid w:val="006761BC"/>
    <w:rsid w:val="00676208"/>
    <w:rsid w:val="00676647"/>
    <w:rsid w:val="00676ABC"/>
    <w:rsid w:val="00676B0A"/>
    <w:rsid w:val="00676CF5"/>
    <w:rsid w:val="0067710D"/>
    <w:rsid w:val="00677265"/>
    <w:rsid w:val="0067731B"/>
    <w:rsid w:val="00677578"/>
    <w:rsid w:val="00677611"/>
    <w:rsid w:val="00677806"/>
    <w:rsid w:val="0067782B"/>
    <w:rsid w:val="00677893"/>
    <w:rsid w:val="00677A7B"/>
    <w:rsid w:val="00677B37"/>
    <w:rsid w:val="00677E91"/>
    <w:rsid w:val="00680493"/>
    <w:rsid w:val="006807F8"/>
    <w:rsid w:val="0068089E"/>
    <w:rsid w:val="006809ED"/>
    <w:rsid w:val="00680C3E"/>
    <w:rsid w:val="00680C4C"/>
    <w:rsid w:val="0068119E"/>
    <w:rsid w:val="0068126D"/>
    <w:rsid w:val="00681507"/>
    <w:rsid w:val="0068184F"/>
    <w:rsid w:val="006819DD"/>
    <w:rsid w:val="00681A3B"/>
    <w:rsid w:val="00681D33"/>
    <w:rsid w:val="00682354"/>
    <w:rsid w:val="00682837"/>
    <w:rsid w:val="00682961"/>
    <w:rsid w:val="00682CD3"/>
    <w:rsid w:val="00683272"/>
    <w:rsid w:val="0068396A"/>
    <w:rsid w:val="00683D8E"/>
    <w:rsid w:val="0068428A"/>
    <w:rsid w:val="006844BA"/>
    <w:rsid w:val="006848F7"/>
    <w:rsid w:val="00684A48"/>
    <w:rsid w:val="00684D9F"/>
    <w:rsid w:val="00684EA4"/>
    <w:rsid w:val="0068519B"/>
    <w:rsid w:val="006851F1"/>
    <w:rsid w:val="006853A5"/>
    <w:rsid w:val="00685458"/>
    <w:rsid w:val="00685984"/>
    <w:rsid w:val="00685B0D"/>
    <w:rsid w:val="00685B16"/>
    <w:rsid w:val="00685E47"/>
    <w:rsid w:val="00685FA5"/>
    <w:rsid w:val="006865C3"/>
    <w:rsid w:val="0068678B"/>
    <w:rsid w:val="006867E8"/>
    <w:rsid w:val="006867FA"/>
    <w:rsid w:val="00686BCA"/>
    <w:rsid w:val="00686C05"/>
    <w:rsid w:val="00686D0B"/>
    <w:rsid w:val="006870AB"/>
    <w:rsid w:val="0068711E"/>
    <w:rsid w:val="0068728E"/>
    <w:rsid w:val="0068745F"/>
    <w:rsid w:val="00687A47"/>
    <w:rsid w:val="00687B60"/>
    <w:rsid w:val="006901FD"/>
    <w:rsid w:val="00690FFB"/>
    <w:rsid w:val="00691272"/>
    <w:rsid w:val="006913BA"/>
    <w:rsid w:val="006915E8"/>
    <w:rsid w:val="00691967"/>
    <w:rsid w:val="00691B7E"/>
    <w:rsid w:val="00691D95"/>
    <w:rsid w:val="00692482"/>
    <w:rsid w:val="00692532"/>
    <w:rsid w:val="006925F4"/>
    <w:rsid w:val="0069278E"/>
    <w:rsid w:val="00692A68"/>
    <w:rsid w:val="00692C93"/>
    <w:rsid w:val="006930E5"/>
    <w:rsid w:val="0069312A"/>
    <w:rsid w:val="006931DB"/>
    <w:rsid w:val="006932A2"/>
    <w:rsid w:val="00693361"/>
    <w:rsid w:val="006933D1"/>
    <w:rsid w:val="006936B6"/>
    <w:rsid w:val="00693ABB"/>
    <w:rsid w:val="00693E96"/>
    <w:rsid w:val="00693F67"/>
    <w:rsid w:val="006940C9"/>
    <w:rsid w:val="006941CB"/>
    <w:rsid w:val="00694200"/>
    <w:rsid w:val="00694286"/>
    <w:rsid w:val="006942F1"/>
    <w:rsid w:val="0069435E"/>
    <w:rsid w:val="00694C7C"/>
    <w:rsid w:val="006951B6"/>
    <w:rsid w:val="006952AD"/>
    <w:rsid w:val="00695ACA"/>
    <w:rsid w:val="00695AD1"/>
    <w:rsid w:val="00695B16"/>
    <w:rsid w:val="00695CA3"/>
    <w:rsid w:val="00695EDE"/>
    <w:rsid w:val="00695F01"/>
    <w:rsid w:val="00695F92"/>
    <w:rsid w:val="00695FCD"/>
    <w:rsid w:val="006961D0"/>
    <w:rsid w:val="00696222"/>
    <w:rsid w:val="006963BF"/>
    <w:rsid w:val="006963E6"/>
    <w:rsid w:val="00696683"/>
    <w:rsid w:val="006966B4"/>
    <w:rsid w:val="006969D5"/>
    <w:rsid w:val="00696C47"/>
    <w:rsid w:val="00696D15"/>
    <w:rsid w:val="0069712A"/>
    <w:rsid w:val="00697273"/>
    <w:rsid w:val="00697350"/>
    <w:rsid w:val="00697357"/>
    <w:rsid w:val="00697738"/>
    <w:rsid w:val="006977F4"/>
    <w:rsid w:val="00697915"/>
    <w:rsid w:val="00697FB6"/>
    <w:rsid w:val="006A014D"/>
    <w:rsid w:val="006A0459"/>
    <w:rsid w:val="006A05A3"/>
    <w:rsid w:val="006A0845"/>
    <w:rsid w:val="006A0ECC"/>
    <w:rsid w:val="006A15F1"/>
    <w:rsid w:val="006A162E"/>
    <w:rsid w:val="006A181F"/>
    <w:rsid w:val="006A1D57"/>
    <w:rsid w:val="006A24D4"/>
    <w:rsid w:val="006A24E5"/>
    <w:rsid w:val="006A276B"/>
    <w:rsid w:val="006A27D9"/>
    <w:rsid w:val="006A2A97"/>
    <w:rsid w:val="006A3124"/>
    <w:rsid w:val="006A3338"/>
    <w:rsid w:val="006A3469"/>
    <w:rsid w:val="006A3B50"/>
    <w:rsid w:val="006A3BBD"/>
    <w:rsid w:val="006A3C7A"/>
    <w:rsid w:val="006A3FDE"/>
    <w:rsid w:val="006A4015"/>
    <w:rsid w:val="006A4039"/>
    <w:rsid w:val="006A426C"/>
    <w:rsid w:val="006A441C"/>
    <w:rsid w:val="006A4626"/>
    <w:rsid w:val="006A49AB"/>
    <w:rsid w:val="006A4D12"/>
    <w:rsid w:val="006A4DB5"/>
    <w:rsid w:val="006A522F"/>
    <w:rsid w:val="006A5481"/>
    <w:rsid w:val="006A54C7"/>
    <w:rsid w:val="006A5908"/>
    <w:rsid w:val="006A5C96"/>
    <w:rsid w:val="006A6061"/>
    <w:rsid w:val="006A63B0"/>
    <w:rsid w:val="006A64A8"/>
    <w:rsid w:val="006A67EF"/>
    <w:rsid w:val="006A69DD"/>
    <w:rsid w:val="006A6CFF"/>
    <w:rsid w:val="006A6D83"/>
    <w:rsid w:val="006A7470"/>
    <w:rsid w:val="006A76F4"/>
    <w:rsid w:val="006A7854"/>
    <w:rsid w:val="006A79CF"/>
    <w:rsid w:val="006A7ACD"/>
    <w:rsid w:val="006A7DE1"/>
    <w:rsid w:val="006B0305"/>
    <w:rsid w:val="006B046F"/>
    <w:rsid w:val="006B0589"/>
    <w:rsid w:val="006B05C5"/>
    <w:rsid w:val="006B07F0"/>
    <w:rsid w:val="006B0829"/>
    <w:rsid w:val="006B1261"/>
    <w:rsid w:val="006B190C"/>
    <w:rsid w:val="006B1953"/>
    <w:rsid w:val="006B1BBA"/>
    <w:rsid w:val="006B1BC5"/>
    <w:rsid w:val="006B1C2F"/>
    <w:rsid w:val="006B2253"/>
    <w:rsid w:val="006B2289"/>
    <w:rsid w:val="006B23A0"/>
    <w:rsid w:val="006B2527"/>
    <w:rsid w:val="006B25BB"/>
    <w:rsid w:val="006B2719"/>
    <w:rsid w:val="006B28E9"/>
    <w:rsid w:val="006B2C28"/>
    <w:rsid w:val="006B2D49"/>
    <w:rsid w:val="006B2D9C"/>
    <w:rsid w:val="006B2F82"/>
    <w:rsid w:val="006B30FD"/>
    <w:rsid w:val="006B3A75"/>
    <w:rsid w:val="006B3C3B"/>
    <w:rsid w:val="006B3E67"/>
    <w:rsid w:val="006B4053"/>
    <w:rsid w:val="006B406A"/>
    <w:rsid w:val="006B42D7"/>
    <w:rsid w:val="006B43D5"/>
    <w:rsid w:val="006B4482"/>
    <w:rsid w:val="006B46E9"/>
    <w:rsid w:val="006B47A9"/>
    <w:rsid w:val="006B4945"/>
    <w:rsid w:val="006B49B8"/>
    <w:rsid w:val="006B4C08"/>
    <w:rsid w:val="006B4D27"/>
    <w:rsid w:val="006B4D39"/>
    <w:rsid w:val="006B4E4F"/>
    <w:rsid w:val="006B4FD6"/>
    <w:rsid w:val="006B5131"/>
    <w:rsid w:val="006B5293"/>
    <w:rsid w:val="006B5592"/>
    <w:rsid w:val="006B562A"/>
    <w:rsid w:val="006B5735"/>
    <w:rsid w:val="006B5766"/>
    <w:rsid w:val="006B5E50"/>
    <w:rsid w:val="006B6144"/>
    <w:rsid w:val="006B6206"/>
    <w:rsid w:val="006B666B"/>
    <w:rsid w:val="006B68B8"/>
    <w:rsid w:val="006B6A19"/>
    <w:rsid w:val="006B6B8C"/>
    <w:rsid w:val="006B6CFE"/>
    <w:rsid w:val="006B6DFC"/>
    <w:rsid w:val="006B734F"/>
    <w:rsid w:val="006B782C"/>
    <w:rsid w:val="006B7A39"/>
    <w:rsid w:val="006B7A82"/>
    <w:rsid w:val="006B7B89"/>
    <w:rsid w:val="006B7E04"/>
    <w:rsid w:val="006B7E93"/>
    <w:rsid w:val="006B7F15"/>
    <w:rsid w:val="006C0095"/>
    <w:rsid w:val="006C050C"/>
    <w:rsid w:val="006C0738"/>
    <w:rsid w:val="006C0786"/>
    <w:rsid w:val="006C12BB"/>
    <w:rsid w:val="006C1569"/>
    <w:rsid w:val="006C15F4"/>
    <w:rsid w:val="006C15FB"/>
    <w:rsid w:val="006C1664"/>
    <w:rsid w:val="006C1B66"/>
    <w:rsid w:val="006C1C91"/>
    <w:rsid w:val="006C1FFC"/>
    <w:rsid w:val="006C2015"/>
    <w:rsid w:val="006C208D"/>
    <w:rsid w:val="006C211D"/>
    <w:rsid w:val="006C2233"/>
    <w:rsid w:val="006C269A"/>
    <w:rsid w:val="006C28B2"/>
    <w:rsid w:val="006C29B4"/>
    <w:rsid w:val="006C2AFF"/>
    <w:rsid w:val="006C2E80"/>
    <w:rsid w:val="006C2F59"/>
    <w:rsid w:val="006C3070"/>
    <w:rsid w:val="006C3128"/>
    <w:rsid w:val="006C314E"/>
    <w:rsid w:val="006C387C"/>
    <w:rsid w:val="006C3963"/>
    <w:rsid w:val="006C3FAC"/>
    <w:rsid w:val="006C4262"/>
    <w:rsid w:val="006C42E7"/>
    <w:rsid w:val="006C455E"/>
    <w:rsid w:val="006C48FB"/>
    <w:rsid w:val="006C492C"/>
    <w:rsid w:val="006C4A86"/>
    <w:rsid w:val="006C4F11"/>
    <w:rsid w:val="006C4F59"/>
    <w:rsid w:val="006C5256"/>
    <w:rsid w:val="006C528F"/>
    <w:rsid w:val="006C55FC"/>
    <w:rsid w:val="006C594C"/>
    <w:rsid w:val="006C5A67"/>
    <w:rsid w:val="006C5B44"/>
    <w:rsid w:val="006C5ECB"/>
    <w:rsid w:val="006C6244"/>
    <w:rsid w:val="006C6539"/>
    <w:rsid w:val="006C66B4"/>
    <w:rsid w:val="006C6CD1"/>
    <w:rsid w:val="006C6DF1"/>
    <w:rsid w:val="006C6E10"/>
    <w:rsid w:val="006C6E5D"/>
    <w:rsid w:val="006C6EE6"/>
    <w:rsid w:val="006C70FF"/>
    <w:rsid w:val="006C72E1"/>
    <w:rsid w:val="006C7544"/>
    <w:rsid w:val="006C7BB4"/>
    <w:rsid w:val="006C7D05"/>
    <w:rsid w:val="006C7DE6"/>
    <w:rsid w:val="006C7E35"/>
    <w:rsid w:val="006D032A"/>
    <w:rsid w:val="006D0371"/>
    <w:rsid w:val="006D07C9"/>
    <w:rsid w:val="006D088E"/>
    <w:rsid w:val="006D0C98"/>
    <w:rsid w:val="006D0D2A"/>
    <w:rsid w:val="006D1325"/>
    <w:rsid w:val="006D13AA"/>
    <w:rsid w:val="006D15A8"/>
    <w:rsid w:val="006D1650"/>
    <w:rsid w:val="006D17DB"/>
    <w:rsid w:val="006D1B7A"/>
    <w:rsid w:val="006D1DEB"/>
    <w:rsid w:val="006D2192"/>
    <w:rsid w:val="006D2D33"/>
    <w:rsid w:val="006D2D8A"/>
    <w:rsid w:val="006D2E11"/>
    <w:rsid w:val="006D30D7"/>
    <w:rsid w:val="006D3116"/>
    <w:rsid w:val="006D3335"/>
    <w:rsid w:val="006D35B2"/>
    <w:rsid w:val="006D3806"/>
    <w:rsid w:val="006D3963"/>
    <w:rsid w:val="006D3E8D"/>
    <w:rsid w:val="006D4306"/>
    <w:rsid w:val="006D4459"/>
    <w:rsid w:val="006D4542"/>
    <w:rsid w:val="006D47DE"/>
    <w:rsid w:val="006D4B82"/>
    <w:rsid w:val="006D4D51"/>
    <w:rsid w:val="006D4EC7"/>
    <w:rsid w:val="006D5121"/>
    <w:rsid w:val="006D53DE"/>
    <w:rsid w:val="006D551C"/>
    <w:rsid w:val="006D5597"/>
    <w:rsid w:val="006D602C"/>
    <w:rsid w:val="006D62E6"/>
    <w:rsid w:val="006D6B11"/>
    <w:rsid w:val="006D6B6D"/>
    <w:rsid w:val="006D6B82"/>
    <w:rsid w:val="006D7224"/>
    <w:rsid w:val="006D77CF"/>
    <w:rsid w:val="006D7AB3"/>
    <w:rsid w:val="006D7C86"/>
    <w:rsid w:val="006E0045"/>
    <w:rsid w:val="006E09E2"/>
    <w:rsid w:val="006E0D71"/>
    <w:rsid w:val="006E10F1"/>
    <w:rsid w:val="006E1355"/>
    <w:rsid w:val="006E13F7"/>
    <w:rsid w:val="006E1937"/>
    <w:rsid w:val="006E1ECD"/>
    <w:rsid w:val="006E1F25"/>
    <w:rsid w:val="006E2058"/>
    <w:rsid w:val="006E20D1"/>
    <w:rsid w:val="006E25F9"/>
    <w:rsid w:val="006E27BD"/>
    <w:rsid w:val="006E28DC"/>
    <w:rsid w:val="006E2934"/>
    <w:rsid w:val="006E2A47"/>
    <w:rsid w:val="006E2D91"/>
    <w:rsid w:val="006E3739"/>
    <w:rsid w:val="006E3AB9"/>
    <w:rsid w:val="006E3AD9"/>
    <w:rsid w:val="006E3B85"/>
    <w:rsid w:val="006E413F"/>
    <w:rsid w:val="006E4938"/>
    <w:rsid w:val="006E4C9B"/>
    <w:rsid w:val="006E4CD8"/>
    <w:rsid w:val="006E5194"/>
    <w:rsid w:val="006E5527"/>
    <w:rsid w:val="006E55BC"/>
    <w:rsid w:val="006E5667"/>
    <w:rsid w:val="006E56D1"/>
    <w:rsid w:val="006E575A"/>
    <w:rsid w:val="006E5811"/>
    <w:rsid w:val="006E5935"/>
    <w:rsid w:val="006E5D67"/>
    <w:rsid w:val="006E5E13"/>
    <w:rsid w:val="006E6D35"/>
    <w:rsid w:val="006E6DCB"/>
    <w:rsid w:val="006E7140"/>
    <w:rsid w:val="006E781B"/>
    <w:rsid w:val="006F0297"/>
    <w:rsid w:val="006F033C"/>
    <w:rsid w:val="006F03B5"/>
    <w:rsid w:val="006F059F"/>
    <w:rsid w:val="006F09ED"/>
    <w:rsid w:val="006F0ACA"/>
    <w:rsid w:val="006F1054"/>
    <w:rsid w:val="006F1150"/>
    <w:rsid w:val="006F13A6"/>
    <w:rsid w:val="006F1562"/>
    <w:rsid w:val="006F17F5"/>
    <w:rsid w:val="006F19B6"/>
    <w:rsid w:val="006F1B6A"/>
    <w:rsid w:val="006F1D9B"/>
    <w:rsid w:val="006F287A"/>
    <w:rsid w:val="006F2AE1"/>
    <w:rsid w:val="006F2B48"/>
    <w:rsid w:val="006F2E2F"/>
    <w:rsid w:val="006F3452"/>
    <w:rsid w:val="006F3691"/>
    <w:rsid w:val="006F37D8"/>
    <w:rsid w:val="006F383A"/>
    <w:rsid w:val="006F393F"/>
    <w:rsid w:val="006F3F7F"/>
    <w:rsid w:val="006F407E"/>
    <w:rsid w:val="006F4339"/>
    <w:rsid w:val="006F4581"/>
    <w:rsid w:val="006F47BC"/>
    <w:rsid w:val="006F4AD6"/>
    <w:rsid w:val="006F4B71"/>
    <w:rsid w:val="006F5554"/>
    <w:rsid w:val="006F55D8"/>
    <w:rsid w:val="006F56CF"/>
    <w:rsid w:val="006F5829"/>
    <w:rsid w:val="006F5923"/>
    <w:rsid w:val="006F5A5F"/>
    <w:rsid w:val="006F5C0E"/>
    <w:rsid w:val="006F6047"/>
    <w:rsid w:val="006F6194"/>
    <w:rsid w:val="006F6272"/>
    <w:rsid w:val="006F65C3"/>
    <w:rsid w:val="006F66AD"/>
    <w:rsid w:val="006F66EF"/>
    <w:rsid w:val="006F69C6"/>
    <w:rsid w:val="006F69CC"/>
    <w:rsid w:val="006F6C15"/>
    <w:rsid w:val="006F73AB"/>
    <w:rsid w:val="006F7601"/>
    <w:rsid w:val="006F7B89"/>
    <w:rsid w:val="00700044"/>
    <w:rsid w:val="00700150"/>
    <w:rsid w:val="00700253"/>
    <w:rsid w:val="00700663"/>
    <w:rsid w:val="007006ED"/>
    <w:rsid w:val="0070080F"/>
    <w:rsid w:val="0070081F"/>
    <w:rsid w:val="00700BE9"/>
    <w:rsid w:val="00700D5A"/>
    <w:rsid w:val="00700F0A"/>
    <w:rsid w:val="00701053"/>
    <w:rsid w:val="0070137C"/>
    <w:rsid w:val="0070142A"/>
    <w:rsid w:val="0070182F"/>
    <w:rsid w:val="00701997"/>
    <w:rsid w:val="00702863"/>
    <w:rsid w:val="0070286E"/>
    <w:rsid w:val="00702891"/>
    <w:rsid w:val="00702C36"/>
    <w:rsid w:val="0070351B"/>
    <w:rsid w:val="00703957"/>
    <w:rsid w:val="00703B73"/>
    <w:rsid w:val="00703C30"/>
    <w:rsid w:val="00703E68"/>
    <w:rsid w:val="0070405C"/>
    <w:rsid w:val="007041E2"/>
    <w:rsid w:val="007043F8"/>
    <w:rsid w:val="007045BE"/>
    <w:rsid w:val="007046C7"/>
    <w:rsid w:val="007048B4"/>
    <w:rsid w:val="007049FA"/>
    <w:rsid w:val="00704A27"/>
    <w:rsid w:val="00704FF1"/>
    <w:rsid w:val="007055D0"/>
    <w:rsid w:val="007056E1"/>
    <w:rsid w:val="007057EA"/>
    <w:rsid w:val="00705986"/>
    <w:rsid w:val="00705FD5"/>
    <w:rsid w:val="00706014"/>
    <w:rsid w:val="00706039"/>
    <w:rsid w:val="00706116"/>
    <w:rsid w:val="00706229"/>
    <w:rsid w:val="0070625F"/>
    <w:rsid w:val="007065F8"/>
    <w:rsid w:val="00706692"/>
    <w:rsid w:val="00706795"/>
    <w:rsid w:val="00706F80"/>
    <w:rsid w:val="00706FC6"/>
    <w:rsid w:val="0070707D"/>
    <w:rsid w:val="007071D9"/>
    <w:rsid w:val="00707270"/>
    <w:rsid w:val="00707681"/>
    <w:rsid w:val="00707AAD"/>
    <w:rsid w:val="00707E7F"/>
    <w:rsid w:val="007102DE"/>
    <w:rsid w:val="00710451"/>
    <w:rsid w:val="00710B32"/>
    <w:rsid w:val="00710E34"/>
    <w:rsid w:val="0071125E"/>
    <w:rsid w:val="0071157C"/>
    <w:rsid w:val="007115BA"/>
    <w:rsid w:val="0071198B"/>
    <w:rsid w:val="00711A63"/>
    <w:rsid w:val="00711C68"/>
    <w:rsid w:val="00711D5A"/>
    <w:rsid w:val="00711D9E"/>
    <w:rsid w:val="00712051"/>
    <w:rsid w:val="00712228"/>
    <w:rsid w:val="00712313"/>
    <w:rsid w:val="00712669"/>
    <w:rsid w:val="00712B53"/>
    <w:rsid w:val="00712E6C"/>
    <w:rsid w:val="0071300E"/>
    <w:rsid w:val="0071301D"/>
    <w:rsid w:val="0071302E"/>
    <w:rsid w:val="007134F1"/>
    <w:rsid w:val="00713FFD"/>
    <w:rsid w:val="0071402A"/>
    <w:rsid w:val="00714BE7"/>
    <w:rsid w:val="00714E6D"/>
    <w:rsid w:val="00714E93"/>
    <w:rsid w:val="00714F93"/>
    <w:rsid w:val="0071518A"/>
    <w:rsid w:val="00715B68"/>
    <w:rsid w:val="00715DD0"/>
    <w:rsid w:val="00715F3A"/>
    <w:rsid w:val="007162D6"/>
    <w:rsid w:val="00716A0A"/>
    <w:rsid w:val="00716B32"/>
    <w:rsid w:val="00716BC4"/>
    <w:rsid w:val="00717032"/>
    <w:rsid w:val="007170A7"/>
    <w:rsid w:val="00717175"/>
    <w:rsid w:val="00717299"/>
    <w:rsid w:val="0071777D"/>
    <w:rsid w:val="00717BC5"/>
    <w:rsid w:val="00717CF6"/>
    <w:rsid w:val="00717EB7"/>
    <w:rsid w:val="007208D9"/>
    <w:rsid w:val="00720B15"/>
    <w:rsid w:val="0072117C"/>
    <w:rsid w:val="00721348"/>
    <w:rsid w:val="007214A8"/>
    <w:rsid w:val="007215A0"/>
    <w:rsid w:val="00721CBB"/>
    <w:rsid w:val="00721F4E"/>
    <w:rsid w:val="0072225D"/>
    <w:rsid w:val="00722ADE"/>
    <w:rsid w:val="00722B69"/>
    <w:rsid w:val="00722B6D"/>
    <w:rsid w:val="00722E69"/>
    <w:rsid w:val="007231A5"/>
    <w:rsid w:val="00723245"/>
    <w:rsid w:val="00723509"/>
    <w:rsid w:val="0072353C"/>
    <w:rsid w:val="00723824"/>
    <w:rsid w:val="0072391E"/>
    <w:rsid w:val="00723A6C"/>
    <w:rsid w:val="00723B2D"/>
    <w:rsid w:val="00723C6C"/>
    <w:rsid w:val="00724123"/>
    <w:rsid w:val="00724151"/>
    <w:rsid w:val="0072417F"/>
    <w:rsid w:val="007241FC"/>
    <w:rsid w:val="0072440E"/>
    <w:rsid w:val="0072450B"/>
    <w:rsid w:val="007245C7"/>
    <w:rsid w:val="00724647"/>
    <w:rsid w:val="0072493E"/>
    <w:rsid w:val="00724B00"/>
    <w:rsid w:val="00724BB3"/>
    <w:rsid w:val="00724E70"/>
    <w:rsid w:val="00724F3A"/>
    <w:rsid w:val="00725093"/>
    <w:rsid w:val="00725338"/>
    <w:rsid w:val="0072533D"/>
    <w:rsid w:val="007254F0"/>
    <w:rsid w:val="00725588"/>
    <w:rsid w:val="00725D84"/>
    <w:rsid w:val="00725D96"/>
    <w:rsid w:val="00725FC5"/>
    <w:rsid w:val="007262F3"/>
    <w:rsid w:val="00726607"/>
    <w:rsid w:val="00726666"/>
    <w:rsid w:val="00726898"/>
    <w:rsid w:val="00726947"/>
    <w:rsid w:val="00726ADE"/>
    <w:rsid w:val="00726B17"/>
    <w:rsid w:val="00726C82"/>
    <w:rsid w:val="00726E6F"/>
    <w:rsid w:val="00727101"/>
    <w:rsid w:val="00727186"/>
    <w:rsid w:val="007279A5"/>
    <w:rsid w:val="00727CAB"/>
    <w:rsid w:val="00727FB0"/>
    <w:rsid w:val="007305E7"/>
    <w:rsid w:val="007308FD"/>
    <w:rsid w:val="00730BB5"/>
    <w:rsid w:val="00730DDE"/>
    <w:rsid w:val="00730F75"/>
    <w:rsid w:val="00731317"/>
    <w:rsid w:val="0073138F"/>
    <w:rsid w:val="007314E5"/>
    <w:rsid w:val="00731828"/>
    <w:rsid w:val="00731AEA"/>
    <w:rsid w:val="00732497"/>
    <w:rsid w:val="007324CA"/>
    <w:rsid w:val="007324EC"/>
    <w:rsid w:val="00732590"/>
    <w:rsid w:val="007327B9"/>
    <w:rsid w:val="0073294C"/>
    <w:rsid w:val="00732950"/>
    <w:rsid w:val="00732A34"/>
    <w:rsid w:val="00732E0A"/>
    <w:rsid w:val="0073309D"/>
    <w:rsid w:val="00733462"/>
    <w:rsid w:val="007334F1"/>
    <w:rsid w:val="00733766"/>
    <w:rsid w:val="00733D5B"/>
    <w:rsid w:val="00733E32"/>
    <w:rsid w:val="007340B5"/>
    <w:rsid w:val="0073420C"/>
    <w:rsid w:val="00734377"/>
    <w:rsid w:val="007343E8"/>
    <w:rsid w:val="00734627"/>
    <w:rsid w:val="00734BA0"/>
    <w:rsid w:val="00734C06"/>
    <w:rsid w:val="00734E82"/>
    <w:rsid w:val="00734EF3"/>
    <w:rsid w:val="00734F23"/>
    <w:rsid w:val="00735374"/>
    <w:rsid w:val="0073562C"/>
    <w:rsid w:val="0073576A"/>
    <w:rsid w:val="0073590F"/>
    <w:rsid w:val="00735A21"/>
    <w:rsid w:val="00735C37"/>
    <w:rsid w:val="00736462"/>
    <w:rsid w:val="007364C1"/>
    <w:rsid w:val="00736835"/>
    <w:rsid w:val="007369D0"/>
    <w:rsid w:val="00736BA0"/>
    <w:rsid w:val="00737021"/>
    <w:rsid w:val="00737036"/>
    <w:rsid w:val="0073711A"/>
    <w:rsid w:val="007372CB"/>
    <w:rsid w:val="0073792A"/>
    <w:rsid w:val="007403E6"/>
    <w:rsid w:val="00740420"/>
    <w:rsid w:val="00740711"/>
    <w:rsid w:val="007407BC"/>
    <w:rsid w:val="00740888"/>
    <w:rsid w:val="00740C26"/>
    <w:rsid w:val="00740E3B"/>
    <w:rsid w:val="00740F74"/>
    <w:rsid w:val="007411EC"/>
    <w:rsid w:val="007415E7"/>
    <w:rsid w:val="007416AA"/>
    <w:rsid w:val="007418DA"/>
    <w:rsid w:val="00741ABB"/>
    <w:rsid w:val="00742156"/>
    <w:rsid w:val="0074227E"/>
    <w:rsid w:val="0074238F"/>
    <w:rsid w:val="0074239D"/>
    <w:rsid w:val="0074249D"/>
    <w:rsid w:val="007425E0"/>
    <w:rsid w:val="00742690"/>
    <w:rsid w:val="007427FB"/>
    <w:rsid w:val="00742AD0"/>
    <w:rsid w:val="00742C39"/>
    <w:rsid w:val="00742CE5"/>
    <w:rsid w:val="00742F46"/>
    <w:rsid w:val="00743291"/>
    <w:rsid w:val="007432C7"/>
    <w:rsid w:val="00743373"/>
    <w:rsid w:val="007435A1"/>
    <w:rsid w:val="00743BF0"/>
    <w:rsid w:val="007447FC"/>
    <w:rsid w:val="00744B5A"/>
    <w:rsid w:val="00744DF2"/>
    <w:rsid w:val="00744F87"/>
    <w:rsid w:val="00744FC4"/>
    <w:rsid w:val="007450C9"/>
    <w:rsid w:val="00745AA4"/>
    <w:rsid w:val="007460E5"/>
    <w:rsid w:val="00746359"/>
    <w:rsid w:val="007466ED"/>
    <w:rsid w:val="007468CB"/>
    <w:rsid w:val="0074694E"/>
    <w:rsid w:val="00746CCA"/>
    <w:rsid w:val="00746CED"/>
    <w:rsid w:val="00746F6D"/>
    <w:rsid w:val="00747702"/>
    <w:rsid w:val="00747881"/>
    <w:rsid w:val="0075082A"/>
    <w:rsid w:val="00750F12"/>
    <w:rsid w:val="00751183"/>
    <w:rsid w:val="0075170D"/>
    <w:rsid w:val="00751929"/>
    <w:rsid w:val="00751CB5"/>
    <w:rsid w:val="00752244"/>
    <w:rsid w:val="007522DB"/>
    <w:rsid w:val="007524F6"/>
    <w:rsid w:val="00752691"/>
    <w:rsid w:val="00752BBA"/>
    <w:rsid w:val="00752C49"/>
    <w:rsid w:val="00753381"/>
    <w:rsid w:val="0075384A"/>
    <w:rsid w:val="00753918"/>
    <w:rsid w:val="00753B2B"/>
    <w:rsid w:val="00753C4B"/>
    <w:rsid w:val="00754025"/>
    <w:rsid w:val="007546BF"/>
    <w:rsid w:val="00754886"/>
    <w:rsid w:val="00754A0C"/>
    <w:rsid w:val="00754AA6"/>
    <w:rsid w:val="00754FD1"/>
    <w:rsid w:val="00755021"/>
    <w:rsid w:val="007550DB"/>
    <w:rsid w:val="007551F9"/>
    <w:rsid w:val="00755D05"/>
    <w:rsid w:val="007568E0"/>
    <w:rsid w:val="0075735B"/>
    <w:rsid w:val="00757574"/>
    <w:rsid w:val="00757763"/>
    <w:rsid w:val="007579C5"/>
    <w:rsid w:val="007600E4"/>
    <w:rsid w:val="00760178"/>
    <w:rsid w:val="007602D4"/>
    <w:rsid w:val="007603B1"/>
    <w:rsid w:val="00760435"/>
    <w:rsid w:val="00760A4B"/>
    <w:rsid w:val="00760FE6"/>
    <w:rsid w:val="0076101F"/>
    <w:rsid w:val="007614BD"/>
    <w:rsid w:val="00761791"/>
    <w:rsid w:val="007618C5"/>
    <w:rsid w:val="007619B8"/>
    <w:rsid w:val="00761F43"/>
    <w:rsid w:val="00762377"/>
    <w:rsid w:val="0076297B"/>
    <w:rsid w:val="007629C4"/>
    <w:rsid w:val="00762A64"/>
    <w:rsid w:val="0076302C"/>
    <w:rsid w:val="0076303E"/>
    <w:rsid w:val="007631AE"/>
    <w:rsid w:val="00763748"/>
    <w:rsid w:val="007637F0"/>
    <w:rsid w:val="00763F60"/>
    <w:rsid w:val="007643E9"/>
    <w:rsid w:val="007643FE"/>
    <w:rsid w:val="0076455A"/>
    <w:rsid w:val="00764664"/>
    <w:rsid w:val="007657FA"/>
    <w:rsid w:val="00765C09"/>
    <w:rsid w:val="007660A0"/>
    <w:rsid w:val="007661B4"/>
    <w:rsid w:val="00766295"/>
    <w:rsid w:val="00766447"/>
    <w:rsid w:val="00766839"/>
    <w:rsid w:val="00766911"/>
    <w:rsid w:val="00766F31"/>
    <w:rsid w:val="00767418"/>
    <w:rsid w:val="007676A9"/>
    <w:rsid w:val="007677B0"/>
    <w:rsid w:val="00767A09"/>
    <w:rsid w:val="00767ABD"/>
    <w:rsid w:val="00767BA1"/>
    <w:rsid w:val="00770811"/>
    <w:rsid w:val="007708C5"/>
    <w:rsid w:val="00771249"/>
    <w:rsid w:val="0077154F"/>
    <w:rsid w:val="007715B8"/>
    <w:rsid w:val="0077192C"/>
    <w:rsid w:val="00771BD5"/>
    <w:rsid w:val="00771C93"/>
    <w:rsid w:val="00771D0C"/>
    <w:rsid w:val="00771DA5"/>
    <w:rsid w:val="00772B24"/>
    <w:rsid w:val="00772C8A"/>
    <w:rsid w:val="00773236"/>
    <w:rsid w:val="007734B7"/>
    <w:rsid w:val="00773598"/>
    <w:rsid w:val="0077381E"/>
    <w:rsid w:val="00773CA0"/>
    <w:rsid w:val="00773F81"/>
    <w:rsid w:val="007741D9"/>
    <w:rsid w:val="00774C5D"/>
    <w:rsid w:val="00774C8A"/>
    <w:rsid w:val="00774CB1"/>
    <w:rsid w:val="00775327"/>
    <w:rsid w:val="00775348"/>
    <w:rsid w:val="00775456"/>
    <w:rsid w:val="00775760"/>
    <w:rsid w:val="00775841"/>
    <w:rsid w:val="00775B1E"/>
    <w:rsid w:val="00775CF6"/>
    <w:rsid w:val="00775F53"/>
    <w:rsid w:val="00775F57"/>
    <w:rsid w:val="00776236"/>
    <w:rsid w:val="00776946"/>
    <w:rsid w:val="00776AE4"/>
    <w:rsid w:val="00776B86"/>
    <w:rsid w:val="007772CE"/>
    <w:rsid w:val="007776BD"/>
    <w:rsid w:val="00777782"/>
    <w:rsid w:val="00777BBD"/>
    <w:rsid w:val="00777C08"/>
    <w:rsid w:val="00780350"/>
    <w:rsid w:val="00780600"/>
    <w:rsid w:val="0078078C"/>
    <w:rsid w:val="0078088C"/>
    <w:rsid w:val="00780995"/>
    <w:rsid w:val="00780AC8"/>
    <w:rsid w:val="00780C04"/>
    <w:rsid w:val="00780C47"/>
    <w:rsid w:val="00780C77"/>
    <w:rsid w:val="00780D9C"/>
    <w:rsid w:val="00780E89"/>
    <w:rsid w:val="00780FB3"/>
    <w:rsid w:val="007814F2"/>
    <w:rsid w:val="00781543"/>
    <w:rsid w:val="007815B7"/>
    <w:rsid w:val="0078161E"/>
    <w:rsid w:val="0078184D"/>
    <w:rsid w:val="00781A2E"/>
    <w:rsid w:val="00781D16"/>
    <w:rsid w:val="007827A9"/>
    <w:rsid w:val="007829D1"/>
    <w:rsid w:val="00782BD2"/>
    <w:rsid w:val="00782BE2"/>
    <w:rsid w:val="00782C3F"/>
    <w:rsid w:val="00782DEB"/>
    <w:rsid w:val="00783165"/>
    <w:rsid w:val="007838B6"/>
    <w:rsid w:val="00784000"/>
    <w:rsid w:val="007842BB"/>
    <w:rsid w:val="00784337"/>
    <w:rsid w:val="0078445D"/>
    <w:rsid w:val="00784668"/>
    <w:rsid w:val="00784742"/>
    <w:rsid w:val="00784A62"/>
    <w:rsid w:val="00784C9E"/>
    <w:rsid w:val="00784D07"/>
    <w:rsid w:val="00784F50"/>
    <w:rsid w:val="00785581"/>
    <w:rsid w:val="007855AA"/>
    <w:rsid w:val="00785617"/>
    <w:rsid w:val="00785A5F"/>
    <w:rsid w:val="00785C49"/>
    <w:rsid w:val="00785D67"/>
    <w:rsid w:val="00785E10"/>
    <w:rsid w:val="00785F8C"/>
    <w:rsid w:val="00785F90"/>
    <w:rsid w:val="00786303"/>
    <w:rsid w:val="0078632F"/>
    <w:rsid w:val="00786A56"/>
    <w:rsid w:val="00786B03"/>
    <w:rsid w:val="00786BBE"/>
    <w:rsid w:val="007870A7"/>
    <w:rsid w:val="007870B3"/>
    <w:rsid w:val="0078711B"/>
    <w:rsid w:val="00787BA1"/>
    <w:rsid w:val="00787E27"/>
    <w:rsid w:val="00787E4C"/>
    <w:rsid w:val="00787E6C"/>
    <w:rsid w:val="00787FC9"/>
    <w:rsid w:val="007900BB"/>
    <w:rsid w:val="00790123"/>
    <w:rsid w:val="0079037A"/>
    <w:rsid w:val="00790449"/>
    <w:rsid w:val="00790B1A"/>
    <w:rsid w:val="00791660"/>
    <w:rsid w:val="00791690"/>
    <w:rsid w:val="007916E9"/>
    <w:rsid w:val="00791740"/>
    <w:rsid w:val="00791802"/>
    <w:rsid w:val="0079187D"/>
    <w:rsid w:val="00791BD1"/>
    <w:rsid w:val="00791CB8"/>
    <w:rsid w:val="00792170"/>
    <w:rsid w:val="00792696"/>
    <w:rsid w:val="007926F8"/>
    <w:rsid w:val="007929D1"/>
    <w:rsid w:val="00792DCA"/>
    <w:rsid w:val="0079300C"/>
    <w:rsid w:val="007935B3"/>
    <w:rsid w:val="00793872"/>
    <w:rsid w:val="0079388D"/>
    <w:rsid w:val="00793A51"/>
    <w:rsid w:val="00793F28"/>
    <w:rsid w:val="0079465E"/>
    <w:rsid w:val="00794EDA"/>
    <w:rsid w:val="0079527D"/>
    <w:rsid w:val="007954ED"/>
    <w:rsid w:val="007955F9"/>
    <w:rsid w:val="0079563F"/>
    <w:rsid w:val="00795BDE"/>
    <w:rsid w:val="00795DF1"/>
    <w:rsid w:val="007962A9"/>
    <w:rsid w:val="00796403"/>
    <w:rsid w:val="0079693E"/>
    <w:rsid w:val="007969BB"/>
    <w:rsid w:val="00796B0B"/>
    <w:rsid w:val="00796D80"/>
    <w:rsid w:val="00796E37"/>
    <w:rsid w:val="00796F35"/>
    <w:rsid w:val="007972AF"/>
    <w:rsid w:val="0079753A"/>
    <w:rsid w:val="0079782C"/>
    <w:rsid w:val="007978FF"/>
    <w:rsid w:val="007A0213"/>
    <w:rsid w:val="007A04F9"/>
    <w:rsid w:val="007A0B73"/>
    <w:rsid w:val="007A0C81"/>
    <w:rsid w:val="007A13B7"/>
    <w:rsid w:val="007A1595"/>
    <w:rsid w:val="007A1B39"/>
    <w:rsid w:val="007A1B44"/>
    <w:rsid w:val="007A1CB8"/>
    <w:rsid w:val="007A1DCF"/>
    <w:rsid w:val="007A2788"/>
    <w:rsid w:val="007A2897"/>
    <w:rsid w:val="007A28D3"/>
    <w:rsid w:val="007A295D"/>
    <w:rsid w:val="007A2A80"/>
    <w:rsid w:val="007A2AFA"/>
    <w:rsid w:val="007A3292"/>
    <w:rsid w:val="007A34AC"/>
    <w:rsid w:val="007A35D1"/>
    <w:rsid w:val="007A39D7"/>
    <w:rsid w:val="007A3B45"/>
    <w:rsid w:val="007A3EDF"/>
    <w:rsid w:val="007A411B"/>
    <w:rsid w:val="007A4AC3"/>
    <w:rsid w:val="007A4AEA"/>
    <w:rsid w:val="007A4B21"/>
    <w:rsid w:val="007A4B96"/>
    <w:rsid w:val="007A4BA4"/>
    <w:rsid w:val="007A4BE5"/>
    <w:rsid w:val="007A4CB1"/>
    <w:rsid w:val="007A4F02"/>
    <w:rsid w:val="007A55F2"/>
    <w:rsid w:val="007A5A39"/>
    <w:rsid w:val="007A5B14"/>
    <w:rsid w:val="007A5C23"/>
    <w:rsid w:val="007A61C2"/>
    <w:rsid w:val="007A63F7"/>
    <w:rsid w:val="007A64E8"/>
    <w:rsid w:val="007A656D"/>
    <w:rsid w:val="007A6B3D"/>
    <w:rsid w:val="007A6EF1"/>
    <w:rsid w:val="007A71B3"/>
    <w:rsid w:val="007A7234"/>
    <w:rsid w:val="007A74ED"/>
    <w:rsid w:val="007A771F"/>
    <w:rsid w:val="007A77B4"/>
    <w:rsid w:val="007A786B"/>
    <w:rsid w:val="007A7924"/>
    <w:rsid w:val="007A7AA2"/>
    <w:rsid w:val="007A7CBA"/>
    <w:rsid w:val="007A7D2D"/>
    <w:rsid w:val="007A7DDE"/>
    <w:rsid w:val="007A7FC9"/>
    <w:rsid w:val="007B044E"/>
    <w:rsid w:val="007B0A0B"/>
    <w:rsid w:val="007B0B04"/>
    <w:rsid w:val="007B0B11"/>
    <w:rsid w:val="007B10D3"/>
    <w:rsid w:val="007B118A"/>
    <w:rsid w:val="007B1A1F"/>
    <w:rsid w:val="007B1AB0"/>
    <w:rsid w:val="007B1DB3"/>
    <w:rsid w:val="007B1E4A"/>
    <w:rsid w:val="007B1FA1"/>
    <w:rsid w:val="007B21A0"/>
    <w:rsid w:val="007B2261"/>
    <w:rsid w:val="007B234B"/>
    <w:rsid w:val="007B2544"/>
    <w:rsid w:val="007B27BD"/>
    <w:rsid w:val="007B2866"/>
    <w:rsid w:val="007B2A5A"/>
    <w:rsid w:val="007B2EAD"/>
    <w:rsid w:val="007B2F2E"/>
    <w:rsid w:val="007B3213"/>
    <w:rsid w:val="007B3782"/>
    <w:rsid w:val="007B396F"/>
    <w:rsid w:val="007B3B52"/>
    <w:rsid w:val="007B42A4"/>
    <w:rsid w:val="007B4582"/>
    <w:rsid w:val="007B4675"/>
    <w:rsid w:val="007B46ED"/>
    <w:rsid w:val="007B51D4"/>
    <w:rsid w:val="007B53E6"/>
    <w:rsid w:val="007B567C"/>
    <w:rsid w:val="007B5798"/>
    <w:rsid w:val="007B5A31"/>
    <w:rsid w:val="007B6103"/>
    <w:rsid w:val="007B611D"/>
    <w:rsid w:val="007B6458"/>
    <w:rsid w:val="007B64BE"/>
    <w:rsid w:val="007B66CC"/>
    <w:rsid w:val="007B67F9"/>
    <w:rsid w:val="007B6A0B"/>
    <w:rsid w:val="007B6D8E"/>
    <w:rsid w:val="007B6DAA"/>
    <w:rsid w:val="007B6F8E"/>
    <w:rsid w:val="007B76FE"/>
    <w:rsid w:val="007B7A7A"/>
    <w:rsid w:val="007B7CD1"/>
    <w:rsid w:val="007B7CE7"/>
    <w:rsid w:val="007B7EDE"/>
    <w:rsid w:val="007B7EFB"/>
    <w:rsid w:val="007B7F6A"/>
    <w:rsid w:val="007C00E7"/>
    <w:rsid w:val="007C00F8"/>
    <w:rsid w:val="007C01BC"/>
    <w:rsid w:val="007C0262"/>
    <w:rsid w:val="007C085B"/>
    <w:rsid w:val="007C0917"/>
    <w:rsid w:val="007C0C7D"/>
    <w:rsid w:val="007C0CB9"/>
    <w:rsid w:val="007C0D61"/>
    <w:rsid w:val="007C1DA5"/>
    <w:rsid w:val="007C1DBC"/>
    <w:rsid w:val="007C1E9B"/>
    <w:rsid w:val="007C21A4"/>
    <w:rsid w:val="007C228F"/>
    <w:rsid w:val="007C2304"/>
    <w:rsid w:val="007C23FB"/>
    <w:rsid w:val="007C2470"/>
    <w:rsid w:val="007C2732"/>
    <w:rsid w:val="007C2884"/>
    <w:rsid w:val="007C2A25"/>
    <w:rsid w:val="007C2B8B"/>
    <w:rsid w:val="007C2CD0"/>
    <w:rsid w:val="007C2D13"/>
    <w:rsid w:val="007C2F6E"/>
    <w:rsid w:val="007C327A"/>
    <w:rsid w:val="007C3859"/>
    <w:rsid w:val="007C3CEA"/>
    <w:rsid w:val="007C3E43"/>
    <w:rsid w:val="007C412E"/>
    <w:rsid w:val="007C48AB"/>
    <w:rsid w:val="007C4A49"/>
    <w:rsid w:val="007C4ACF"/>
    <w:rsid w:val="007C4B2B"/>
    <w:rsid w:val="007C4D3F"/>
    <w:rsid w:val="007C4D83"/>
    <w:rsid w:val="007C51C6"/>
    <w:rsid w:val="007C5541"/>
    <w:rsid w:val="007C5572"/>
    <w:rsid w:val="007C56DB"/>
    <w:rsid w:val="007C59D8"/>
    <w:rsid w:val="007C5C92"/>
    <w:rsid w:val="007C5F09"/>
    <w:rsid w:val="007C63FC"/>
    <w:rsid w:val="007C6455"/>
    <w:rsid w:val="007C64DF"/>
    <w:rsid w:val="007C6503"/>
    <w:rsid w:val="007C6C0F"/>
    <w:rsid w:val="007C6CCD"/>
    <w:rsid w:val="007C6DE3"/>
    <w:rsid w:val="007C6DF6"/>
    <w:rsid w:val="007C6F51"/>
    <w:rsid w:val="007C75E0"/>
    <w:rsid w:val="007C78AF"/>
    <w:rsid w:val="007C79CC"/>
    <w:rsid w:val="007C7C6F"/>
    <w:rsid w:val="007D03D2"/>
    <w:rsid w:val="007D0462"/>
    <w:rsid w:val="007D0C09"/>
    <w:rsid w:val="007D0E1E"/>
    <w:rsid w:val="007D0E6C"/>
    <w:rsid w:val="007D104B"/>
    <w:rsid w:val="007D1CAB"/>
    <w:rsid w:val="007D1FC1"/>
    <w:rsid w:val="007D215A"/>
    <w:rsid w:val="007D25A9"/>
    <w:rsid w:val="007D2B83"/>
    <w:rsid w:val="007D2FD3"/>
    <w:rsid w:val="007D32E2"/>
    <w:rsid w:val="007D350A"/>
    <w:rsid w:val="007D353E"/>
    <w:rsid w:val="007D35BF"/>
    <w:rsid w:val="007D3A69"/>
    <w:rsid w:val="007D3AD9"/>
    <w:rsid w:val="007D3D9B"/>
    <w:rsid w:val="007D43B2"/>
    <w:rsid w:val="007D4400"/>
    <w:rsid w:val="007D4481"/>
    <w:rsid w:val="007D4546"/>
    <w:rsid w:val="007D459F"/>
    <w:rsid w:val="007D469F"/>
    <w:rsid w:val="007D4779"/>
    <w:rsid w:val="007D4CBA"/>
    <w:rsid w:val="007D4D31"/>
    <w:rsid w:val="007D4DEC"/>
    <w:rsid w:val="007D5143"/>
    <w:rsid w:val="007D5360"/>
    <w:rsid w:val="007D63AD"/>
    <w:rsid w:val="007D6A45"/>
    <w:rsid w:val="007D6E90"/>
    <w:rsid w:val="007D6EBB"/>
    <w:rsid w:val="007D6F12"/>
    <w:rsid w:val="007D6F69"/>
    <w:rsid w:val="007D71BD"/>
    <w:rsid w:val="007D7ADF"/>
    <w:rsid w:val="007D7B06"/>
    <w:rsid w:val="007D7C77"/>
    <w:rsid w:val="007D7E71"/>
    <w:rsid w:val="007E009C"/>
    <w:rsid w:val="007E01AB"/>
    <w:rsid w:val="007E0385"/>
    <w:rsid w:val="007E0567"/>
    <w:rsid w:val="007E08FE"/>
    <w:rsid w:val="007E0A04"/>
    <w:rsid w:val="007E0F7E"/>
    <w:rsid w:val="007E16DA"/>
    <w:rsid w:val="007E1848"/>
    <w:rsid w:val="007E1AE5"/>
    <w:rsid w:val="007E2028"/>
    <w:rsid w:val="007E2889"/>
    <w:rsid w:val="007E2B12"/>
    <w:rsid w:val="007E2CCE"/>
    <w:rsid w:val="007E2F0A"/>
    <w:rsid w:val="007E31D6"/>
    <w:rsid w:val="007E348C"/>
    <w:rsid w:val="007E3786"/>
    <w:rsid w:val="007E3AFF"/>
    <w:rsid w:val="007E3B8C"/>
    <w:rsid w:val="007E40CB"/>
    <w:rsid w:val="007E4A0A"/>
    <w:rsid w:val="007E5339"/>
    <w:rsid w:val="007E58ED"/>
    <w:rsid w:val="007E5A22"/>
    <w:rsid w:val="007E5FD1"/>
    <w:rsid w:val="007E653A"/>
    <w:rsid w:val="007E66E0"/>
    <w:rsid w:val="007E6730"/>
    <w:rsid w:val="007E6852"/>
    <w:rsid w:val="007E698D"/>
    <w:rsid w:val="007E6C4F"/>
    <w:rsid w:val="007E6D0E"/>
    <w:rsid w:val="007E6D15"/>
    <w:rsid w:val="007E726F"/>
    <w:rsid w:val="007E7465"/>
    <w:rsid w:val="007E7858"/>
    <w:rsid w:val="007E7A64"/>
    <w:rsid w:val="007E7CC4"/>
    <w:rsid w:val="007F0022"/>
    <w:rsid w:val="007F006A"/>
    <w:rsid w:val="007F01D8"/>
    <w:rsid w:val="007F023F"/>
    <w:rsid w:val="007F02EF"/>
    <w:rsid w:val="007F0315"/>
    <w:rsid w:val="007F04E0"/>
    <w:rsid w:val="007F082F"/>
    <w:rsid w:val="007F095F"/>
    <w:rsid w:val="007F10EE"/>
    <w:rsid w:val="007F1581"/>
    <w:rsid w:val="007F1678"/>
    <w:rsid w:val="007F1A77"/>
    <w:rsid w:val="007F1C32"/>
    <w:rsid w:val="007F1C56"/>
    <w:rsid w:val="007F1D09"/>
    <w:rsid w:val="007F1F6F"/>
    <w:rsid w:val="007F2035"/>
    <w:rsid w:val="007F20B0"/>
    <w:rsid w:val="007F219D"/>
    <w:rsid w:val="007F2548"/>
    <w:rsid w:val="007F2605"/>
    <w:rsid w:val="007F2EF3"/>
    <w:rsid w:val="007F327D"/>
    <w:rsid w:val="007F3372"/>
    <w:rsid w:val="007F3602"/>
    <w:rsid w:val="007F37C6"/>
    <w:rsid w:val="007F3803"/>
    <w:rsid w:val="007F3807"/>
    <w:rsid w:val="007F3D99"/>
    <w:rsid w:val="007F3E11"/>
    <w:rsid w:val="007F3ECD"/>
    <w:rsid w:val="007F40C0"/>
    <w:rsid w:val="007F41D1"/>
    <w:rsid w:val="007F431F"/>
    <w:rsid w:val="007F43DE"/>
    <w:rsid w:val="007F4855"/>
    <w:rsid w:val="007F4C3D"/>
    <w:rsid w:val="007F5071"/>
    <w:rsid w:val="007F5545"/>
    <w:rsid w:val="007F5584"/>
    <w:rsid w:val="007F56CD"/>
    <w:rsid w:val="007F56F2"/>
    <w:rsid w:val="007F57B5"/>
    <w:rsid w:val="007F598D"/>
    <w:rsid w:val="007F59F2"/>
    <w:rsid w:val="007F5FBA"/>
    <w:rsid w:val="007F614B"/>
    <w:rsid w:val="007F626F"/>
    <w:rsid w:val="007F6274"/>
    <w:rsid w:val="007F675D"/>
    <w:rsid w:val="007F6B56"/>
    <w:rsid w:val="007F6B9A"/>
    <w:rsid w:val="007F71C0"/>
    <w:rsid w:val="007F7753"/>
    <w:rsid w:val="007F7B5F"/>
    <w:rsid w:val="007F7CF6"/>
    <w:rsid w:val="007F7FB0"/>
    <w:rsid w:val="007F7FB9"/>
    <w:rsid w:val="00800201"/>
    <w:rsid w:val="008003D5"/>
    <w:rsid w:val="008009ED"/>
    <w:rsid w:val="00800BBF"/>
    <w:rsid w:val="00800F0B"/>
    <w:rsid w:val="00800F42"/>
    <w:rsid w:val="00800F81"/>
    <w:rsid w:val="00801211"/>
    <w:rsid w:val="00801226"/>
    <w:rsid w:val="0080123E"/>
    <w:rsid w:val="00801430"/>
    <w:rsid w:val="008019F6"/>
    <w:rsid w:val="00801C97"/>
    <w:rsid w:val="008022D6"/>
    <w:rsid w:val="0080230B"/>
    <w:rsid w:val="008025BF"/>
    <w:rsid w:val="0080273D"/>
    <w:rsid w:val="00802B31"/>
    <w:rsid w:val="00803236"/>
    <w:rsid w:val="00803792"/>
    <w:rsid w:val="00803B4C"/>
    <w:rsid w:val="00803B7A"/>
    <w:rsid w:val="00803E5E"/>
    <w:rsid w:val="008042F0"/>
    <w:rsid w:val="008043FC"/>
    <w:rsid w:val="00804714"/>
    <w:rsid w:val="008047C5"/>
    <w:rsid w:val="00804973"/>
    <w:rsid w:val="00804BE8"/>
    <w:rsid w:val="00804FFD"/>
    <w:rsid w:val="008050A8"/>
    <w:rsid w:val="0080524F"/>
    <w:rsid w:val="008053EF"/>
    <w:rsid w:val="008054C7"/>
    <w:rsid w:val="0080585F"/>
    <w:rsid w:val="00805B63"/>
    <w:rsid w:val="00805DC8"/>
    <w:rsid w:val="00805FC8"/>
    <w:rsid w:val="00806303"/>
    <w:rsid w:val="00806448"/>
    <w:rsid w:val="00806690"/>
    <w:rsid w:val="00806BAE"/>
    <w:rsid w:val="00807056"/>
    <w:rsid w:val="00807270"/>
    <w:rsid w:val="008075CD"/>
    <w:rsid w:val="00807C5A"/>
    <w:rsid w:val="008101E5"/>
    <w:rsid w:val="00810391"/>
    <w:rsid w:val="008103FE"/>
    <w:rsid w:val="00810942"/>
    <w:rsid w:val="00811020"/>
    <w:rsid w:val="008112F2"/>
    <w:rsid w:val="00811616"/>
    <w:rsid w:val="00811BAC"/>
    <w:rsid w:val="00811E8F"/>
    <w:rsid w:val="00811F7D"/>
    <w:rsid w:val="00812695"/>
    <w:rsid w:val="00812717"/>
    <w:rsid w:val="008129DB"/>
    <w:rsid w:val="00812AE5"/>
    <w:rsid w:val="00812DA1"/>
    <w:rsid w:val="00812E0F"/>
    <w:rsid w:val="00812E20"/>
    <w:rsid w:val="0081313A"/>
    <w:rsid w:val="0081353F"/>
    <w:rsid w:val="00813B91"/>
    <w:rsid w:val="00813CE9"/>
    <w:rsid w:val="00813E93"/>
    <w:rsid w:val="008144C4"/>
    <w:rsid w:val="00814604"/>
    <w:rsid w:val="00814680"/>
    <w:rsid w:val="00814A90"/>
    <w:rsid w:val="00814ADC"/>
    <w:rsid w:val="00814BD6"/>
    <w:rsid w:val="00814F10"/>
    <w:rsid w:val="008150E2"/>
    <w:rsid w:val="0081525D"/>
    <w:rsid w:val="0081559C"/>
    <w:rsid w:val="0081588A"/>
    <w:rsid w:val="00815FC5"/>
    <w:rsid w:val="008162E0"/>
    <w:rsid w:val="00816324"/>
    <w:rsid w:val="00816BAF"/>
    <w:rsid w:val="00816BC3"/>
    <w:rsid w:val="00816D28"/>
    <w:rsid w:val="00816EEE"/>
    <w:rsid w:val="0081702E"/>
    <w:rsid w:val="0081703B"/>
    <w:rsid w:val="008171E1"/>
    <w:rsid w:val="00817693"/>
    <w:rsid w:val="008177A9"/>
    <w:rsid w:val="00817968"/>
    <w:rsid w:val="008179F6"/>
    <w:rsid w:val="00817AEF"/>
    <w:rsid w:val="00817E3C"/>
    <w:rsid w:val="00817F04"/>
    <w:rsid w:val="008200AD"/>
    <w:rsid w:val="008200BB"/>
    <w:rsid w:val="00820118"/>
    <w:rsid w:val="008203EF"/>
    <w:rsid w:val="00820489"/>
    <w:rsid w:val="00820665"/>
    <w:rsid w:val="008207D9"/>
    <w:rsid w:val="00820DBD"/>
    <w:rsid w:val="00820F88"/>
    <w:rsid w:val="008210EA"/>
    <w:rsid w:val="0082125C"/>
    <w:rsid w:val="008213A8"/>
    <w:rsid w:val="00821547"/>
    <w:rsid w:val="00821630"/>
    <w:rsid w:val="00821951"/>
    <w:rsid w:val="00821D6E"/>
    <w:rsid w:val="00821DE3"/>
    <w:rsid w:val="008222B1"/>
    <w:rsid w:val="008227D1"/>
    <w:rsid w:val="00822904"/>
    <w:rsid w:val="00822954"/>
    <w:rsid w:val="00822D5D"/>
    <w:rsid w:val="00823013"/>
    <w:rsid w:val="0082309F"/>
    <w:rsid w:val="00823697"/>
    <w:rsid w:val="008236F9"/>
    <w:rsid w:val="008237ED"/>
    <w:rsid w:val="00824374"/>
    <w:rsid w:val="008245E6"/>
    <w:rsid w:val="0082471B"/>
    <w:rsid w:val="008247D3"/>
    <w:rsid w:val="00824CB3"/>
    <w:rsid w:val="00825676"/>
    <w:rsid w:val="008258AE"/>
    <w:rsid w:val="008262C9"/>
    <w:rsid w:val="0082666F"/>
    <w:rsid w:val="008266CE"/>
    <w:rsid w:val="00826740"/>
    <w:rsid w:val="0082686C"/>
    <w:rsid w:val="00826B54"/>
    <w:rsid w:val="00826C40"/>
    <w:rsid w:val="0082714E"/>
    <w:rsid w:val="00827CED"/>
    <w:rsid w:val="00827D28"/>
    <w:rsid w:val="00827FFE"/>
    <w:rsid w:val="008306F3"/>
    <w:rsid w:val="00830791"/>
    <w:rsid w:val="00830B0E"/>
    <w:rsid w:val="00830CE7"/>
    <w:rsid w:val="00831495"/>
    <w:rsid w:val="00831986"/>
    <w:rsid w:val="00831DF7"/>
    <w:rsid w:val="00831FBC"/>
    <w:rsid w:val="008321A5"/>
    <w:rsid w:val="00832242"/>
    <w:rsid w:val="00832B6B"/>
    <w:rsid w:val="00832E0D"/>
    <w:rsid w:val="00832F43"/>
    <w:rsid w:val="0083301F"/>
    <w:rsid w:val="008333A2"/>
    <w:rsid w:val="00833680"/>
    <w:rsid w:val="008337F2"/>
    <w:rsid w:val="008338B4"/>
    <w:rsid w:val="008338DB"/>
    <w:rsid w:val="008341B5"/>
    <w:rsid w:val="00834202"/>
    <w:rsid w:val="00834297"/>
    <w:rsid w:val="0083435A"/>
    <w:rsid w:val="008344EA"/>
    <w:rsid w:val="008345FA"/>
    <w:rsid w:val="0083475C"/>
    <w:rsid w:val="00834777"/>
    <w:rsid w:val="0083487A"/>
    <w:rsid w:val="00834B9C"/>
    <w:rsid w:val="00834FF5"/>
    <w:rsid w:val="00834FFC"/>
    <w:rsid w:val="00835047"/>
    <w:rsid w:val="00835686"/>
    <w:rsid w:val="00835828"/>
    <w:rsid w:val="00835D39"/>
    <w:rsid w:val="008364F9"/>
    <w:rsid w:val="00836516"/>
    <w:rsid w:val="0083663D"/>
    <w:rsid w:val="00836D6D"/>
    <w:rsid w:val="00836E92"/>
    <w:rsid w:val="00836EA6"/>
    <w:rsid w:val="00836F2E"/>
    <w:rsid w:val="00837345"/>
    <w:rsid w:val="00837853"/>
    <w:rsid w:val="008401E4"/>
    <w:rsid w:val="00840453"/>
    <w:rsid w:val="00840460"/>
    <w:rsid w:val="0084086F"/>
    <w:rsid w:val="00840BBE"/>
    <w:rsid w:val="00840DB9"/>
    <w:rsid w:val="00841350"/>
    <w:rsid w:val="00841A0E"/>
    <w:rsid w:val="00841C76"/>
    <w:rsid w:val="00842364"/>
    <w:rsid w:val="008423D7"/>
    <w:rsid w:val="00842493"/>
    <w:rsid w:val="00842499"/>
    <w:rsid w:val="00842582"/>
    <w:rsid w:val="0084279E"/>
    <w:rsid w:val="00842C1D"/>
    <w:rsid w:val="00842C68"/>
    <w:rsid w:val="00842CDE"/>
    <w:rsid w:val="008431AA"/>
    <w:rsid w:val="008431C6"/>
    <w:rsid w:val="008432E2"/>
    <w:rsid w:val="00843341"/>
    <w:rsid w:val="008435C2"/>
    <w:rsid w:val="00843635"/>
    <w:rsid w:val="008439E5"/>
    <w:rsid w:val="00843A87"/>
    <w:rsid w:val="00843C75"/>
    <w:rsid w:val="00843E4D"/>
    <w:rsid w:val="00843FBC"/>
    <w:rsid w:val="0084406C"/>
    <w:rsid w:val="0084499B"/>
    <w:rsid w:val="00844FA2"/>
    <w:rsid w:val="00845733"/>
    <w:rsid w:val="00845EEF"/>
    <w:rsid w:val="00845FC8"/>
    <w:rsid w:val="0084629B"/>
    <w:rsid w:val="008463D4"/>
    <w:rsid w:val="00846458"/>
    <w:rsid w:val="008466D2"/>
    <w:rsid w:val="0084679B"/>
    <w:rsid w:val="008467DB"/>
    <w:rsid w:val="0084684F"/>
    <w:rsid w:val="00846C77"/>
    <w:rsid w:val="008471C5"/>
    <w:rsid w:val="0085085D"/>
    <w:rsid w:val="008508B0"/>
    <w:rsid w:val="008509DE"/>
    <w:rsid w:val="00850A21"/>
    <w:rsid w:val="00850A3F"/>
    <w:rsid w:val="008511FD"/>
    <w:rsid w:val="0085154D"/>
    <w:rsid w:val="0085154E"/>
    <w:rsid w:val="00851697"/>
    <w:rsid w:val="00851B46"/>
    <w:rsid w:val="00851BC6"/>
    <w:rsid w:val="008521DB"/>
    <w:rsid w:val="0085245E"/>
    <w:rsid w:val="00852900"/>
    <w:rsid w:val="00852BFB"/>
    <w:rsid w:val="00853089"/>
    <w:rsid w:val="008531F2"/>
    <w:rsid w:val="008532F6"/>
    <w:rsid w:val="00853570"/>
    <w:rsid w:val="008536D0"/>
    <w:rsid w:val="00853883"/>
    <w:rsid w:val="008538F7"/>
    <w:rsid w:val="00853A91"/>
    <w:rsid w:val="00853E45"/>
    <w:rsid w:val="0085408C"/>
    <w:rsid w:val="0085423F"/>
    <w:rsid w:val="0085447C"/>
    <w:rsid w:val="00854699"/>
    <w:rsid w:val="008547E1"/>
    <w:rsid w:val="00854E82"/>
    <w:rsid w:val="008550E5"/>
    <w:rsid w:val="00855173"/>
    <w:rsid w:val="00855871"/>
    <w:rsid w:val="00855AC8"/>
    <w:rsid w:val="00855F4F"/>
    <w:rsid w:val="00855F64"/>
    <w:rsid w:val="00856126"/>
    <w:rsid w:val="00856374"/>
    <w:rsid w:val="008563C8"/>
    <w:rsid w:val="008564D7"/>
    <w:rsid w:val="0085704B"/>
    <w:rsid w:val="008571C1"/>
    <w:rsid w:val="0085736E"/>
    <w:rsid w:val="00857410"/>
    <w:rsid w:val="00857514"/>
    <w:rsid w:val="00857573"/>
    <w:rsid w:val="00857574"/>
    <w:rsid w:val="00857647"/>
    <w:rsid w:val="00857A66"/>
    <w:rsid w:val="00860215"/>
    <w:rsid w:val="008603D1"/>
    <w:rsid w:val="008604B9"/>
    <w:rsid w:val="00860B69"/>
    <w:rsid w:val="008610AE"/>
    <w:rsid w:val="008616F5"/>
    <w:rsid w:val="00861A78"/>
    <w:rsid w:val="00861C88"/>
    <w:rsid w:val="00861CC8"/>
    <w:rsid w:val="00861E4E"/>
    <w:rsid w:val="00862024"/>
    <w:rsid w:val="00862028"/>
    <w:rsid w:val="008622AF"/>
    <w:rsid w:val="00862523"/>
    <w:rsid w:val="008625A4"/>
    <w:rsid w:val="00863033"/>
    <w:rsid w:val="00863226"/>
    <w:rsid w:val="00863350"/>
    <w:rsid w:val="008634CE"/>
    <w:rsid w:val="00863797"/>
    <w:rsid w:val="00863829"/>
    <w:rsid w:val="008639C6"/>
    <w:rsid w:val="00863A1C"/>
    <w:rsid w:val="00863A5A"/>
    <w:rsid w:val="00863FC0"/>
    <w:rsid w:val="0086441B"/>
    <w:rsid w:val="008645E4"/>
    <w:rsid w:val="00864684"/>
    <w:rsid w:val="00864760"/>
    <w:rsid w:val="00864823"/>
    <w:rsid w:val="00864AAF"/>
    <w:rsid w:val="00864B7A"/>
    <w:rsid w:val="00864F9F"/>
    <w:rsid w:val="00865197"/>
    <w:rsid w:val="008654A3"/>
    <w:rsid w:val="00865706"/>
    <w:rsid w:val="008659B4"/>
    <w:rsid w:val="00865EED"/>
    <w:rsid w:val="00866281"/>
    <w:rsid w:val="008664D2"/>
    <w:rsid w:val="00866509"/>
    <w:rsid w:val="0086746A"/>
    <w:rsid w:val="008675C3"/>
    <w:rsid w:val="008675FF"/>
    <w:rsid w:val="0086770A"/>
    <w:rsid w:val="00867D33"/>
    <w:rsid w:val="00867EB6"/>
    <w:rsid w:val="00867F1F"/>
    <w:rsid w:val="00867FBB"/>
    <w:rsid w:val="008701F8"/>
    <w:rsid w:val="00870414"/>
    <w:rsid w:val="00870436"/>
    <w:rsid w:val="008704B1"/>
    <w:rsid w:val="00870559"/>
    <w:rsid w:val="00870AFB"/>
    <w:rsid w:val="00870BC4"/>
    <w:rsid w:val="0087117E"/>
    <w:rsid w:val="0087125B"/>
    <w:rsid w:val="0087166C"/>
    <w:rsid w:val="00871871"/>
    <w:rsid w:val="00871AF9"/>
    <w:rsid w:val="00871ECA"/>
    <w:rsid w:val="0087223B"/>
    <w:rsid w:val="00872296"/>
    <w:rsid w:val="008722B0"/>
    <w:rsid w:val="00872691"/>
    <w:rsid w:val="008726AD"/>
    <w:rsid w:val="00872DE5"/>
    <w:rsid w:val="008730D7"/>
    <w:rsid w:val="008731DE"/>
    <w:rsid w:val="008732F0"/>
    <w:rsid w:val="008733D2"/>
    <w:rsid w:val="008735BF"/>
    <w:rsid w:val="0087369B"/>
    <w:rsid w:val="0087388F"/>
    <w:rsid w:val="008738A9"/>
    <w:rsid w:val="008740E4"/>
    <w:rsid w:val="00874574"/>
    <w:rsid w:val="00874CCA"/>
    <w:rsid w:val="008755E4"/>
    <w:rsid w:val="0087585D"/>
    <w:rsid w:val="00875B9B"/>
    <w:rsid w:val="00875C13"/>
    <w:rsid w:val="00875CD7"/>
    <w:rsid w:val="00875D72"/>
    <w:rsid w:val="00875E99"/>
    <w:rsid w:val="0087604D"/>
    <w:rsid w:val="0087622B"/>
    <w:rsid w:val="00876936"/>
    <w:rsid w:val="00876CDA"/>
    <w:rsid w:val="00877113"/>
    <w:rsid w:val="0087712F"/>
    <w:rsid w:val="008775A7"/>
    <w:rsid w:val="00877739"/>
    <w:rsid w:val="008804DF"/>
    <w:rsid w:val="008807E1"/>
    <w:rsid w:val="0088088E"/>
    <w:rsid w:val="00880B4A"/>
    <w:rsid w:val="00880BB9"/>
    <w:rsid w:val="00880DE8"/>
    <w:rsid w:val="00880EB1"/>
    <w:rsid w:val="00881056"/>
    <w:rsid w:val="008812BE"/>
    <w:rsid w:val="008813AE"/>
    <w:rsid w:val="00881436"/>
    <w:rsid w:val="00881556"/>
    <w:rsid w:val="00881814"/>
    <w:rsid w:val="00882703"/>
    <w:rsid w:val="0088284D"/>
    <w:rsid w:val="00882895"/>
    <w:rsid w:val="0088291F"/>
    <w:rsid w:val="0088293A"/>
    <w:rsid w:val="00882C0F"/>
    <w:rsid w:val="00882CB5"/>
    <w:rsid w:val="00882F15"/>
    <w:rsid w:val="00883089"/>
    <w:rsid w:val="008837F0"/>
    <w:rsid w:val="0088391C"/>
    <w:rsid w:val="0088391D"/>
    <w:rsid w:val="00883B8C"/>
    <w:rsid w:val="00883ECF"/>
    <w:rsid w:val="00884488"/>
    <w:rsid w:val="008847A3"/>
    <w:rsid w:val="00884901"/>
    <w:rsid w:val="0088498B"/>
    <w:rsid w:val="00884BB6"/>
    <w:rsid w:val="00884C0F"/>
    <w:rsid w:val="00884EE2"/>
    <w:rsid w:val="00885355"/>
    <w:rsid w:val="00885587"/>
    <w:rsid w:val="00885622"/>
    <w:rsid w:val="00885865"/>
    <w:rsid w:val="0088588B"/>
    <w:rsid w:val="00885AF3"/>
    <w:rsid w:val="00885F19"/>
    <w:rsid w:val="00886128"/>
    <w:rsid w:val="00886391"/>
    <w:rsid w:val="008868F4"/>
    <w:rsid w:val="00886905"/>
    <w:rsid w:val="00886AE1"/>
    <w:rsid w:val="00886D13"/>
    <w:rsid w:val="00887226"/>
    <w:rsid w:val="00887419"/>
    <w:rsid w:val="008876FE"/>
    <w:rsid w:val="00887CAD"/>
    <w:rsid w:val="00887F61"/>
    <w:rsid w:val="0089068D"/>
    <w:rsid w:val="00890A2B"/>
    <w:rsid w:val="00891167"/>
    <w:rsid w:val="00891191"/>
    <w:rsid w:val="008913D6"/>
    <w:rsid w:val="008915C3"/>
    <w:rsid w:val="00891685"/>
    <w:rsid w:val="00891739"/>
    <w:rsid w:val="00891B89"/>
    <w:rsid w:val="00891EA2"/>
    <w:rsid w:val="008920F8"/>
    <w:rsid w:val="00892317"/>
    <w:rsid w:val="00892612"/>
    <w:rsid w:val="008926A0"/>
    <w:rsid w:val="008926D8"/>
    <w:rsid w:val="0089292A"/>
    <w:rsid w:val="0089293D"/>
    <w:rsid w:val="00892A78"/>
    <w:rsid w:val="00892ADC"/>
    <w:rsid w:val="00892CF6"/>
    <w:rsid w:val="00893203"/>
    <w:rsid w:val="008935C1"/>
    <w:rsid w:val="0089372C"/>
    <w:rsid w:val="00893CE0"/>
    <w:rsid w:val="00893D18"/>
    <w:rsid w:val="00893D37"/>
    <w:rsid w:val="00893F5D"/>
    <w:rsid w:val="008942B1"/>
    <w:rsid w:val="0089487D"/>
    <w:rsid w:val="00894C8C"/>
    <w:rsid w:val="00895771"/>
    <w:rsid w:val="008965DB"/>
    <w:rsid w:val="00896701"/>
    <w:rsid w:val="008968F4"/>
    <w:rsid w:val="008969D5"/>
    <w:rsid w:val="00896A09"/>
    <w:rsid w:val="00896F07"/>
    <w:rsid w:val="0089711B"/>
    <w:rsid w:val="00897212"/>
    <w:rsid w:val="008973CA"/>
    <w:rsid w:val="00897D61"/>
    <w:rsid w:val="00897F68"/>
    <w:rsid w:val="008A0073"/>
    <w:rsid w:val="008A0559"/>
    <w:rsid w:val="008A07A2"/>
    <w:rsid w:val="008A0AB7"/>
    <w:rsid w:val="008A0E0E"/>
    <w:rsid w:val="008A0F39"/>
    <w:rsid w:val="008A0FAC"/>
    <w:rsid w:val="008A11C4"/>
    <w:rsid w:val="008A12A5"/>
    <w:rsid w:val="008A14B7"/>
    <w:rsid w:val="008A14D1"/>
    <w:rsid w:val="008A19EF"/>
    <w:rsid w:val="008A1A97"/>
    <w:rsid w:val="008A1B90"/>
    <w:rsid w:val="008A1BD6"/>
    <w:rsid w:val="008A1F4C"/>
    <w:rsid w:val="008A1F6B"/>
    <w:rsid w:val="008A2027"/>
    <w:rsid w:val="008A27C9"/>
    <w:rsid w:val="008A2F83"/>
    <w:rsid w:val="008A3006"/>
    <w:rsid w:val="008A33C3"/>
    <w:rsid w:val="008A3558"/>
    <w:rsid w:val="008A3934"/>
    <w:rsid w:val="008A3F5E"/>
    <w:rsid w:val="008A3FF3"/>
    <w:rsid w:val="008A4248"/>
    <w:rsid w:val="008A42C8"/>
    <w:rsid w:val="008A44F0"/>
    <w:rsid w:val="008A4620"/>
    <w:rsid w:val="008A4781"/>
    <w:rsid w:val="008A4D38"/>
    <w:rsid w:val="008A4E3A"/>
    <w:rsid w:val="008A56DD"/>
    <w:rsid w:val="008A578E"/>
    <w:rsid w:val="008A5AF6"/>
    <w:rsid w:val="008A5B60"/>
    <w:rsid w:val="008A5E17"/>
    <w:rsid w:val="008A6007"/>
    <w:rsid w:val="008A61F4"/>
    <w:rsid w:val="008A63BB"/>
    <w:rsid w:val="008A6740"/>
    <w:rsid w:val="008A67CB"/>
    <w:rsid w:val="008A73C0"/>
    <w:rsid w:val="008A7464"/>
    <w:rsid w:val="008A7503"/>
    <w:rsid w:val="008A788B"/>
    <w:rsid w:val="008A79B9"/>
    <w:rsid w:val="008A7A0B"/>
    <w:rsid w:val="008B0452"/>
    <w:rsid w:val="008B09A2"/>
    <w:rsid w:val="008B0F11"/>
    <w:rsid w:val="008B1257"/>
    <w:rsid w:val="008B12CD"/>
    <w:rsid w:val="008B145F"/>
    <w:rsid w:val="008B15B9"/>
    <w:rsid w:val="008B19B2"/>
    <w:rsid w:val="008B19D6"/>
    <w:rsid w:val="008B1C7C"/>
    <w:rsid w:val="008B230B"/>
    <w:rsid w:val="008B2C64"/>
    <w:rsid w:val="008B3516"/>
    <w:rsid w:val="008B38DF"/>
    <w:rsid w:val="008B4222"/>
    <w:rsid w:val="008B48B4"/>
    <w:rsid w:val="008B494D"/>
    <w:rsid w:val="008B4AF2"/>
    <w:rsid w:val="008B4BA6"/>
    <w:rsid w:val="008B4C8F"/>
    <w:rsid w:val="008B4DB1"/>
    <w:rsid w:val="008B5304"/>
    <w:rsid w:val="008B537E"/>
    <w:rsid w:val="008B55A8"/>
    <w:rsid w:val="008B563D"/>
    <w:rsid w:val="008B59AF"/>
    <w:rsid w:val="008B5C79"/>
    <w:rsid w:val="008B5D79"/>
    <w:rsid w:val="008B5FC9"/>
    <w:rsid w:val="008B5FE9"/>
    <w:rsid w:val="008B6573"/>
    <w:rsid w:val="008B6A8F"/>
    <w:rsid w:val="008B6DD2"/>
    <w:rsid w:val="008B711B"/>
    <w:rsid w:val="008B7414"/>
    <w:rsid w:val="008B793A"/>
    <w:rsid w:val="008C019A"/>
    <w:rsid w:val="008C025D"/>
    <w:rsid w:val="008C0424"/>
    <w:rsid w:val="008C07B2"/>
    <w:rsid w:val="008C09A0"/>
    <w:rsid w:val="008C116D"/>
    <w:rsid w:val="008C15F7"/>
    <w:rsid w:val="008C16FA"/>
    <w:rsid w:val="008C1A20"/>
    <w:rsid w:val="008C1D51"/>
    <w:rsid w:val="008C1E8C"/>
    <w:rsid w:val="008C21FA"/>
    <w:rsid w:val="008C23A8"/>
    <w:rsid w:val="008C243C"/>
    <w:rsid w:val="008C245B"/>
    <w:rsid w:val="008C2D72"/>
    <w:rsid w:val="008C2DCD"/>
    <w:rsid w:val="008C2E05"/>
    <w:rsid w:val="008C2E30"/>
    <w:rsid w:val="008C3203"/>
    <w:rsid w:val="008C3CB3"/>
    <w:rsid w:val="008C44C5"/>
    <w:rsid w:val="008C45FE"/>
    <w:rsid w:val="008C48DF"/>
    <w:rsid w:val="008C4C37"/>
    <w:rsid w:val="008C4D7D"/>
    <w:rsid w:val="008C53B0"/>
    <w:rsid w:val="008C59D7"/>
    <w:rsid w:val="008C5A37"/>
    <w:rsid w:val="008C6880"/>
    <w:rsid w:val="008C6935"/>
    <w:rsid w:val="008C6BC2"/>
    <w:rsid w:val="008C6F5B"/>
    <w:rsid w:val="008C6F73"/>
    <w:rsid w:val="008C7437"/>
    <w:rsid w:val="008C7A22"/>
    <w:rsid w:val="008C7A6F"/>
    <w:rsid w:val="008C7B2B"/>
    <w:rsid w:val="008C7B74"/>
    <w:rsid w:val="008D03EF"/>
    <w:rsid w:val="008D0FCA"/>
    <w:rsid w:val="008D12DF"/>
    <w:rsid w:val="008D1498"/>
    <w:rsid w:val="008D1A3E"/>
    <w:rsid w:val="008D1B0A"/>
    <w:rsid w:val="008D1B4D"/>
    <w:rsid w:val="008D1BCD"/>
    <w:rsid w:val="008D1CD9"/>
    <w:rsid w:val="008D1E52"/>
    <w:rsid w:val="008D215D"/>
    <w:rsid w:val="008D217F"/>
    <w:rsid w:val="008D2333"/>
    <w:rsid w:val="008D3221"/>
    <w:rsid w:val="008D331E"/>
    <w:rsid w:val="008D3516"/>
    <w:rsid w:val="008D35EB"/>
    <w:rsid w:val="008D378E"/>
    <w:rsid w:val="008D3FAF"/>
    <w:rsid w:val="008D4055"/>
    <w:rsid w:val="008D4420"/>
    <w:rsid w:val="008D45C5"/>
    <w:rsid w:val="008D48A5"/>
    <w:rsid w:val="008D5078"/>
    <w:rsid w:val="008D51AB"/>
    <w:rsid w:val="008D556F"/>
    <w:rsid w:val="008D5833"/>
    <w:rsid w:val="008D5E09"/>
    <w:rsid w:val="008D5E32"/>
    <w:rsid w:val="008D5F36"/>
    <w:rsid w:val="008D6022"/>
    <w:rsid w:val="008D6313"/>
    <w:rsid w:val="008D63CC"/>
    <w:rsid w:val="008D6815"/>
    <w:rsid w:val="008D6C2E"/>
    <w:rsid w:val="008D6DD3"/>
    <w:rsid w:val="008D7065"/>
    <w:rsid w:val="008D708E"/>
    <w:rsid w:val="008D72DA"/>
    <w:rsid w:val="008D7427"/>
    <w:rsid w:val="008D77F2"/>
    <w:rsid w:val="008D78E0"/>
    <w:rsid w:val="008D7E66"/>
    <w:rsid w:val="008D7F7C"/>
    <w:rsid w:val="008E02B6"/>
    <w:rsid w:val="008E04D7"/>
    <w:rsid w:val="008E0677"/>
    <w:rsid w:val="008E0810"/>
    <w:rsid w:val="008E0A0A"/>
    <w:rsid w:val="008E0C54"/>
    <w:rsid w:val="008E0E25"/>
    <w:rsid w:val="008E111D"/>
    <w:rsid w:val="008E113F"/>
    <w:rsid w:val="008E116B"/>
    <w:rsid w:val="008E1302"/>
    <w:rsid w:val="008E1321"/>
    <w:rsid w:val="008E1489"/>
    <w:rsid w:val="008E18C8"/>
    <w:rsid w:val="008E1A1D"/>
    <w:rsid w:val="008E1A49"/>
    <w:rsid w:val="008E1BFE"/>
    <w:rsid w:val="008E1CCD"/>
    <w:rsid w:val="008E1E5B"/>
    <w:rsid w:val="008E2144"/>
    <w:rsid w:val="008E29E7"/>
    <w:rsid w:val="008E2A4E"/>
    <w:rsid w:val="008E2AC5"/>
    <w:rsid w:val="008E2B55"/>
    <w:rsid w:val="008E2BD3"/>
    <w:rsid w:val="008E2BE6"/>
    <w:rsid w:val="008E2FA3"/>
    <w:rsid w:val="008E3015"/>
    <w:rsid w:val="008E34D2"/>
    <w:rsid w:val="008E35DF"/>
    <w:rsid w:val="008E3808"/>
    <w:rsid w:val="008E3809"/>
    <w:rsid w:val="008E4032"/>
    <w:rsid w:val="008E404A"/>
    <w:rsid w:val="008E4167"/>
    <w:rsid w:val="008E42C0"/>
    <w:rsid w:val="008E50AB"/>
    <w:rsid w:val="008E5210"/>
    <w:rsid w:val="008E54B8"/>
    <w:rsid w:val="008E54C2"/>
    <w:rsid w:val="008E5A3A"/>
    <w:rsid w:val="008E649E"/>
    <w:rsid w:val="008E66E7"/>
    <w:rsid w:val="008E67A5"/>
    <w:rsid w:val="008E6C77"/>
    <w:rsid w:val="008E6CEF"/>
    <w:rsid w:val="008E6E1B"/>
    <w:rsid w:val="008E6EA0"/>
    <w:rsid w:val="008E6FD7"/>
    <w:rsid w:val="008E750D"/>
    <w:rsid w:val="008E75B3"/>
    <w:rsid w:val="008E789E"/>
    <w:rsid w:val="008E7B9F"/>
    <w:rsid w:val="008E7CA1"/>
    <w:rsid w:val="008F0017"/>
    <w:rsid w:val="008F009C"/>
    <w:rsid w:val="008F016E"/>
    <w:rsid w:val="008F029B"/>
    <w:rsid w:val="008F02A4"/>
    <w:rsid w:val="008F032F"/>
    <w:rsid w:val="008F06E8"/>
    <w:rsid w:val="008F0B26"/>
    <w:rsid w:val="008F0FC5"/>
    <w:rsid w:val="008F10DE"/>
    <w:rsid w:val="008F1382"/>
    <w:rsid w:val="008F1553"/>
    <w:rsid w:val="008F1AA5"/>
    <w:rsid w:val="008F1D25"/>
    <w:rsid w:val="008F1DA8"/>
    <w:rsid w:val="008F1ED4"/>
    <w:rsid w:val="008F22C2"/>
    <w:rsid w:val="008F243A"/>
    <w:rsid w:val="008F25E1"/>
    <w:rsid w:val="008F2C5D"/>
    <w:rsid w:val="008F2D62"/>
    <w:rsid w:val="008F316F"/>
    <w:rsid w:val="008F31A5"/>
    <w:rsid w:val="008F3204"/>
    <w:rsid w:val="008F3255"/>
    <w:rsid w:val="008F37D9"/>
    <w:rsid w:val="008F381F"/>
    <w:rsid w:val="008F3848"/>
    <w:rsid w:val="008F38F2"/>
    <w:rsid w:val="008F3A1E"/>
    <w:rsid w:val="008F3A91"/>
    <w:rsid w:val="008F3AC7"/>
    <w:rsid w:val="008F3DF6"/>
    <w:rsid w:val="008F420D"/>
    <w:rsid w:val="008F46A7"/>
    <w:rsid w:val="008F47F2"/>
    <w:rsid w:val="008F4B51"/>
    <w:rsid w:val="008F58AB"/>
    <w:rsid w:val="008F58B4"/>
    <w:rsid w:val="008F5BCF"/>
    <w:rsid w:val="008F5CC9"/>
    <w:rsid w:val="008F60F5"/>
    <w:rsid w:val="008F6420"/>
    <w:rsid w:val="008F64D2"/>
    <w:rsid w:val="008F6691"/>
    <w:rsid w:val="008F6D80"/>
    <w:rsid w:val="008F6E48"/>
    <w:rsid w:val="008F712B"/>
    <w:rsid w:val="008F72CD"/>
    <w:rsid w:val="008F787E"/>
    <w:rsid w:val="008F78EA"/>
    <w:rsid w:val="008F7977"/>
    <w:rsid w:val="008F7B05"/>
    <w:rsid w:val="0090010B"/>
    <w:rsid w:val="00900491"/>
    <w:rsid w:val="009004E6"/>
    <w:rsid w:val="00900577"/>
    <w:rsid w:val="009006CA"/>
    <w:rsid w:val="0090076F"/>
    <w:rsid w:val="009008C1"/>
    <w:rsid w:val="00900A98"/>
    <w:rsid w:val="00901167"/>
    <w:rsid w:val="009014B2"/>
    <w:rsid w:val="009016E4"/>
    <w:rsid w:val="0090171A"/>
    <w:rsid w:val="0090177D"/>
    <w:rsid w:val="00901D31"/>
    <w:rsid w:val="00901ECC"/>
    <w:rsid w:val="00901EEB"/>
    <w:rsid w:val="00902084"/>
    <w:rsid w:val="0090212F"/>
    <w:rsid w:val="0090218C"/>
    <w:rsid w:val="00902654"/>
    <w:rsid w:val="00902C85"/>
    <w:rsid w:val="00902D03"/>
    <w:rsid w:val="00902E9F"/>
    <w:rsid w:val="0090304E"/>
    <w:rsid w:val="00903080"/>
    <w:rsid w:val="009034F6"/>
    <w:rsid w:val="009035A8"/>
    <w:rsid w:val="00903849"/>
    <w:rsid w:val="00903B65"/>
    <w:rsid w:val="00903BB8"/>
    <w:rsid w:val="00903E69"/>
    <w:rsid w:val="00903EEA"/>
    <w:rsid w:val="00903F15"/>
    <w:rsid w:val="0090415F"/>
    <w:rsid w:val="009042E4"/>
    <w:rsid w:val="00904633"/>
    <w:rsid w:val="009049D9"/>
    <w:rsid w:val="009049ED"/>
    <w:rsid w:val="00904B45"/>
    <w:rsid w:val="00904C57"/>
    <w:rsid w:val="0090572B"/>
    <w:rsid w:val="00905AA4"/>
    <w:rsid w:val="00905BFA"/>
    <w:rsid w:val="00905DAF"/>
    <w:rsid w:val="00905E83"/>
    <w:rsid w:val="00905F67"/>
    <w:rsid w:val="009060DC"/>
    <w:rsid w:val="009062B3"/>
    <w:rsid w:val="00906931"/>
    <w:rsid w:val="0090699C"/>
    <w:rsid w:val="00906A7F"/>
    <w:rsid w:val="00906D97"/>
    <w:rsid w:val="00906E85"/>
    <w:rsid w:val="009073FA"/>
    <w:rsid w:val="00907417"/>
    <w:rsid w:val="00907618"/>
    <w:rsid w:val="00907625"/>
    <w:rsid w:val="0090783A"/>
    <w:rsid w:val="00907CD0"/>
    <w:rsid w:val="00907EFB"/>
    <w:rsid w:val="00907FA1"/>
    <w:rsid w:val="00910177"/>
    <w:rsid w:val="0091040E"/>
    <w:rsid w:val="00910410"/>
    <w:rsid w:val="00910847"/>
    <w:rsid w:val="009108DA"/>
    <w:rsid w:val="00910911"/>
    <w:rsid w:val="00910BB9"/>
    <w:rsid w:val="00910BC0"/>
    <w:rsid w:val="00910C8D"/>
    <w:rsid w:val="00910CE6"/>
    <w:rsid w:val="00911097"/>
    <w:rsid w:val="0091141C"/>
    <w:rsid w:val="00911454"/>
    <w:rsid w:val="0091175F"/>
    <w:rsid w:val="0091177F"/>
    <w:rsid w:val="009118A2"/>
    <w:rsid w:val="00911AE8"/>
    <w:rsid w:val="00911F33"/>
    <w:rsid w:val="009120E7"/>
    <w:rsid w:val="009122BE"/>
    <w:rsid w:val="00912AE4"/>
    <w:rsid w:val="00912B71"/>
    <w:rsid w:val="00912E6C"/>
    <w:rsid w:val="00912F07"/>
    <w:rsid w:val="00912FC2"/>
    <w:rsid w:val="00913147"/>
    <w:rsid w:val="00913611"/>
    <w:rsid w:val="009136E6"/>
    <w:rsid w:val="00913852"/>
    <w:rsid w:val="009145FA"/>
    <w:rsid w:val="00914B43"/>
    <w:rsid w:val="00914D5E"/>
    <w:rsid w:val="00915007"/>
    <w:rsid w:val="00915064"/>
    <w:rsid w:val="00915080"/>
    <w:rsid w:val="00915521"/>
    <w:rsid w:val="0091697E"/>
    <w:rsid w:val="00916AA4"/>
    <w:rsid w:val="00916E3B"/>
    <w:rsid w:val="009170F5"/>
    <w:rsid w:val="009171B4"/>
    <w:rsid w:val="00917471"/>
    <w:rsid w:val="00917525"/>
    <w:rsid w:val="0091770A"/>
    <w:rsid w:val="009177C4"/>
    <w:rsid w:val="00917A78"/>
    <w:rsid w:val="00917AB0"/>
    <w:rsid w:val="00917BD1"/>
    <w:rsid w:val="00917EA8"/>
    <w:rsid w:val="00917FD4"/>
    <w:rsid w:val="009204D7"/>
    <w:rsid w:val="00920A56"/>
    <w:rsid w:val="00920A76"/>
    <w:rsid w:val="00920F19"/>
    <w:rsid w:val="00920F85"/>
    <w:rsid w:val="009211DB"/>
    <w:rsid w:val="009214D2"/>
    <w:rsid w:val="00921749"/>
    <w:rsid w:val="0092176A"/>
    <w:rsid w:val="00921C39"/>
    <w:rsid w:val="00921C82"/>
    <w:rsid w:val="00921D24"/>
    <w:rsid w:val="00921ED9"/>
    <w:rsid w:val="009226E0"/>
    <w:rsid w:val="00922AD5"/>
    <w:rsid w:val="00922CD7"/>
    <w:rsid w:val="00922DC1"/>
    <w:rsid w:val="00922E59"/>
    <w:rsid w:val="009231FB"/>
    <w:rsid w:val="00923446"/>
    <w:rsid w:val="0092345B"/>
    <w:rsid w:val="00923664"/>
    <w:rsid w:val="00923DEF"/>
    <w:rsid w:val="0092427C"/>
    <w:rsid w:val="00924315"/>
    <w:rsid w:val="00924406"/>
    <w:rsid w:val="00924436"/>
    <w:rsid w:val="009244BE"/>
    <w:rsid w:val="00924916"/>
    <w:rsid w:val="009250A2"/>
    <w:rsid w:val="0092513D"/>
    <w:rsid w:val="0092528A"/>
    <w:rsid w:val="009252B6"/>
    <w:rsid w:val="00925431"/>
    <w:rsid w:val="00925439"/>
    <w:rsid w:val="009254BE"/>
    <w:rsid w:val="009255A7"/>
    <w:rsid w:val="0092561B"/>
    <w:rsid w:val="00925779"/>
    <w:rsid w:val="009259FB"/>
    <w:rsid w:val="0092608C"/>
    <w:rsid w:val="00926155"/>
    <w:rsid w:val="0092629F"/>
    <w:rsid w:val="00926816"/>
    <w:rsid w:val="00926B32"/>
    <w:rsid w:val="00926C3B"/>
    <w:rsid w:val="00926F8F"/>
    <w:rsid w:val="0092702B"/>
    <w:rsid w:val="00927103"/>
    <w:rsid w:val="00927271"/>
    <w:rsid w:val="009272A9"/>
    <w:rsid w:val="00927460"/>
    <w:rsid w:val="009274DA"/>
    <w:rsid w:val="0092776E"/>
    <w:rsid w:val="0092786A"/>
    <w:rsid w:val="009278E5"/>
    <w:rsid w:val="0093006F"/>
    <w:rsid w:val="009302E7"/>
    <w:rsid w:val="0093034F"/>
    <w:rsid w:val="0093037E"/>
    <w:rsid w:val="009308C2"/>
    <w:rsid w:val="00930B0D"/>
    <w:rsid w:val="00930B76"/>
    <w:rsid w:val="00930DF3"/>
    <w:rsid w:val="0093118E"/>
    <w:rsid w:val="0093132E"/>
    <w:rsid w:val="009313D4"/>
    <w:rsid w:val="009321F6"/>
    <w:rsid w:val="00932218"/>
    <w:rsid w:val="00932255"/>
    <w:rsid w:val="00932284"/>
    <w:rsid w:val="009323FC"/>
    <w:rsid w:val="009324EF"/>
    <w:rsid w:val="009325A0"/>
    <w:rsid w:val="009325C4"/>
    <w:rsid w:val="00932670"/>
    <w:rsid w:val="00932AFF"/>
    <w:rsid w:val="00932F92"/>
    <w:rsid w:val="009333C6"/>
    <w:rsid w:val="0093355C"/>
    <w:rsid w:val="0093358F"/>
    <w:rsid w:val="00933B97"/>
    <w:rsid w:val="0093402F"/>
    <w:rsid w:val="0093418E"/>
    <w:rsid w:val="009341E8"/>
    <w:rsid w:val="00934938"/>
    <w:rsid w:val="00934967"/>
    <w:rsid w:val="00934F9D"/>
    <w:rsid w:val="00935510"/>
    <w:rsid w:val="00935E66"/>
    <w:rsid w:val="00936013"/>
    <w:rsid w:val="00936545"/>
    <w:rsid w:val="00936B4E"/>
    <w:rsid w:val="00936C90"/>
    <w:rsid w:val="00936DE1"/>
    <w:rsid w:val="0093722D"/>
    <w:rsid w:val="00937254"/>
    <w:rsid w:val="009372CF"/>
    <w:rsid w:val="009375D6"/>
    <w:rsid w:val="009376E3"/>
    <w:rsid w:val="00937AA4"/>
    <w:rsid w:val="00937B3C"/>
    <w:rsid w:val="00937BF3"/>
    <w:rsid w:val="00937C87"/>
    <w:rsid w:val="00937C9E"/>
    <w:rsid w:val="00940156"/>
    <w:rsid w:val="0094020D"/>
    <w:rsid w:val="0094028A"/>
    <w:rsid w:val="0094054B"/>
    <w:rsid w:val="00940A93"/>
    <w:rsid w:val="00940C53"/>
    <w:rsid w:val="00940EA9"/>
    <w:rsid w:val="0094120C"/>
    <w:rsid w:val="00941446"/>
    <w:rsid w:val="00941CAD"/>
    <w:rsid w:val="00941D22"/>
    <w:rsid w:val="00941E4D"/>
    <w:rsid w:val="009421B2"/>
    <w:rsid w:val="0094244E"/>
    <w:rsid w:val="009424F0"/>
    <w:rsid w:val="009425E5"/>
    <w:rsid w:val="00942911"/>
    <w:rsid w:val="00942B42"/>
    <w:rsid w:val="00942DA8"/>
    <w:rsid w:val="00943012"/>
    <w:rsid w:val="0094301D"/>
    <w:rsid w:val="00943039"/>
    <w:rsid w:val="00943294"/>
    <w:rsid w:val="009436B5"/>
    <w:rsid w:val="00943807"/>
    <w:rsid w:val="009439FF"/>
    <w:rsid w:val="00943EAF"/>
    <w:rsid w:val="00943F79"/>
    <w:rsid w:val="00943FF9"/>
    <w:rsid w:val="00943FFA"/>
    <w:rsid w:val="00944065"/>
    <w:rsid w:val="009447A8"/>
    <w:rsid w:val="00944A9A"/>
    <w:rsid w:val="00944E39"/>
    <w:rsid w:val="009451A8"/>
    <w:rsid w:val="0094520C"/>
    <w:rsid w:val="009455C1"/>
    <w:rsid w:val="00945F73"/>
    <w:rsid w:val="00946021"/>
    <w:rsid w:val="0094635E"/>
    <w:rsid w:val="009467AA"/>
    <w:rsid w:val="0094696E"/>
    <w:rsid w:val="00946B57"/>
    <w:rsid w:val="00946BA3"/>
    <w:rsid w:val="00946CDF"/>
    <w:rsid w:val="00946F1D"/>
    <w:rsid w:val="00947132"/>
    <w:rsid w:val="009472E1"/>
    <w:rsid w:val="00947370"/>
    <w:rsid w:val="00947428"/>
    <w:rsid w:val="0094746F"/>
    <w:rsid w:val="00947598"/>
    <w:rsid w:val="009475BE"/>
    <w:rsid w:val="0094775F"/>
    <w:rsid w:val="009478C2"/>
    <w:rsid w:val="009479AC"/>
    <w:rsid w:val="00947B5D"/>
    <w:rsid w:val="00947BAA"/>
    <w:rsid w:val="00947D19"/>
    <w:rsid w:val="00947D6A"/>
    <w:rsid w:val="00950241"/>
    <w:rsid w:val="009508F1"/>
    <w:rsid w:val="00950C29"/>
    <w:rsid w:val="00950EB4"/>
    <w:rsid w:val="00950F87"/>
    <w:rsid w:val="00951324"/>
    <w:rsid w:val="009515E8"/>
    <w:rsid w:val="00951997"/>
    <w:rsid w:val="009519F4"/>
    <w:rsid w:val="00951A06"/>
    <w:rsid w:val="00951A2C"/>
    <w:rsid w:val="00951BB7"/>
    <w:rsid w:val="00951E9F"/>
    <w:rsid w:val="00952803"/>
    <w:rsid w:val="009528F1"/>
    <w:rsid w:val="00952A7B"/>
    <w:rsid w:val="00952EE0"/>
    <w:rsid w:val="0095377B"/>
    <w:rsid w:val="009539BC"/>
    <w:rsid w:val="00953A16"/>
    <w:rsid w:val="00953D49"/>
    <w:rsid w:val="00953E19"/>
    <w:rsid w:val="00953F7C"/>
    <w:rsid w:val="0095437F"/>
    <w:rsid w:val="009543FF"/>
    <w:rsid w:val="009544F1"/>
    <w:rsid w:val="009547BE"/>
    <w:rsid w:val="0095494D"/>
    <w:rsid w:val="009552DA"/>
    <w:rsid w:val="0095563C"/>
    <w:rsid w:val="00955754"/>
    <w:rsid w:val="0095576B"/>
    <w:rsid w:val="00955B69"/>
    <w:rsid w:val="00955E15"/>
    <w:rsid w:val="009562A6"/>
    <w:rsid w:val="0095690D"/>
    <w:rsid w:val="00956A91"/>
    <w:rsid w:val="00956AC2"/>
    <w:rsid w:val="00956BBD"/>
    <w:rsid w:val="00956D7D"/>
    <w:rsid w:val="00956EEC"/>
    <w:rsid w:val="00956F28"/>
    <w:rsid w:val="00957253"/>
    <w:rsid w:val="009572F4"/>
    <w:rsid w:val="0095750B"/>
    <w:rsid w:val="0095754D"/>
    <w:rsid w:val="00957592"/>
    <w:rsid w:val="009577FB"/>
    <w:rsid w:val="009579BB"/>
    <w:rsid w:val="00957AF0"/>
    <w:rsid w:val="00957C0F"/>
    <w:rsid w:val="00957CA1"/>
    <w:rsid w:val="0096057A"/>
    <w:rsid w:val="009607B5"/>
    <w:rsid w:val="009607C0"/>
    <w:rsid w:val="00960AD1"/>
    <w:rsid w:val="00961278"/>
    <w:rsid w:val="0096134E"/>
    <w:rsid w:val="0096195E"/>
    <w:rsid w:val="00961D84"/>
    <w:rsid w:val="0096210B"/>
    <w:rsid w:val="00962261"/>
    <w:rsid w:val="00962268"/>
    <w:rsid w:val="009623CB"/>
    <w:rsid w:val="009625A5"/>
    <w:rsid w:val="00962734"/>
    <w:rsid w:val="00962779"/>
    <w:rsid w:val="009627D9"/>
    <w:rsid w:val="0096284C"/>
    <w:rsid w:val="00962A29"/>
    <w:rsid w:val="00962CAE"/>
    <w:rsid w:val="00962D96"/>
    <w:rsid w:val="00962E18"/>
    <w:rsid w:val="009631D5"/>
    <w:rsid w:val="009632A3"/>
    <w:rsid w:val="00963414"/>
    <w:rsid w:val="00963477"/>
    <w:rsid w:val="0096378A"/>
    <w:rsid w:val="0096381F"/>
    <w:rsid w:val="00963995"/>
    <w:rsid w:val="00963BEB"/>
    <w:rsid w:val="00963E11"/>
    <w:rsid w:val="00963E59"/>
    <w:rsid w:val="00963FA0"/>
    <w:rsid w:val="00964106"/>
    <w:rsid w:val="0096483E"/>
    <w:rsid w:val="00964BB5"/>
    <w:rsid w:val="00964C91"/>
    <w:rsid w:val="00964EC8"/>
    <w:rsid w:val="00965600"/>
    <w:rsid w:val="009656A5"/>
    <w:rsid w:val="009656D1"/>
    <w:rsid w:val="009656D5"/>
    <w:rsid w:val="0096637E"/>
    <w:rsid w:val="009665A9"/>
    <w:rsid w:val="0096660C"/>
    <w:rsid w:val="00966701"/>
    <w:rsid w:val="00966A54"/>
    <w:rsid w:val="00966AD7"/>
    <w:rsid w:val="00966B1E"/>
    <w:rsid w:val="00966B5D"/>
    <w:rsid w:val="009670B0"/>
    <w:rsid w:val="009671DA"/>
    <w:rsid w:val="009676F8"/>
    <w:rsid w:val="0096789C"/>
    <w:rsid w:val="00967AC6"/>
    <w:rsid w:val="00967F01"/>
    <w:rsid w:val="0097001B"/>
    <w:rsid w:val="00970261"/>
    <w:rsid w:val="009703AD"/>
    <w:rsid w:val="0097055F"/>
    <w:rsid w:val="009706FB"/>
    <w:rsid w:val="009707B1"/>
    <w:rsid w:val="009707CE"/>
    <w:rsid w:val="0097082E"/>
    <w:rsid w:val="009709B6"/>
    <w:rsid w:val="00970A9A"/>
    <w:rsid w:val="00970F05"/>
    <w:rsid w:val="0097144F"/>
    <w:rsid w:val="009716EA"/>
    <w:rsid w:val="00971863"/>
    <w:rsid w:val="00971B2B"/>
    <w:rsid w:val="00971C97"/>
    <w:rsid w:val="0097285F"/>
    <w:rsid w:val="00972A97"/>
    <w:rsid w:val="00972B96"/>
    <w:rsid w:val="00973043"/>
    <w:rsid w:val="00973713"/>
    <w:rsid w:val="009737B0"/>
    <w:rsid w:val="009739CA"/>
    <w:rsid w:val="009739FA"/>
    <w:rsid w:val="00974040"/>
    <w:rsid w:val="009740E7"/>
    <w:rsid w:val="009743B0"/>
    <w:rsid w:val="009744AB"/>
    <w:rsid w:val="00974B99"/>
    <w:rsid w:val="00974DE8"/>
    <w:rsid w:val="00974F49"/>
    <w:rsid w:val="009751E6"/>
    <w:rsid w:val="00975331"/>
    <w:rsid w:val="00975765"/>
    <w:rsid w:val="00975914"/>
    <w:rsid w:val="00975C11"/>
    <w:rsid w:val="00975EE7"/>
    <w:rsid w:val="00975F62"/>
    <w:rsid w:val="009761C9"/>
    <w:rsid w:val="0097639B"/>
    <w:rsid w:val="0097665C"/>
    <w:rsid w:val="00976892"/>
    <w:rsid w:val="00976C6C"/>
    <w:rsid w:val="00976CF8"/>
    <w:rsid w:val="00976D03"/>
    <w:rsid w:val="00976F20"/>
    <w:rsid w:val="00976FAE"/>
    <w:rsid w:val="009778D5"/>
    <w:rsid w:val="00977945"/>
    <w:rsid w:val="00977B5B"/>
    <w:rsid w:val="00977B90"/>
    <w:rsid w:val="00977C52"/>
    <w:rsid w:val="00977EEB"/>
    <w:rsid w:val="00977EFA"/>
    <w:rsid w:val="0098027C"/>
    <w:rsid w:val="0098036B"/>
    <w:rsid w:val="00980831"/>
    <w:rsid w:val="0098090A"/>
    <w:rsid w:val="00980A68"/>
    <w:rsid w:val="00980B85"/>
    <w:rsid w:val="00980EB5"/>
    <w:rsid w:val="009810D9"/>
    <w:rsid w:val="0098145C"/>
    <w:rsid w:val="0098180D"/>
    <w:rsid w:val="0098184D"/>
    <w:rsid w:val="00981B40"/>
    <w:rsid w:val="00981C82"/>
    <w:rsid w:val="00981DD2"/>
    <w:rsid w:val="00981DF0"/>
    <w:rsid w:val="009824AB"/>
    <w:rsid w:val="00982C88"/>
    <w:rsid w:val="00982F6D"/>
    <w:rsid w:val="00983002"/>
    <w:rsid w:val="009831E7"/>
    <w:rsid w:val="00983437"/>
    <w:rsid w:val="00983535"/>
    <w:rsid w:val="00983B3B"/>
    <w:rsid w:val="00983F39"/>
    <w:rsid w:val="009842A7"/>
    <w:rsid w:val="0098441B"/>
    <w:rsid w:val="00984901"/>
    <w:rsid w:val="00985132"/>
    <w:rsid w:val="00985820"/>
    <w:rsid w:val="009858F2"/>
    <w:rsid w:val="00985CAB"/>
    <w:rsid w:val="00985DF9"/>
    <w:rsid w:val="0098632B"/>
    <w:rsid w:val="00986580"/>
    <w:rsid w:val="009865E7"/>
    <w:rsid w:val="0098662C"/>
    <w:rsid w:val="009866E6"/>
    <w:rsid w:val="00986EF4"/>
    <w:rsid w:val="00987896"/>
    <w:rsid w:val="00987898"/>
    <w:rsid w:val="009879BF"/>
    <w:rsid w:val="00987DCF"/>
    <w:rsid w:val="00990A8B"/>
    <w:rsid w:val="00990B55"/>
    <w:rsid w:val="0099116D"/>
    <w:rsid w:val="00991220"/>
    <w:rsid w:val="009912B3"/>
    <w:rsid w:val="009914A9"/>
    <w:rsid w:val="009914EE"/>
    <w:rsid w:val="00991618"/>
    <w:rsid w:val="00991856"/>
    <w:rsid w:val="009919F5"/>
    <w:rsid w:val="00991BE7"/>
    <w:rsid w:val="00992057"/>
    <w:rsid w:val="009921CD"/>
    <w:rsid w:val="0099224F"/>
    <w:rsid w:val="0099244C"/>
    <w:rsid w:val="0099284D"/>
    <w:rsid w:val="00992C09"/>
    <w:rsid w:val="0099303B"/>
    <w:rsid w:val="0099303C"/>
    <w:rsid w:val="009930AD"/>
    <w:rsid w:val="00993376"/>
    <w:rsid w:val="009934C3"/>
    <w:rsid w:val="00993657"/>
    <w:rsid w:val="0099374D"/>
    <w:rsid w:val="0099392F"/>
    <w:rsid w:val="00993A93"/>
    <w:rsid w:val="00993B78"/>
    <w:rsid w:val="00993F67"/>
    <w:rsid w:val="0099447E"/>
    <w:rsid w:val="0099448E"/>
    <w:rsid w:val="00994889"/>
    <w:rsid w:val="00994B1A"/>
    <w:rsid w:val="00994B76"/>
    <w:rsid w:val="00994D35"/>
    <w:rsid w:val="00994E65"/>
    <w:rsid w:val="0099516F"/>
    <w:rsid w:val="00995913"/>
    <w:rsid w:val="009959F7"/>
    <w:rsid w:val="00995B11"/>
    <w:rsid w:val="00995E72"/>
    <w:rsid w:val="009961D5"/>
    <w:rsid w:val="00996654"/>
    <w:rsid w:val="00996880"/>
    <w:rsid w:val="00996952"/>
    <w:rsid w:val="00996A1D"/>
    <w:rsid w:val="00996D7A"/>
    <w:rsid w:val="00997310"/>
    <w:rsid w:val="00997CE8"/>
    <w:rsid w:val="00997E8C"/>
    <w:rsid w:val="009A01C4"/>
    <w:rsid w:val="009A0288"/>
    <w:rsid w:val="009A046F"/>
    <w:rsid w:val="009A05C5"/>
    <w:rsid w:val="009A091D"/>
    <w:rsid w:val="009A1016"/>
    <w:rsid w:val="009A1282"/>
    <w:rsid w:val="009A1715"/>
    <w:rsid w:val="009A187E"/>
    <w:rsid w:val="009A24A8"/>
    <w:rsid w:val="009A25C0"/>
    <w:rsid w:val="009A2650"/>
    <w:rsid w:val="009A2764"/>
    <w:rsid w:val="009A2A46"/>
    <w:rsid w:val="009A3133"/>
    <w:rsid w:val="009A35B8"/>
    <w:rsid w:val="009A35DA"/>
    <w:rsid w:val="009A35F4"/>
    <w:rsid w:val="009A36FB"/>
    <w:rsid w:val="009A3917"/>
    <w:rsid w:val="009A3D55"/>
    <w:rsid w:val="009A403C"/>
    <w:rsid w:val="009A4407"/>
    <w:rsid w:val="009A45C3"/>
    <w:rsid w:val="009A47DA"/>
    <w:rsid w:val="009A485A"/>
    <w:rsid w:val="009A4DA3"/>
    <w:rsid w:val="009A50E8"/>
    <w:rsid w:val="009A528B"/>
    <w:rsid w:val="009A538E"/>
    <w:rsid w:val="009A53FB"/>
    <w:rsid w:val="009A5621"/>
    <w:rsid w:val="009A59DE"/>
    <w:rsid w:val="009A5A23"/>
    <w:rsid w:val="009A5C8E"/>
    <w:rsid w:val="009A5E19"/>
    <w:rsid w:val="009A5E30"/>
    <w:rsid w:val="009A5EF9"/>
    <w:rsid w:val="009A6032"/>
    <w:rsid w:val="009A6856"/>
    <w:rsid w:val="009A7277"/>
    <w:rsid w:val="009A7419"/>
    <w:rsid w:val="009A7444"/>
    <w:rsid w:val="009A75F6"/>
    <w:rsid w:val="009A7845"/>
    <w:rsid w:val="009A7882"/>
    <w:rsid w:val="009A7A8D"/>
    <w:rsid w:val="009A7C11"/>
    <w:rsid w:val="009B007F"/>
    <w:rsid w:val="009B07B6"/>
    <w:rsid w:val="009B084D"/>
    <w:rsid w:val="009B0931"/>
    <w:rsid w:val="009B0FE2"/>
    <w:rsid w:val="009B10E6"/>
    <w:rsid w:val="009B145D"/>
    <w:rsid w:val="009B1642"/>
    <w:rsid w:val="009B1870"/>
    <w:rsid w:val="009B29C3"/>
    <w:rsid w:val="009B3458"/>
    <w:rsid w:val="009B37E5"/>
    <w:rsid w:val="009B3C7D"/>
    <w:rsid w:val="009B3EEA"/>
    <w:rsid w:val="009B4078"/>
    <w:rsid w:val="009B4A0D"/>
    <w:rsid w:val="009B4EC3"/>
    <w:rsid w:val="009B4FFD"/>
    <w:rsid w:val="009B535B"/>
    <w:rsid w:val="009B539E"/>
    <w:rsid w:val="009B5C66"/>
    <w:rsid w:val="009B5E6A"/>
    <w:rsid w:val="009B6152"/>
    <w:rsid w:val="009B626A"/>
    <w:rsid w:val="009B634D"/>
    <w:rsid w:val="009B63AC"/>
    <w:rsid w:val="009B65D5"/>
    <w:rsid w:val="009B670C"/>
    <w:rsid w:val="009B671A"/>
    <w:rsid w:val="009B7067"/>
    <w:rsid w:val="009B7075"/>
    <w:rsid w:val="009B707B"/>
    <w:rsid w:val="009B7471"/>
    <w:rsid w:val="009B769A"/>
    <w:rsid w:val="009B776E"/>
    <w:rsid w:val="009B79C1"/>
    <w:rsid w:val="009B7A62"/>
    <w:rsid w:val="009B7B18"/>
    <w:rsid w:val="009B7C1F"/>
    <w:rsid w:val="009B7EA4"/>
    <w:rsid w:val="009B7F1D"/>
    <w:rsid w:val="009B7F69"/>
    <w:rsid w:val="009C0593"/>
    <w:rsid w:val="009C07D9"/>
    <w:rsid w:val="009C07DC"/>
    <w:rsid w:val="009C121D"/>
    <w:rsid w:val="009C1244"/>
    <w:rsid w:val="009C1584"/>
    <w:rsid w:val="009C1789"/>
    <w:rsid w:val="009C1E35"/>
    <w:rsid w:val="009C1EB2"/>
    <w:rsid w:val="009C1F64"/>
    <w:rsid w:val="009C2000"/>
    <w:rsid w:val="009C20E9"/>
    <w:rsid w:val="009C22B0"/>
    <w:rsid w:val="009C2381"/>
    <w:rsid w:val="009C2555"/>
    <w:rsid w:val="009C28E2"/>
    <w:rsid w:val="009C2907"/>
    <w:rsid w:val="009C2A95"/>
    <w:rsid w:val="009C2DE3"/>
    <w:rsid w:val="009C3095"/>
    <w:rsid w:val="009C3384"/>
    <w:rsid w:val="009C3667"/>
    <w:rsid w:val="009C3698"/>
    <w:rsid w:val="009C38FE"/>
    <w:rsid w:val="009C39B4"/>
    <w:rsid w:val="009C3AD9"/>
    <w:rsid w:val="009C3C17"/>
    <w:rsid w:val="009C3DDB"/>
    <w:rsid w:val="009C3DF0"/>
    <w:rsid w:val="009C454F"/>
    <w:rsid w:val="009C48A0"/>
    <w:rsid w:val="009C514C"/>
    <w:rsid w:val="009C5267"/>
    <w:rsid w:val="009C5629"/>
    <w:rsid w:val="009C57E2"/>
    <w:rsid w:val="009C5CEB"/>
    <w:rsid w:val="009C6459"/>
    <w:rsid w:val="009C6502"/>
    <w:rsid w:val="009C6D4D"/>
    <w:rsid w:val="009C6E0C"/>
    <w:rsid w:val="009C6EA2"/>
    <w:rsid w:val="009C70E7"/>
    <w:rsid w:val="009C70F2"/>
    <w:rsid w:val="009C71D0"/>
    <w:rsid w:val="009C7203"/>
    <w:rsid w:val="009C7597"/>
    <w:rsid w:val="009C776B"/>
    <w:rsid w:val="009C7AC8"/>
    <w:rsid w:val="009C7B7F"/>
    <w:rsid w:val="009D015E"/>
    <w:rsid w:val="009D06A4"/>
    <w:rsid w:val="009D0CAD"/>
    <w:rsid w:val="009D0F67"/>
    <w:rsid w:val="009D0FDE"/>
    <w:rsid w:val="009D1084"/>
    <w:rsid w:val="009D119B"/>
    <w:rsid w:val="009D162C"/>
    <w:rsid w:val="009D18CF"/>
    <w:rsid w:val="009D1B1F"/>
    <w:rsid w:val="009D2557"/>
    <w:rsid w:val="009D29CC"/>
    <w:rsid w:val="009D2B0B"/>
    <w:rsid w:val="009D2C17"/>
    <w:rsid w:val="009D2C37"/>
    <w:rsid w:val="009D2F71"/>
    <w:rsid w:val="009D3097"/>
    <w:rsid w:val="009D34CB"/>
    <w:rsid w:val="009D3787"/>
    <w:rsid w:val="009D394F"/>
    <w:rsid w:val="009D3B60"/>
    <w:rsid w:val="009D3BF6"/>
    <w:rsid w:val="009D3C31"/>
    <w:rsid w:val="009D3DDC"/>
    <w:rsid w:val="009D3FC7"/>
    <w:rsid w:val="009D4354"/>
    <w:rsid w:val="009D45BF"/>
    <w:rsid w:val="009D4626"/>
    <w:rsid w:val="009D48E3"/>
    <w:rsid w:val="009D4E0F"/>
    <w:rsid w:val="009D50A4"/>
    <w:rsid w:val="009D54A8"/>
    <w:rsid w:val="009D5564"/>
    <w:rsid w:val="009D56FB"/>
    <w:rsid w:val="009D573D"/>
    <w:rsid w:val="009D5819"/>
    <w:rsid w:val="009D585C"/>
    <w:rsid w:val="009D59DF"/>
    <w:rsid w:val="009D5E31"/>
    <w:rsid w:val="009D62E6"/>
    <w:rsid w:val="009D66D5"/>
    <w:rsid w:val="009D6AAB"/>
    <w:rsid w:val="009D6E70"/>
    <w:rsid w:val="009D7013"/>
    <w:rsid w:val="009D7087"/>
    <w:rsid w:val="009D7125"/>
    <w:rsid w:val="009D7138"/>
    <w:rsid w:val="009D762F"/>
    <w:rsid w:val="009D764C"/>
    <w:rsid w:val="009D772C"/>
    <w:rsid w:val="009D77D8"/>
    <w:rsid w:val="009D7AE4"/>
    <w:rsid w:val="009D7CF4"/>
    <w:rsid w:val="009D7E62"/>
    <w:rsid w:val="009E03E1"/>
    <w:rsid w:val="009E06F5"/>
    <w:rsid w:val="009E0876"/>
    <w:rsid w:val="009E0C86"/>
    <w:rsid w:val="009E0E6D"/>
    <w:rsid w:val="009E0EC3"/>
    <w:rsid w:val="009E0F58"/>
    <w:rsid w:val="009E0F6C"/>
    <w:rsid w:val="009E1272"/>
    <w:rsid w:val="009E12D1"/>
    <w:rsid w:val="009E142F"/>
    <w:rsid w:val="009E1457"/>
    <w:rsid w:val="009E16BD"/>
    <w:rsid w:val="009E17D9"/>
    <w:rsid w:val="009E1A10"/>
    <w:rsid w:val="009E1C1E"/>
    <w:rsid w:val="009E1F14"/>
    <w:rsid w:val="009E1FC8"/>
    <w:rsid w:val="009E20A2"/>
    <w:rsid w:val="009E20FD"/>
    <w:rsid w:val="009E240D"/>
    <w:rsid w:val="009E2966"/>
    <w:rsid w:val="009E2AAD"/>
    <w:rsid w:val="009E2C8F"/>
    <w:rsid w:val="009E2E64"/>
    <w:rsid w:val="009E2FA8"/>
    <w:rsid w:val="009E3351"/>
    <w:rsid w:val="009E33B5"/>
    <w:rsid w:val="009E35A0"/>
    <w:rsid w:val="009E36FD"/>
    <w:rsid w:val="009E3879"/>
    <w:rsid w:val="009E38F8"/>
    <w:rsid w:val="009E3910"/>
    <w:rsid w:val="009E3A3B"/>
    <w:rsid w:val="009E3B57"/>
    <w:rsid w:val="009E3B91"/>
    <w:rsid w:val="009E3CFC"/>
    <w:rsid w:val="009E4297"/>
    <w:rsid w:val="009E43F2"/>
    <w:rsid w:val="009E459D"/>
    <w:rsid w:val="009E470B"/>
    <w:rsid w:val="009E4881"/>
    <w:rsid w:val="009E49BB"/>
    <w:rsid w:val="009E4D25"/>
    <w:rsid w:val="009E4F14"/>
    <w:rsid w:val="009E4FD1"/>
    <w:rsid w:val="009E5128"/>
    <w:rsid w:val="009E514A"/>
    <w:rsid w:val="009E5C07"/>
    <w:rsid w:val="009E5D99"/>
    <w:rsid w:val="009E5DA7"/>
    <w:rsid w:val="009E60E2"/>
    <w:rsid w:val="009E63AD"/>
    <w:rsid w:val="009E69B8"/>
    <w:rsid w:val="009E72EF"/>
    <w:rsid w:val="009E77B5"/>
    <w:rsid w:val="009E78E3"/>
    <w:rsid w:val="009E7ACB"/>
    <w:rsid w:val="009E7CF7"/>
    <w:rsid w:val="009F01FF"/>
    <w:rsid w:val="009F0398"/>
    <w:rsid w:val="009F05ED"/>
    <w:rsid w:val="009F1540"/>
    <w:rsid w:val="009F1639"/>
    <w:rsid w:val="009F1BF4"/>
    <w:rsid w:val="009F1C10"/>
    <w:rsid w:val="009F1C24"/>
    <w:rsid w:val="009F20E7"/>
    <w:rsid w:val="009F213A"/>
    <w:rsid w:val="009F217C"/>
    <w:rsid w:val="009F21BB"/>
    <w:rsid w:val="009F2219"/>
    <w:rsid w:val="009F23D6"/>
    <w:rsid w:val="009F23FA"/>
    <w:rsid w:val="009F287E"/>
    <w:rsid w:val="009F2A46"/>
    <w:rsid w:val="009F2AB3"/>
    <w:rsid w:val="009F2AE2"/>
    <w:rsid w:val="009F2BD9"/>
    <w:rsid w:val="009F2E21"/>
    <w:rsid w:val="009F3183"/>
    <w:rsid w:val="009F32A2"/>
    <w:rsid w:val="009F32FB"/>
    <w:rsid w:val="009F33D9"/>
    <w:rsid w:val="009F3A23"/>
    <w:rsid w:val="009F3E94"/>
    <w:rsid w:val="009F3EC1"/>
    <w:rsid w:val="009F4320"/>
    <w:rsid w:val="009F4505"/>
    <w:rsid w:val="009F45BE"/>
    <w:rsid w:val="009F4925"/>
    <w:rsid w:val="009F495A"/>
    <w:rsid w:val="009F4A01"/>
    <w:rsid w:val="009F4E6C"/>
    <w:rsid w:val="009F5028"/>
    <w:rsid w:val="009F5383"/>
    <w:rsid w:val="009F5397"/>
    <w:rsid w:val="009F553C"/>
    <w:rsid w:val="009F565A"/>
    <w:rsid w:val="009F5668"/>
    <w:rsid w:val="009F5ACF"/>
    <w:rsid w:val="009F5AFE"/>
    <w:rsid w:val="009F6040"/>
    <w:rsid w:val="009F62E8"/>
    <w:rsid w:val="009F67CD"/>
    <w:rsid w:val="009F6AD4"/>
    <w:rsid w:val="009F6BE2"/>
    <w:rsid w:val="009F6C30"/>
    <w:rsid w:val="009F6D0C"/>
    <w:rsid w:val="009F70F7"/>
    <w:rsid w:val="009F73AC"/>
    <w:rsid w:val="009F73BA"/>
    <w:rsid w:val="009F742E"/>
    <w:rsid w:val="009F749D"/>
    <w:rsid w:val="009F7535"/>
    <w:rsid w:val="009F7768"/>
    <w:rsid w:val="009F77E7"/>
    <w:rsid w:val="009F791B"/>
    <w:rsid w:val="009F7CD1"/>
    <w:rsid w:val="00A000F3"/>
    <w:rsid w:val="00A00355"/>
    <w:rsid w:val="00A006F9"/>
    <w:rsid w:val="00A006FC"/>
    <w:rsid w:val="00A0083B"/>
    <w:rsid w:val="00A00A6E"/>
    <w:rsid w:val="00A0105E"/>
    <w:rsid w:val="00A0106C"/>
    <w:rsid w:val="00A01077"/>
    <w:rsid w:val="00A01284"/>
    <w:rsid w:val="00A015BD"/>
    <w:rsid w:val="00A016FD"/>
    <w:rsid w:val="00A01A8A"/>
    <w:rsid w:val="00A01F5B"/>
    <w:rsid w:val="00A01FA3"/>
    <w:rsid w:val="00A02472"/>
    <w:rsid w:val="00A027F7"/>
    <w:rsid w:val="00A02A6B"/>
    <w:rsid w:val="00A02B29"/>
    <w:rsid w:val="00A0381F"/>
    <w:rsid w:val="00A03C3A"/>
    <w:rsid w:val="00A03E30"/>
    <w:rsid w:val="00A041B1"/>
    <w:rsid w:val="00A0494D"/>
    <w:rsid w:val="00A04A4D"/>
    <w:rsid w:val="00A04A5D"/>
    <w:rsid w:val="00A04F96"/>
    <w:rsid w:val="00A0512D"/>
    <w:rsid w:val="00A05215"/>
    <w:rsid w:val="00A0538D"/>
    <w:rsid w:val="00A0549C"/>
    <w:rsid w:val="00A058A3"/>
    <w:rsid w:val="00A05D64"/>
    <w:rsid w:val="00A05F6F"/>
    <w:rsid w:val="00A0614E"/>
    <w:rsid w:val="00A065BC"/>
    <w:rsid w:val="00A06611"/>
    <w:rsid w:val="00A06C85"/>
    <w:rsid w:val="00A06CB7"/>
    <w:rsid w:val="00A06D88"/>
    <w:rsid w:val="00A06D97"/>
    <w:rsid w:val="00A070AD"/>
    <w:rsid w:val="00A072C4"/>
    <w:rsid w:val="00A072DF"/>
    <w:rsid w:val="00A07570"/>
    <w:rsid w:val="00A0791E"/>
    <w:rsid w:val="00A079A2"/>
    <w:rsid w:val="00A1047D"/>
    <w:rsid w:val="00A108C5"/>
    <w:rsid w:val="00A10A6F"/>
    <w:rsid w:val="00A1147C"/>
    <w:rsid w:val="00A117DD"/>
    <w:rsid w:val="00A11B1F"/>
    <w:rsid w:val="00A11CDA"/>
    <w:rsid w:val="00A11D28"/>
    <w:rsid w:val="00A11FF7"/>
    <w:rsid w:val="00A12D2A"/>
    <w:rsid w:val="00A12DB1"/>
    <w:rsid w:val="00A12DDA"/>
    <w:rsid w:val="00A12F4D"/>
    <w:rsid w:val="00A13103"/>
    <w:rsid w:val="00A132EB"/>
    <w:rsid w:val="00A1343A"/>
    <w:rsid w:val="00A13518"/>
    <w:rsid w:val="00A13774"/>
    <w:rsid w:val="00A1388F"/>
    <w:rsid w:val="00A13899"/>
    <w:rsid w:val="00A14053"/>
    <w:rsid w:val="00A14120"/>
    <w:rsid w:val="00A1423F"/>
    <w:rsid w:val="00A146A1"/>
    <w:rsid w:val="00A146DC"/>
    <w:rsid w:val="00A148A5"/>
    <w:rsid w:val="00A14B58"/>
    <w:rsid w:val="00A14CF8"/>
    <w:rsid w:val="00A14D39"/>
    <w:rsid w:val="00A152CA"/>
    <w:rsid w:val="00A15C60"/>
    <w:rsid w:val="00A1608F"/>
    <w:rsid w:val="00A165A4"/>
    <w:rsid w:val="00A166EF"/>
    <w:rsid w:val="00A16959"/>
    <w:rsid w:val="00A16AC4"/>
    <w:rsid w:val="00A16C3F"/>
    <w:rsid w:val="00A170E2"/>
    <w:rsid w:val="00A17167"/>
    <w:rsid w:val="00A17FB8"/>
    <w:rsid w:val="00A17FB9"/>
    <w:rsid w:val="00A20223"/>
    <w:rsid w:val="00A20374"/>
    <w:rsid w:val="00A204F7"/>
    <w:rsid w:val="00A2061F"/>
    <w:rsid w:val="00A2093E"/>
    <w:rsid w:val="00A21162"/>
    <w:rsid w:val="00A21433"/>
    <w:rsid w:val="00A215A8"/>
    <w:rsid w:val="00A21740"/>
    <w:rsid w:val="00A21A92"/>
    <w:rsid w:val="00A21B22"/>
    <w:rsid w:val="00A21C20"/>
    <w:rsid w:val="00A2215A"/>
    <w:rsid w:val="00A222E4"/>
    <w:rsid w:val="00A227D2"/>
    <w:rsid w:val="00A22903"/>
    <w:rsid w:val="00A22997"/>
    <w:rsid w:val="00A22A02"/>
    <w:rsid w:val="00A22DD6"/>
    <w:rsid w:val="00A23377"/>
    <w:rsid w:val="00A234F0"/>
    <w:rsid w:val="00A23954"/>
    <w:rsid w:val="00A23D21"/>
    <w:rsid w:val="00A2411D"/>
    <w:rsid w:val="00A246B5"/>
    <w:rsid w:val="00A247D4"/>
    <w:rsid w:val="00A249B1"/>
    <w:rsid w:val="00A249C8"/>
    <w:rsid w:val="00A24D15"/>
    <w:rsid w:val="00A24D48"/>
    <w:rsid w:val="00A24DCA"/>
    <w:rsid w:val="00A24E16"/>
    <w:rsid w:val="00A25052"/>
    <w:rsid w:val="00A255CF"/>
    <w:rsid w:val="00A2565C"/>
    <w:rsid w:val="00A257AE"/>
    <w:rsid w:val="00A25D1C"/>
    <w:rsid w:val="00A25F9E"/>
    <w:rsid w:val="00A2687E"/>
    <w:rsid w:val="00A26A4C"/>
    <w:rsid w:val="00A26CB5"/>
    <w:rsid w:val="00A26D54"/>
    <w:rsid w:val="00A270D1"/>
    <w:rsid w:val="00A278FF"/>
    <w:rsid w:val="00A27A60"/>
    <w:rsid w:val="00A27B2C"/>
    <w:rsid w:val="00A27FC7"/>
    <w:rsid w:val="00A30544"/>
    <w:rsid w:val="00A30831"/>
    <w:rsid w:val="00A30B48"/>
    <w:rsid w:val="00A30EBE"/>
    <w:rsid w:val="00A312F3"/>
    <w:rsid w:val="00A3145C"/>
    <w:rsid w:val="00A315CA"/>
    <w:rsid w:val="00A31754"/>
    <w:rsid w:val="00A317DB"/>
    <w:rsid w:val="00A31DDF"/>
    <w:rsid w:val="00A31E30"/>
    <w:rsid w:val="00A32303"/>
    <w:rsid w:val="00A329CC"/>
    <w:rsid w:val="00A32FB4"/>
    <w:rsid w:val="00A3344A"/>
    <w:rsid w:val="00A343AD"/>
    <w:rsid w:val="00A344F3"/>
    <w:rsid w:val="00A3489C"/>
    <w:rsid w:val="00A35319"/>
    <w:rsid w:val="00A35CE3"/>
    <w:rsid w:val="00A35D88"/>
    <w:rsid w:val="00A36157"/>
    <w:rsid w:val="00A362D7"/>
    <w:rsid w:val="00A366AD"/>
    <w:rsid w:val="00A36826"/>
    <w:rsid w:val="00A36B4B"/>
    <w:rsid w:val="00A36C81"/>
    <w:rsid w:val="00A36CED"/>
    <w:rsid w:val="00A37099"/>
    <w:rsid w:val="00A37427"/>
    <w:rsid w:val="00A37853"/>
    <w:rsid w:val="00A379B9"/>
    <w:rsid w:val="00A37C00"/>
    <w:rsid w:val="00A37E61"/>
    <w:rsid w:val="00A40297"/>
    <w:rsid w:val="00A406E6"/>
    <w:rsid w:val="00A408BB"/>
    <w:rsid w:val="00A40918"/>
    <w:rsid w:val="00A40E58"/>
    <w:rsid w:val="00A40F0F"/>
    <w:rsid w:val="00A40F81"/>
    <w:rsid w:val="00A41309"/>
    <w:rsid w:val="00A4135A"/>
    <w:rsid w:val="00A41A51"/>
    <w:rsid w:val="00A41B9E"/>
    <w:rsid w:val="00A41CC3"/>
    <w:rsid w:val="00A41D4E"/>
    <w:rsid w:val="00A41FE2"/>
    <w:rsid w:val="00A420A3"/>
    <w:rsid w:val="00A4215D"/>
    <w:rsid w:val="00A4242D"/>
    <w:rsid w:val="00A42661"/>
    <w:rsid w:val="00A427CE"/>
    <w:rsid w:val="00A42DD7"/>
    <w:rsid w:val="00A42E19"/>
    <w:rsid w:val="00A430C4"/>
    <w:rsid w:val="00A4338E"/>
    <w:rsid w:val="00A43B92"/>
    <w:rsid w:val="00A43BB0"/>
    <w:rsid w:val="00A43D72"/>
    <w:rsid w:val="00A442D2"/>
    <w:rsid w:val="00A44983"/>
    <w:rsid w:val="00A449C0"/>
    <w:rsid w:val="00A44BE3"/>
    <w:rsid w:val="00A44F26"/>
    <w:rsid w:val="00A44FD0"/>
    <w:rsid w:val="00A45A9E"/>
    <w:rsid w:val="00A45CCE"/>
    <w:rsid w:val="00A45E73"/>
    <w:rsid w:val="00A46534"/>
    <w:rsid w:val="00A4670E"/>
    <w:rsid w:val="00A46D17"/>
    <w:rsid w:val="00A46D28"/>
    <w:rsid w:val="00A46D4E"/>
    <w:rsid w:val="00A46F49"/>
    <w:rsid w:val="00A46F99"/>
    <w:rsid w:val="00A46FE5"/>
    <w:rsid w:val="00A472E7"/>
    <w:rsid w:val="00A4746D"/>
    <w:rsid w:val="00A47503"/>
    <w:rsid w:val="00A476B2"/>
    <w:rsid w:val="00A47F0E"/>
    <w:rsid w:val="00A503D8"/>
    <w:rsid w:val="00A50A1D"/>
    <w:rsid w:val="00A50C53"/>
    <w:rsid w:val="00A50DD6"/>
    <w:rsid w:val="00A50F8D"/>
    <w:rsid w:val="00A5124D"/>
    <w:rsid w:val="00A519D8"/>
    <w:rsid w:val="00A51A59"/>
    <w:rsid w:val="00A51CE9"/>
    <w:rsid w:val="00A51E65"/>
    <w:rsid w:val="00A51F5E"/>
    <w:rsid w:val="00A51FC2"/>
    <w:rsid w:val="00A52382"/>
    <w:rsid w:val="00A52603"/>
    <w:rsid w:val="00A52662"/>
    <w:rsid w:val="00A52692"/>
    <w:rsid w:val="00A52812"/>
    <w:rsid w:val="00A5291A"/>
    <w:rsid w:val="00A52C8F"/>
    <w:rsid w:val="00A53782"/>
    <w:rsid w:val="00A539AD"/>
    <w:rsid w:val="00A53BAF"/>
    <w:rsid w:val="00A53CE8"/>
    <w:rsid w:val="00A53E91"/>
    <w:rsid w:val="00A54110"/>
    <w:rsid w:val="00A54504"/>
    <w:rsid w:val="00A545AB"/>
    <w:rsid w:val="00A545D4"/>
    <w:rsid w:val="00A5477B"/>
    <w:rsid w:val="00A54B43"/>
    <w:rsid w:val="00A54D97"/>
    <w:rsid w:val="00A54D9D"/>
    <w:rsid w:val="00A54E8E"/>
    <w:rsid w:val="00A55083"/>
    <w:rsid w:val="00A551B6"/>
    <w:rsid w:val="00A55625"/>
    <w:rsid w:val="00A55683"/>
    <w:rsid w:val="00A55747"/>
    <w:rsid w:val="00A55922"/>
    <w:rsid w:val="00A55D3E"/>
    <w:rsid w:val="00A55E31"/>
    <w:rsid w:val="00A55EE3"/>
    <w:rsid w:val="00A560AA"/>
    <w:rsid w:val="00A562A3"/>
    <w:rsid w:val="00A565A7"/>
    <w:rsid w:val="00A567E7"/>
    <w:rsid w:val="00A56DFA"/>
    <w:rsid w:val="00A56E8B"/>
    <w:rsid w:val="00A5709A"/>
    <w:rsid w:val="00A570B9"/>
    <w:rsid w:val="00A57226"/>
    <w:rsid w:val="00A574F6"/>
    <w:rsid w:val="00A575B1"/>
    <w:rsid w:val="00A57AF3"/>
    <w:rsid w:val="00A57DC9"/>
    <w:rsid w:val="00A57DE4"/>
    <w:rsid w:val="00A57FD9"/>
    <w:rsid w:val="00A60163"/>
    <w:rsid w:val="00A60338"/>
    <w:rsid w:val="00A60375"/>
    <w:rsid w:val="00A6077C"/>
    <w:rsid w:val="00A60786"/>
    <w:rsid w:val="00A608FC"/>
    <w:rsid w:val="00A61241"/>
    <w:rsid w:val="00A6129C"/>
    <w:rsid w:val="00A614C9"/>
    <w:rsid w:val="00A6163A"/>
    <w:rsid w:val="00A61F9E"/>
    <w:rsid w:val="00A62AA4"/>
    <w:rsid w:val="00A62B23"/>
    <w:rsid w:val="00A62C6E"/>
    <w:rsid w:val="00A62F2B"/>
    <w:rsid w:val="00A62FB9"/>
    <w:rsid w:val="00A63168"/>
    <w:rsid w:val="00A63480"/>
    <w:rsid w:val="00A634EE"/>
    <w:rsid w:val="00A63715"/>
    <w:rsid w:val="00A637FB"/>
    <w:rsid w:val="00A639D4"/>
    <w:rsid w:val="00A63D87"/>
    <w:rsid w:val="00A63E49"/>
    <w:rsid w:val="00A63EDA"/>
    <w:rsid w:val="00A64442"/>
    <w:rsid w:val="00A6451F"/>
    <w:rsid w:val="00A64854"/>
    <w:rsid w:val="00A649CC"/>
    <w:rsid w:val="00A6502F"/>
    <w:rsid w:val="00A6555A"/>
    <w:rsid w:val="00A658B4"/>
    <w:rsid w:val="00A65BB7"/>
    <w:rsid w:val="00A65C44"/>
    <w:rsid w:val="00A65C9B"/>
    <w:rsid w:val="00A65D20"/>
    <w:rsid w:val="00A664B7"/>
    <w:rsid w:val="00A66532"/>
    <w:rsid w:val="00A666C8"/>
    <w:rsid w:val="00A66B09"/>
    <w:rsid w:val="00A66C30"/>
    <w:rsid w:val="00A67035"/>
    <w:rsid w:val="00A670F1"/>
    <w:rsid w:val="00A67575"/>
    <w:rsid w:val="00A67A53"/>
    <w:rsid w:val="00A67AB4"/>
    <w:rsid w:val="00A700CC"/>
    <w:rsid w:val="00A70604"/>
    <w:rsid w:val="00A70A29"/>
    <w:rsid w:val="00A70C2E"/>
    <w:rsid w:val="00A70E50"/>
    <w:rsid w:val="00A70E8B"/>
    <w:rsid w:val="00A70FA0"/>
    <w:rsid w:val="00A71043"/>
    <w:rsid w:val="00A718B1"/>
    <w:rsid w:val="00A71995"/>
    <w:rsid w:val="00A71D17"/>
    <w:rsid w:val="00A71E2D"/>
    <w:rsid w:val="00A71FA3"/>
    <w:rsid w:val="00A721E3"/>
    <w:rsid w:val="00A724F6"/>
    <w:rsid w:val="00A72974"/>
    <w:rsid w:val="00A7297F"/>
    <w:rsid w:val="00A729A2"/>
    <w:rsid w:val="00A731FA"/>
    <w:rsid w:val="00A732C8"/>
    <w:rsid w:val="00A73583"/>
    <w:rsid w:val="00A737B6"/>
    <w:rsid w:val="00A7390E"/>
    <w:rsid w:val="00A7397E"/>
    <w:rsid w:val="00A74026"/>
    <w:rsid w:val="00A74088"/>
    <w:rsid w:val="00A74207"/>
    <w:rsid w:val="00A74288"/>
    <w:rsid w:val="00A7485A"/>
    <w:rsid w:val="00A750DB"/>
    <w:rsid w:val="00A75134"/>
    <w:rsid w:val="00A75365"/>
    <w:rsid w:val="00A75482"/>
    <w:rsid w:val="00A7555A"/>
    <w:rsid w:val="00A75693"/>
    <w:rsid w:val="00A75E6C"/>
    <w:rsid w:val="00A75EEF"/>
    <w:rsid w:val="00A764A4"/>
    <w:rsid w:val="00A7651C"/>
    <w:rsid w:val="00A76732"/>
    <w:rsid w:val="00A76863"/>
    <w:rsid w:val="00A76936"/>
    <w:rsid w:val="00A76ADD"/>
    <w:rsid w:val="00A76C8A"/>
    <w:rsid w:val="00A76DC8"/>
    <w:rsid w:val="00A76E2E"/>
    <w:rsid w:val="00A7704F"/>
    <w:rsid w:val="00A77191"/>
    <w:rsid w:val="00A77430"/>
    <w:rsid w:val="00A77756"/>
    <w:rsid w:val="00A77793"/>
    <w:rsid w:val="00A80446"/>
    <w:rsid w:val="00A80473"/>
    <w:rsid w:val="00A804AC"/>
    <w:rsid w:val="00A8071E"/>
    <w:rsid w:val="00A80B42"/>
    <w:rsid w:val="00A80E9B"/>
    <w:rsid w:val="00A80EFA"/>
    <w:rsid w:val="00A814E4"/>
    <w:rsid w:val="00A81BEB"/>
    <w:rsid w:val="00A81CA6"/>
    <w:rsid w:val="00A81CA9"/>
    <w:rsid w:val="00A81F33"/>
    <w:rsid w:val="00A81F50"/>
    <w:rsid w:val="00A82540"/>
    <w:rsid w:val="00A82548"/>
    <w:rsid w:val="00A82658"/>
    <w:rsid w:val="00A82669"/>
    <w:rsid w:val="00A829B9"/>
    <w:rsid w:val="00A82A89"/>
    <w:rsid w:val="00A82C11"/>
    <w:rsid w:val="00A82CF2"/>
    <w:rsid w:val="00A82E7D"/>
    <w:rsid w:val="00A83807"/>
    <w:rsid w:val="00A83AAB"/>
    <w:rsid w:val="00A83D29"/>
    <w:rsid w:val="00A84436"/>
    <w:rsid w:val="00A84825"/>
    <w:rsid w:val="00A84969"/>
    <w:rsid w:val="00A84A19"/>
    <w:rsid w:val="00A84AD5"/>
    <w:rsid w:val="00A84B91"/>
    <w:rsid w:val="00A84C53"/>
    <w:rsid w:val="00A84C94"/>
    <w:rsid w:val="00A84E12"/>
    <w:rsid w:val="00A84EEA"/>
    <w:rsid w:val="00A85586"/>
    <w:rsid w:val="00A85968"/>
    <w:rsid w:val="00A85A04"/>
    <w:rsid w:val="00A85A61"/>
    <w:rsid w:val="00A86064"/>
    <w:rsid w:val="00A8606B"/>
    <w:rsid w:val="00A8642F"/>
    <w:rsid w:val="00A86664"/>
    <w:rsid w:val="00A867DB"/>
    <w:rsid w:val="00A86802"/>
    <w:rsid w:val="00A8702A"/>
    <w:rsid w:val="00A87118"/>
    <w:rsid w:val="00A8735D"/>
    <w:rsid w:val="00A873D2"/>
    <w:rsid w:val="00A87646"/>
    <w:rsid w:val="00A87710"/>
    <w:rsid w:val="00A87728"/>
    <w:rsid w:val="00A87754"/>
    <w:rsid w:val="00A878FD"/>
    <w:rsid w:val="00A87ACE"/>
    <w:rsid w:val="00A87BAA"/>
    <w:rsid w:val="00A87D28"/>
    <w:rsid w:val="00A87D49"/>
    <w:rsid w:val="00A900A7"/>
    <w:rsid w:val="00A900F6"/>
    <w:rsid w:val="00A901C1"/>
    <w:rsid w:val="00A901D9"/>
    <w:rsid w:val="00A901FC"/>
    <w:rsid w:val="00A903FF"/>
    <w:rsid w:val="00A904E0"/>
    <w:rsid w:val="00A90762"/>
    <w:rsid w:val="00A907E2"/>
    <w:rsid w:val="00A908BC"/>
    <w:rsid w:val="00A90AF0"/>
    <w:rsid w:val="00A90C5D"/>
    <w:rsid w:val="00A91291"/>
    <w:rsid w:val="00A913C2"/>
    <w:rsid w:val="00A91716"/>
    <w:rsid w:val="00A917D5"/>
    <w:rsid w:val="00A91A8B"/>
    <w:rsid w:val="00A91B98"/>
    <w:rsid w:val="00A92476"/>
    <w:rsid w:val="00A9248E"/>
    <w:rsid w:val="00A92619"/>
    <w:rsid w:val="00A92AEF"/>
    <w:rsid w:val="00A92D6E"/>
    <w:rsid w:val="00A92E0A"/>
    <w:rsid w:val="00A92F2E"/>
    <w:rsid w:val="00A93226"/>
    <w:rsid w:val="00A936A5"/>
    <w:rsid w:val="00A936F7"/>
    <w:rsid w:val="00A93740"/>
    <w:rsid w:val="00A937A9"/>
    <w:rsid w:val="00A937BF"/>
    <w:rsid w:val="00A9381A"/>
    <w:rsid w:val="00A93CC1"/>
    <w:rsid w:val="00A93E37"/>
    <w:rsid w:val="00A93F97"/>
    <w:rsid w:val="00A94676"/>
    <w:rsid w:val="00A946B4"/>
    <w:rsid w:val="00A94724"/>
    <w:rsid w:val="00A9473F"/>
    <w:rsid w:val="00A9487C"/>
    <w:rsid w:val="00A951D7"/>
    <w:rsid w:val="00A952CC"/>
    <w:rsid w:val="00A957B7"/>
    <w:rsid w:val="00A959AF"/>
    <w:rsid w:val="00A959FB"/>
    <w:rsid w:val="00A95BC8"/>
    <w:rsid w:val="00A95D6C"/>
    <w:rsid w:val="00A95E13"/>
    <w:rsid w:val="00A95EDE"/>
    <w:rsid w:val="00A9600E"/>
    <w:rsid w:val="00A96428"/>
    <w:rsid w:val="00A9672A"/>
    <w:rsid w:val="00A967CC"/>
    <w:rsid w:val="00A96859"/>
    <w:rsid w:val="00A96B8B"/>
    <w:rsid w:val="00A96CA5"/>
    <w:rsid w:val="00A96CC8"/>
    <w:rsid w:val="00A96DF9"/>
    <w:rsid w:val="00A96F9C"/>
    <w:rsid w:val="00A97186"/>
    <w:rsid w:val="00A97342"/>
    <w:rsid w:val="00A976AA"/>
    <w:rsid w:val="00A979E1"/>
    <w:rsid w:val="00AA04B0"/>
    <w:rsid w:val="00AA0928"/>
    <w:rsid w:val="00AA0B30"/>
    <w:rsid w:val="00AA0E41"/>
    <w:rsid w:val="00AA13BE"/>
    <w:rsid w:val="00AA14FF"/>
    <w:rsid w:val="00AA156C"/>
    <w:rsid w:val="00AA162A"/>
    <w:rsid w:val="00AA181C"/>
    <w:rsid w:val="00AA1A79"/>
    <w:rsid w:val="00AA2197"/>
    <w:rsid w:val="00AA2697"/>
    <w:rsid w:val="00AA27B4"/>
    <w:rsid w:val="00AA27ED"/>
    <w:rsid w:val="00AA2801"/>
    <w:rsid w:val="00AA2830"/>
    <w:rsid w:val="00AA2C62"/>
    <w:rsid w:val="00AA2E6A"/>
    <w:rsid w:val="00AA36B5"/>
    <w:rsid w:val="00AA39C0"/>
    <w:rsid w:val="00AA39F7"/>
    <w:rsid w:val="00AA3EFA"/>
    <w:rsid w:val="00AA43A8"/>
    <w:rsid w:val="00AA44B1"/>
    <w:rsid w:val="00AA459B"/>
    <w:rsid w:val="00AA46A8"/>
    <w:rsid w:val="00AA4D20"/>
    <w:rsid w:val="00AA4E0D"/>
    <w:rsid w:val="00AA4EA3"/>
    <w:rsid w:val="00AA549B"/>
    <w:rsid w:val="00AA5520"/>
    <w:rsid w:val="00AA562E"/>
    <w:rsid w:val="00AA5671"/>
    <w:rsid w:val="00AA5BA7"/>
    <w:rsid w:val="00AA6764"/>
    <w:rsid w:val="00AA67D3"/>
    <w:rsid w:val="00AA67D9"/>
    <w:rsid w:val="00AA69D1"/>
    <w:rsid w:val="00AA69E8"/>
    <w:rsid w:val="00AA6B36"/>
    <w:rsid w:val="00AA6CF9"/>
    <w:rsid w:val="00AA7BE0"/>
    <w:rsid w:val="00AB047E"/>
    <w:rsid w:val="00AB0516"/>
    <w:rsid w:val="00AB068A"/>
    <w:rsid w:val="00AB0B2B"/>
    <w:rsid w:val="00AB0FE1"/>
    <w:rsid w:val="00AB1522"/>
    <w:rsid w:val="00AB1B5F"/>
    <w:rsid w:val="00AB1EA2"/>
    <w:rsid w:val="00AB25D0"/>
    <w:rsid w:val="00AB2721"/>
    <w:rsid w:val="00AB2786"/>
    <w:rsid w:val="00AB2895"/>
    <w:rsid w:val="00AB2D0D"/>
    <w:rsid w:val="00AB2EBA"/>
    <w:rsid w:val="00AB3018"/>
    <w:rsid w:val="00AB3225"/>
    <w:rsid w:val="00AB325E"/>
    <w:rsid w:val="00AB3A7F"/>
    <w:rsid w:val="00AB3C04"/>
    <w:rsid w:val="00AB3C94"/>
    <w:rsid w:val="00AB3D9C"/>
    <w:rsid w:val="00AB3DFB"/>
    <w:rsid w:val="00AB4367"/>
    <w:rsid w:val="00AB4374"/>
    <w:rsid w:val="00AB4559"/>
    <w:rsid w:val="00AB46DF"/>
    <w:rsid w:val="00AB48DD"/>
    <w:rsid w:val="00AB492B"/>
    <w:rsid w:val="00AB4975"/>
    <w:rsid w:val="00AB4AD0"/>
    <w:rsid w:val="00AB4BC6"/>
    <w:rsid w:val="00AB52F5"/>
    <w:rsid w:val="00AB563A"/>
    <w:rsid w:val="00AB56B5"/>
    <w:rsid w:val="00AB577E"/>
    <w:rsid w:val="00AB5780"/>
    <w:rsid w:val="00AB5994"/>
    <w:rsid w:val="00AB5ABB"/>
    <w:rsid w:val="00AB5DD5"/>
    <w:rsid w:val="00AB5E2E"/>
    <w:rsid w:val="00AB5E98"/>
    <w:rsid w:val="00AB5FBC"/>
    <w:rsid w:val="00AB6601"/>
    <w:rsid w:val="00AB6631"/>
    <w:rsid w:val="00AB664C"/>
    <w:rsid w:val="00AB67BB"/>
    <w:rsid w:val="00AB6C49"/>
    <w:rsid w:val="00AB7255"/>
    <w:rsid w:val="00AB7494"/>
    <w:rsid w:val="00AB7509"/>
    <w:rsid w:val="00AB7A42"/>
    <w:rsid w:val="00AB7AD2"/>
    <w:rsid w:val="00AB7B13"/>
    <w:rsid w:val="00AB7B6D"/>
    <w:rsid w:val="00AB7C36"/>
    <w:rsid w:val="00AB7F75"/>
    <w:rsid w:val="00AB7F92"/>
    <w:rsid w:val="00AC0615"/>
    <w:rsid w:val="00AC0761"/>
    <w:rsid w:val="00AC0A18"/>
    <w:rsid w:val="00AC0D31"/>
    <w:rsid w:val="00AC0D78"/>
    <w:rsid w:val="00AC10C7"/>
    <w:rsid w:val="00AC137E"/>
    <w:rsid w:val="00AC1543"/>
    <w:rsid w:val="00AC1A93"/>
    <w:rsid w:val="00AC1D6E"/>
    <w:rsid w:val="00AC1DE4"/>
    <w:rsid w:val="00AC1DE6"/>
    <w:rsid w:val="00AC204E"/>
    <w:rsid w:val="00AC2768"/>
    <w:rsid w:val="00AC3040"/>
    <w:rsid w:val="00AC3410"/>
    <w:rsid w:val="00AC34A2"/>
    <w:rsid w:val="00AC35F4"/>
    <w:rsid w:val="00AC3972"/>
    <w:rsid w:val="00AC3A78"/>
    <w:rsid w:val="00AC3F4D"/>
    <w:rsid w:val="00AC40BA"/>
    <w:rsid w:val="00AC4171"/>
    <w:rsid w:val="00AC4278"/>
    <w:rsid w:val="00AC42E7"/>
    <w:rsid w:val="00AC4405"/>
    <w:rsid w:val="00AC4CEC"/>
    <w:rsid w:val="00AC4F51"/>
    <w:rsid w:val="00AC5125"/>
    <w:rsid w:val="00AC5418"/>
    <w:rsid w:val="00AC549A"/>
    <w:rsid w:val="00AC559B"/>
    <w:rsid w:val="00AC5674"/>
    <w:rsid w:val="00AC572C"/>
    <w:rsid w:val="00AC60AD"/>
    <w:rsid w:val="00AC61C5"/>
    <w:rsid w:val="00AC6439"/>
    <w:rsid w:val="00AC64D7"/>
    <w:rsid w:val="00AC668C"/>
    <w:rsid w:val="00AC670A"/>
    <w:rsid w:val="00AC695B"/>
    <w:rsid w:val="00AC6D61"/>
    <w:rsid w:val="00AC6F7A"/>
    <w:rsid w:val="00AC718E"/>
    <w:rsid w:val="00AC7215"/>
    <w:rsid w:val="00AC7833"/>
    <w:rsid w:val="00AC797A"/>
    <w:rsid w:val="00AC7A2A"/>
    <w:rsid w:val="00AC7BE0"/>
    <w:rsid w:val="00AC7EB4"/>
    <w:rsid w:val="00AD00BE"/>
    <w:rsid w:val="00AD0393"/>
    <w:rsid w:val="00AD04F2"/>
    <w:rsid w:val="00AD070D"/>
    <w:rsid w:val="00AD0760"/>
    <w:rsid w:val="00AD0884"/>
    <w:rsid w:val="00AD105A"/>
    <w:rsid w:val="00AD107D"/>
    <w:rsid w:val="00AD122F"/>
    <w:rsid w:val="00AD176E"/>
    <w:rsid w:val="00AD193C"/>
    <w:rsid w:val="00AD19D3"/>
    <w:rsid w:val="00AD21E5"/>
    <w:rsid w:val="00AD2589"/>
    <w:rsid w:val="00AD28BE"/>
    <w:rsid w:val="00AD2AD3"/>
    <w:rsid w:val="00AD2BFB"/>
    <w:rsid w:val="00AD2D8D"/>
    <w:rsid w:val="00AD3269"/>
    <w:rsid w:val="00AD330C"/>
    <w:rsid w:val="00AD3489"/>
    <w:rsid w:val="00AD360F"/>
    <w:rsid w:val="00AD370F"/>
    <w:rsid w:val="00AD3819"/>
    <w:rsid w:val="00AD3AF7"/>
    <w:rsid w:val="00AD3E3C"/>
    <w:rsid w:val="00AD461F"/>
    <w:rsid w:val="00AD4920"/>
    <w:rsid w:val="00AD49B1"/>
    <w:rsid w:val="00AD4A59"/>
    <w:rsid w:val="00AD4C07"/>
    <w:rsid w:val="00AD537C"/>
    <w:rsid w:val="00AD5765"/>
    <w:rsid w:val="00AD5AD4"/>
    <w:rsid w:val="00AD60CC"/>
    <w:rsid w:val="00AD60DE"/>
    <w:rsid w:val="00AD61D3"/>
    <w:rsid w:val="00AD63B0"/>
    <w:rsid w:val="00AD64E8"/>
    <w:rsid w:val="00AD6802"/>
    <w:rsid w:val="00AD6A5F"/>
    <w:rsid w:val="00AD6B2B"/>
    <w:rsid w:val="00AD6CBA"/>
    <w:rsid w:val="00AD749F"/>
    <w:rsid w:val="00AD781F"/>
    <w:rsid w:val="00AE00E4"/>
    <w:rsid w:val="00AE01C5"/>
    <w:rsid w:val="00AE01E6"/>
    <w:rsid w:val="00AE04E4"/>
    <w:rsid w:val="00AE07E4"/>
    <w:rsid w:val="00AE0DC5"/>
    <w:rsid w:val="00AE0E29"/>
    <w:rsid w:val="00AE0F58"/>
    <w:rsid w:val="00AE1117"/>
    <w:rsid w:val="00AE111B"/>
    <w:rsid w:val="00AE1364"/>
    <w:rsid w:val="00AE1B87"/>
    <w:rsid w:val="00AE1C3A"/>
    <w:rsid w:val="00AE29C0"/>
    <w:rsid w:val="00AE2A45"/>
    <w:rsid w:val="00AE2A56"/>
    <w:rsid w:val="00AE2C72"/>
    <w:rsid w:val="00AE2F50"/>
    <w:rsid w:val="00AE3185"/>
    <w:rsid w:val="00AE3458"/>
    <w:rsid w:val="00AE3AAB"/>
    <w:rsid w:val="00AE3AC3"/>
    <w:rsid w:val="00AE3ED5"/>
    <w:rsid w:val="00AE40B6"/>
    <w:rsid w:val="00AE45B6"/>
    <w:rsid w:val="00AE4A56"/>
    <w:rsid w:val="00AE4EF0"/>
    <w:rsid w:val="00AE51F0"/>
    <w:rsid w:val="00AE559A"/>
    <w:rsid w:val="00AE55F3"/>
    <w:rsid w:val="00AE5889"/>
    <w:rsid w:val="00AE62ED"/>
    <w:rsid w:val="00AE6412"/>
    <w:rsid w:val="00AE6708"/>
    <w:rsid w:val="00AE6868"/>
    <w:rsid w:val="00AE6A0F"/>
    <w:rsid w:val="00AE6E3B"/>
    <w:rsid w:val="00AE6E5A"/>
    <w:rsid w:val="00AE70C3"/>
    <w:rsid w:val="00AE71CD"/>
    <w:rsid w:val="00AE7205"/>
    <w:rsid w:val="00AE728E"/>
    <w:rsid w:val="00AE7365"/>
    <w:rsid w:val="00AE73D0"/>
    <w:rsid w:val="00AE7471"/>
    <w:rsid w:val="00AE7A88"/>
    <w:rsid w:val="00AE7C3A"/>
    <w:rsid w:val="00AE7E7B"/>
    <w:rsid w:val="00AF0235"/>
    <w:rsid w:val="00AF02AF"/>
    <w:rsid w:val="00AF057F"/>
    <w:rsid w:val="00AF0617"/>
    <w:rsid w:val="00AF06D7"/>
    <w:rsid w:val="00AF093B"/>
    <w:rsid w:val="00AF0F17"/>
    <w:rsid w:val="00AF10B6"/>
    <w:rsid w:val="00AF1251"/>
    <w:rsid w:val="00AF1338"/>
    <w:rsid w:val="00AF151F"/>
    <w:rsid w:val="00AF176B"/>
    <w:rsid w:val="00AF18B8"/>
    <w:rsid w:val="00AF1ABC"/>
    <w:rsid w:val="00AF1B4F"/>
    <w:rsid w:val="00AF21B2"/>
    <w:rsid w:val="00AF24C7"/>
    <w:rsid w:val="00AF2AEE"/>
    <w:rsid w:val="00AF302B"/>
    <w:rsid w:val="00AF35AF"/>
    <w:rsid w:val="00AF38C5"/>
    <w:rsid w:val="00AF3CDD"/>
    <w:rsid w:val="00AF3E34"/>
    <w:rsid w:val="00AF3F30"/>
    <w:rsid w:val="00AF3FF1"/>
    <w:rsid w:val="00AF42C5"/>
    <w:rsid w:val="00AF45CC"/>
    <w:rsid w:val="00AF4606"/>
    <w:rsid w:val="00AF4620"/>
    <w:rsid w:val="00AF496A"/>
    <w:rsid w:val="00AF4A23"/>
    <w:rsid w:val="00AF4BCA"/>
    <w:rsid w:val="00AF4BDD"/>
    <w:rsid w:val="00AF4C92"/>
    <w:rsid w:val="00AF4D5C"/>
    <w:rsid w:val="00AF4EAE"/>
    <w:rsid w:val="00AF531E"/>
    <w:rsid w:val="00AF53F1"/>
    <w:rsid w:val="00AF549A"/>
    <w:rsid w:val="00AF5BEC"/>
    <w:rsid w:val="00AF5EAE"/>
    <w:rsid w:val="00AF5F00"/>
    <w:rsid w:val="00AF6152"/>
    <w:rsid w:val="00AF617D"/>
    <w:rsid w:val="00AF69C1"/>
    <w:rsid w:val="00AF6EC8"/>
    <w:rsid w:val="00AF6F66"/>
    <w:rsid w:val="00AF6FE2"/>
    <w:rsid w:val="00AF717F"/>
    <w:rsid w:val="00AF7187"/>
    <w:rsid w:val="00AF722C"/>
    <w:rsid w:val="00AF758C"/>
    <w:rsid w:val="00AF78DB"/>
    <w:rsid w:val="00AF7C5F"/>
    <w:rsid w:val="00AF7D50"/>
    <w:rsid w:val="00AF7E9C"/>
    <w:rsid w:val="00B001DD"/>
    <w:rsid w:val="00B00966"/>
    <w:rsid w:val="00B00EEE"/>
    <w:rsid w:val="00B014CC"/>
    <w:rsid w:val="00B01F86"/>
    <w:rsid w:val="00B02097"/>
    <w:rsid w:val="00B022C3"/>
    <w:rsid w:val="00B023E0"/>
    <w:rsid w:val="00B0264A"/>
    <w:rsid w:val="00B029C8"/>
    <w:rsid w:val="00B02A27"/>
    <w:rsid w:val="00B02D06"/>
    <w:rsid w:val="00B02F65"/>
    <w:rsid w:val="00B033BA"/>
    <w:rsid w:val="00B036FC"/>
    <w:rsid w:val="00B03731"/>
    <w:rsid w:val="00B03799"/>
    <w:rsid w:val="00B03A6D"/>
    <w:rsid w:val="00B03D2A"/>
    <w:rsid w:val="00B04023"/>
    <w:rsid w:val="00B040D7"/>
    <w:rsid w:val="00B04431"/>
    <w:rsid w:val="00B04465"/>
    <w:rsid w:val="00B049D7"/>
    <w:rsid w:val="00B050DF"/>
    <w:rsid w:val="00B05248"/>
    <w:rsid w:val="00B05439"/>
    <w:rsid w:val="00B055D0"/>
    <w:rsid w:val="00B05634"/>
    <w:rsid w:val="00B0568D"/>
    <w:rsid w:val="00B05848"/>
    <w:rsid w:val="00B05A88"/>
    <w:rsid w:val="00B05BCE"/>
    <w:rsid w:val="00B05E30"/>
    <w:rsid w:val="00B066B9"/>
    <w:rsid w:val="00B066C5"/>
    <w:rsid w:val="00B0698C"/>
    <w:rsid w:val="00B06C3A"/>
    <w:rsid w:val="00B070BC"/>
    <w:rsid w:val="00B07310"/>
    <w:rsid w:val="00B07948"/>
    <w:rsid w:val="00B07D1D"/>
    <w:rsid w:val="00B07D4D"/>
    <w:rsid w:val="00B07F2A"/>
    <w:rsid w:val="00B07FB3"/>
    <w:rsid w:val="00B10466"/>
    <w:rsid w:val="00B10646"/>
    <w:rsid w:val="00B10981"/>
    <w:rsid w:val="00B109C9"/>
    <w:rsid w:val="00B10D05"/>
    <w:rsid w:val="00B10EC0"/>
    <w:rsid w:val="00B1149E"/>
    <w:rsid w:val="00B116A9"/>
    <w:rsid w:val="00B11844"/>
    <w:rsid w:val="00B11887"/>
    <w:rsid w:val="00B11995"/>
    <w:rsid w:val="00B11A56"/>
    <w:rsid w:val="00B11DF4"/>
    <w:rsid w:val="00B11F98"/>
    <w:rsid w:val="00B1230E"/>
    <w:rsid w:val="00B1241D"/>
    <w:rsid w:val="00B12668"/>
    <w:rsid w:val="00B12886"/>
    <w:rsid w:val="00B12AF6"/>
    <w:rsid w:val="00B12B03"/>
    <w:rsid w:val="00B12D7E"/>
    <w:rsid w:val="00B12FF4"/>
    <w:rsid w:val="00B1301E"/>
    <w:rsid w:val="00B13092"/>
    <w:rsid w:val="00B130FC"/>
    <w:rsid w:val="00B13238"/>
    <w:rsid w:val="00B13376"/>
    <w:rsid w:val="00B133A3"/>
    <w:rsid w:val="00B134FD"/>
    <w:rsid w:val="00B13AEE"/>
    <w:rsid w:val="00B13BDA"/>
    <w:rsid w:val="00B13C9F"/>
    <w:rsid w:val="00B13D10"/>
    <w:rsid w:val="00B13F9A"/>
    <w:rsid w:val="00B1403A"/>
    <w:rsid w:val="00B142A8"/>
    <w:rsid w:val="00B14594"/>
    <w:rsid w:val="00B1462F"/>
    <w:rsid w:val="00B14651"/>
    <w:rsid w:val="00B14AE4"/>
    <w:rsid w:val="00B152B8"/>
    <w:rsid w:val="00B15C27"/>
    <w:rsid w:val="00B15DCB"/>
    <w:rsid w:val="00B15DE2"/>
    <w:rsid w:val="00B15FC3"/>
    <w:rsid w:val="00B16042"/>
    <w:rsid w:val="00B1639F"/>
    <w:rsid w:val="00B16739"/>
    <w:rsid w:val="00B16813"/>
    <w:rsid w:val="00B16D51"/>
    <w:rsid w:val="00B171BA"/>
    <w:rsid w:val="00B175B4"/>
    <w:rsid w:val="00B175D2"/>
    <w:rsid w:val="00B17780"/>
    <w:rsid w:val="00B179DE"/>
    <w:rsid w:val="00B17C02"/>
    <w:rsid w:val="00B17CFB"/>
    <w:rsid w:val="00B17F78"/>
    <w:rsid w:val="00B20073"/>
    <w:rsid w:val="00B204BE"/>
    <w:rsid w:val="00B20544"/>
    <w:rsid w:val="00B205D3"/>
    <w:rsid w:val="00B205E7"/>
    <w:rsid w:val="00B207F9"/>
    <w:rsid w:val="00B2093C"/>
    <w:rsid w:val="00B20946"/>
    <w:rsid w:val="00B20951"/>
    <w:rsid w:val="00B20BBB"/>
    <w:rsid w:val="00B216D9"/>
    <w:rsid w:val="00B2184B"/>
    <w:rsid w:val="00B21A68"/>
    <w:rsid w:val="00B21A75"/>
    <w:rsid w:val="00B22154"/>
    <w:rsid w:val="00B2250C"/>
    <w:rsid w:val="00B226EB"/>
    <w:rsid w:val="00B2272C"/>
    <w:rsid w:val="00B22976"/>
    <w:rsid w:val="00B22DE8"/>
    <w:rsid w:val="00B231C5"/>
    <w:rsid w:val="00B235F3"/>
    <w:rsid w:val="00B2371C"/>
    <w:rsid w:val="00B2374F"/>
    <w:rsid w:val="00B23815"/>
    <w:rsid w:val="00B23933"/>
    <w:rsid w:val="00B23ACF"/>
    <w:rsid w:val="00B23BA0"/>
    <w:rsid w:val="00B23C8D"/>
    <w:rsid w:val="00B241CC"/>
    <w:rsid w:val="00B24234"/>
    <w:rsid w:val="00B242B6"/>
    <w:rsid w:val="00B244B7"/>
    <w:rsid w:val="00B24881"/>
    <w:rsid w:val="00B24CC9"/>
    <w:rsid w:val="00B24EDC"/>
    <w:rsid w:val="00B24F33"/>
    <w:rsid w:val="00B24FF2"/>
    <w:rsid w:val="00B25809"/>
    <w:rsid w:val="00B2586C"/>
    <w:rsid w:val="00B25B4C"/>
    <w:rsid w:val="00B25BFE"/>
    <w:rsid w:val="00B2642B"/>
    <w:rsid w:val="00B26732"/>
    <w:rsid w:val="00B2677E"/>
    <w:rsid w:val="00B26DD0"/>
    <w:rsid w:val="00B26F62"/>
    <w:rsid w:val="00B27160"/>
    <w:rsid w:val="00B272F9"/>
    <w:rsid w:val="00B27664"/>
    <w:rsid w:val="00B27C8E"/>
    <w:rsid w:val="00B27D38"/>
    <w:rsid w:val="00B27F2A"/>
    <w:rsid w:val="00B27F84"/>
    <w:rsid w:val="00B30058"/>
    <w:rsid w:val="00B30086"/>
    <w:rsid w:val="00B30754"/>
    <w:rsid w:val="00B308EF"/>
    <w:rsid w:val="00B30957"/>
    <w:rsid w:val="00B30B81"/>
    <w:rsid w:val="00B31142"/>
    <w:rsid w:val="00B3144F"/>
    <w:rsid w:val="00B3193C"/>
    <w:rsid w:val="00B31F18"/>
    <w:rsid w:val="00B321D1"/>
    <w:rsid w:val="00B321E7"/>
    <w:rsid w:val="00B32374"/>
    <w:rsid w:val="00B323EB"/>
    <w:rsid w:val="00B32616"/>
    <w:rsid w:val="00B3282B"/>
    <w:rsid w:val="00B330F5"/>
    <w:rsid w:val="00B3311F"/>
    <w:rsid w:val="00B3324E"/>
    <w:rsid w:val="00B33504"/>
    <w:rsid w:val="00B3368D"/>
    <w:rsid w:val="00B337DA"/>
    <w:rsid w:val="00B33878"/>
    <w:rsid w:val="00B34423"/>
    <w:rsid w:val="00B34CB8"/>
    <w:rsid w:val="00B34D0A"/>
    <w:rsid w:val="00B34D40"/>
    <w:rsid w:val="00B34EB7"/>
    <w:rsid w:val="00B34EC9"/>
    <w:rsid w:val="00B35BD2"/>
    <w:rsid w:val="00B36689"/>
    <w:rsid w:val="00B366FA"/>
    <w:rsid w:val="00B36873"/>
    <w:rsid w:val="00B36C34"/>
    <w:rsid w:val="00B36D99"/>
    <w:rsid w:val="00B370A6"/>
    <w:rsid w:val="00B37B07"/>
    <w:rsid w:val="00B37CA3"/>
    <w:rsid w:val="00B37D09"/>
    <w:rsid w:val="00B37DA1"/>
    <w:rsid w:val="00B407A5"/>
    <w:rsid w:val="00B407F8"/>
    <w:rsid w:val="00B40A57"/>
    <w:rsid w:val="00B40C38"/>
    <w:rsid w:val="00B40EDD"/>
    <w:rsid w:val="00B41947"/>
    <w:rsid w:val="00B41C68"/>
    <w:rsid w:val="00B41D87"/>
    <w:rsid w:val="00B420A8"/>
    <w:rsid w:val="00B423C2"/>
    <w:rsid w:val="00B428F2"/>
    <w:rsid w:val="00B42906"/>
    <w:rsid w:val="00B42ACA"/>
    <w:rsid w:val="00B4309D"/>
    <w:rsid w:val="00B43276"/>
    <w:rsid w:val="00B4327A"/>
    <w:rsid w:val="00B43768"/>
    <w:rsid w:val="00B43849"/>
    <w:rsid w:val="00B43A73"/>
    <w:rsid w:val="00B43C82"/>
    <w:rsid w:val="00B43CFD"/>
    <w:rsid w:val="00B43E13"/>
    <w:rsid w:val="00B44007"/>
    <w:rsid w:val="00B440B7"/>
    <w:rsid w:val="00B442ED"/>
    <w:rsid w:val="00B44307"/>
    <w:rsid w:val="00B448DD"/>
    <w:rsid w:val="00B44E9B"/>
    <w:rsid w:val="00B44ED7"/>
    <w:rsid w:val="00B45633"/>
    <w:rsid w:val="00B459E6"/>
    <w:rsid w:val="00B459F8"/>
    <w:rsid w:val="00B45C94"/>
    <w:rsid w:val="00B461EF"/>
    <w:rsid w:val="00B46239"/>
    <w:rsid w:val="00B467A9"/>
    <w:rsid w:val="00B4693F"/>
    <w:rsid w:val="00B46A87"/>
    <w:rsid w:val="00B46EA8"/>
    <w:rsid w:val="00B46FF9"/>
    <w:rsid w:val="00B47056"/>
    <w:rsid w:val="00B47257"/>
    <w:rsid w:val="00B4736E"/>
    <w:rsid w:val="00B4739F"/>
    <w:rsid w:val="00B473E4"/>
    <w:rsid w:val="00B4757B"/>
    <w:rsid w:val="00B47B4F"/>
    <w:rsid w:val="00B47F48"/>
    <w:rsid w:val="00B50063"/>
    <w:rsid w:val="00B502AD"/>
    <w:rsid w:val="00B50C19"/>
    <w:rsid w:val="00B50D5E"/>
    <w:rsid w:val="00B50D8B"/>
    <w:rsid w:val="00B50EFC"/>
    <w:rsid w:val="00B5116C"/>
    <w:rsid w:val="00B51652"/>
    <w:rsid w:val="00B51691"/>
    <w:rsid w:val="00B519E6"/>
    <w:rsid w:val="00B51C68"/>
    <w:rsid w:val="00B524E9"/>
    <w:rsid w:val="00B52551"/>
    <w:rsid w:val="00B527C5"/>
    <w:rsid w:val="00B52955"/>
    <w:rsid w:val="00B536F9"/>
    <w:rsid w:val="00B5376A"/>
    <w:rsid w:val="00B53A80"/>
    <w:rsid w:val="00B53BB5"/>
    <w:rsid w:val="00B53C2F"/>
    <w:rsid w:val="00B53DB6"/>
    <w:rsid w:val="00B5406D"/>
    <w:rsid w:val="00B543C6"/>
    <w:rsid w:val="00B545B0"/>
    <w:rsid w:val="00B54709"/>
    <w:rsid w:val="00B5494B"/>
    <w:rsid w:val="00B54999"/>
    <w:rsid w:val="00B549A7"/>
    <w:rsid w:val="00B553AB"/>
    <w:rsid w:val="00B55545"/>
    <w:rsid w:val="00B55805"/>
    <w:rsid w:val="00B55F95"/>
    <w:rsid w:val="00B560BD"/>
    <w:rsid w:val="00B5644E"/>
    <w:rsid w:val="00B56588"/>
    <w:rsid w:val="00B5660D"/>
    <w:rsid w:val="00B56998"/>
    <w:rsid w:val="00B56E68"/>
    <w:rsid w:val="00B577C1"/>
    <w:rsid w:val="00B579B7"/>
    <w:rsid w:val="00B57BC4"/>
    <w:rsid w:val="00B57D52"/>
    <w:rsid w:val="00B57DF5"/>
    <w:rsid w:val="00B57E0E"/>
    <w:rsid w:val="00B57EFD"/>
    <w:rsid w:val="00B606B8"/>
    <w:rsid w:val="00B61095"/>
    <w:rsid w:val="00B611B3"/>
    <w:rsid w:val="00B612D0"/>
    <w:rsid w:val="00B61C4C"/>
    <w:rsid w:val="00B61D7A"/>
    <w:rsid w:val="00B62200"/>
    <w:rsid w:val="00B6288E"/>
    <w:rsid w:val="00B628C1"/>
    <w:rsid w:val="00B62AEA"/>
    <w:rsid w:val="00B62DBE"/>
    <w:rsid w:val="00B63270"/>
    <w:rsid w:val="00B632CE"/>
    <w:rsid w:val="00B63C40"/>
    <w:rsid w:val="00B63DE2"/>
    <w:rsid w:val="00B63E0F"/>
    <w:rsid w:val="00B641BF"/>
    <w:rsid w:val="00B6428B"/>
    <w:rsid w:val="00B64713"/>
    <w:rsid w:val="00B649CE"/>
    <w:rsid w:val="00B649FC"/>
    <w:rsid w:val="00B64B83"/>
    <w:rsid w:val="00B64CB1"/>
    <w:rsid w:val="00B64E84"/>
    <w:rsid w:val="00B64F0B"/>
    <w:rsid w:val="00B65AEA"/>
    <w:rsid w:val="00B65B59"/>
    <w:rsid w:val="00B6615A"/>
    <w:rsid w:val="00B661E7"/>
    <w:rsid w:val="00B663E7"/>
    <w:rsid w:val="00B664B2"/>
    <w:rsid w:val="00B664FC"/>
    <w:rsid w:val="00B6659C"/>
    <w:rsid w:val="00B6669C"/>
    <w:rsid w:val="00B66891"/>
    <w:rsid w:val="00B66DE5"/>
    <w:rsid w:val="00B66E2D"/>
    <w:rsid w:val="00B66F5A"/>
    <w:rsid w:val="00B66FFD"/>
    <w:rsid w:val="00B671AE"/>
    <w:rsid w:val="00B67425"/>
    <w:rsid w:val="00B67489"/>
    <w:rsid w:val="00B678EB"/>
    <w:rsid w:val="00B67C42"/>
    <w:rsid w:val="00B67EB9"/>
    <w:rsid w:val="00B70234"/>
    <w:rsid w:val="00B70715"/>
    <w:rsid w:val="00B708D5"/>
    <w:rsid w:val="00B70AEE"/>
    <w:rsid w:val="00B70B5E"/>
    <w:rsid w:val="00B70BAA"/>
    <w:rsid w:val="00B70DAF"/>
    <w:rsid w:val="00B70DE9"/>
    <w:rsid w:val="00B70F2C"/>
    <w:rsid w:val="00B70FC1"/>
    <w:rsid w:val="00B7148B"/>
    <w:rsid w:val="00B717BA"/>
    <w:rsid w:val="00B71C23"/>
    <w:rsid w:val="00B71D6E"/>
    <w:rsid w:val="00B71E52"/>
    <w:rsid w:val="00B72197"/>
    <w:rsid w:val="00B722BF"/>
    <w:rsid w:val="00B72900"/>
    <w:rsid w:val="00B72AFC"/>
    <w:rsid w:val="00B72B2C"/>
    <w:rsid w:val="00B73CDA"/>
    <w:rsid w:val="00B73DB4"/>
    <w:rsid w:val="00B7446D"/>
    <w:rsid w:val="00B744AF"/>
    <w:rsid w:val="00B74570"/>
    <w:rsid w:val="00B7490A"/>
    <w:rsid w:val="00B74CC7"/>
    <w:rsid w:val="00B74E34"/>
    <w:rsid w:val="00B751C4"/>
    <w:rsid w:val="00B75533"/>
    <w:rsid w:val="00B75688"/>
    <w:rsid w:val="00B756D1"/>
    <w:rsid w:val="00B75850"/>
    <w:rsid w:val="00B7590E"/>
    <w:rsid w:val="00B7625B"/>
    <w:rsid w:val="00B7634D"/>
    <w:rsid w:val="00B7652D"/>
    <w:rsid w:val="00B7698A"/>
    <w:rsid w:val="00B76B06"/>
    <w:rsid w:val="00B7743A"/>
    <w:rsid w:val="00B774CF"/>
    <w:rsid w:val="00B776FC"/>
    <w:rsid w:val="00B777D5"/>
    <w:rsid w:val="00B778A5"/>
    <w:rsid w:val="00B77AEA"/>
    <w:rsid w:val="00B80348"/>
    <w:rsid w:val="00B804CA"/>
    <w:rsid w:val="00B80628"/>
    <w:rsid w:val="00B807B9"/>
    <w:rsid w:val="00B80824"/>
    <w:rsid w:val="00B80D62"/>
    <w:rsid w:val="00B8138A"/>
    <w:rsid w:val="00B8159B"/>
    <w:rsid w:val="00B8194B"/>
    <w:rsid w:val="00B81F2E"/>
    <w:rsid w:val="00B82106"/>
    <w:rsid w:val="00B824C1"/>
    <w:rsid w:val="00B825B8"/>
    <w:rsid w:val="00B82B1D"/>
    <w:rsid w:val="00B82E4E"/>
    <w:rsid w:val="00B83243"/>
    <w:rsid w:val="00B832DB"/>
    <w:rsid w:val="00B8351C"/>
    <w:rsid w:val="00B835DE"/>
    <w:rsid w:val="00B83781"/>
    <w:rsid w:val="00B83919"/>
    <w:rsid w:val="00B83D47"/>
    <w:rsid w:val="00B83EA9"/>
    <w:rsid w:val="00B84238"/>
    <w:rsid w:val="00B8439D"/>
    <w:rsid w:val="00B8450B"/>
    <w:rsid w:val="00B847DC"/>
    <w:rsid w:val="00B85111"/>
    <w:rsid w:val="00B85179"/>
    <w:rsid w:val="00B851FD"/>
    <w:rsid w:val="00B85480"/>
    <w:rsid w:val="00B85524"/>
    <w:rsid w:val="00B8583B"/>
    <w:rsid w:val="00B859E8"/>
    <w:rsid w:val="00B85BD1"/>
    <w:rsid w:val="00B85E32"/>
    <w:rsid w:val="00B8605C"/>
    <w:rsid w:val="00B860DA"/>
    <w:rsid w:val="00B86231"/>
    <w:rsid w:val="00B86311"/>
    <w:rsid w:val="00B86535"/>
    <w:rsid w:val="00B86BB8"/>
    <w:rsid w:val="00B86DFE"/>
    <w:rsid w:val="00B87301"/>
    <w:rsid w:val="00B873AB"/>
    <w:rsid w:val="00B878F5"/>
    <w:rsid w:val="00B900FA"/>
    <w:rsid w:val="00B9076B"/>
    <w:rsid w:val="00B90ACF"/>
    <w:rsid w:val="00B911B2"/>
    <w:rsid w:val="00B913D9"/>
    <w:rsid w:val="00B91563"/>
    <w:rsid w:val="00B9175C"/>
    <w:rsid w:val="00B917EE"/>
    <w:rsid w:val="00B91874"/>
    <w:rsid w:val="00B91892"/>
    <w:rsid w:val="00B91FDF"/>
    <w:rsid w:val="00B92126"/>
    <w:rsid w:val="00B9262F"/>
    <w:rsid w:val="00B92CBC"/>
    <w:rsid w:val="00B934EE"/>
    <w:rsid w:val="00B93596"/>
    <w:rsid w:val="00B93748"/>
    <w:rsid w:val="00B93B44"/>
    <w:rsid w:val="00B949CE"/>
    <w:rsid w:val="00B949DB"/>
    <w:rsid w:val="00B94EDB"/>
    <w:rsid w:val="00B956FB"/>
    <w:rsid w:val="00B9580F"/>
    <w:rsid w:val="00B95B3E"/>
    <w:rsid w:val="00B96007"/>
    <w:rsid w:val="00B96159"/>
    <w:rsid w:val="00B96365"/>
    <w:rsid w:val="00B9641B"/>
    <w:rsid w:val="00B9644D"/>
    <w:rsid w:val="00B9684E"/>
    <w:rsid w:val="00B96F04"/>
    <w:rsid w:val="00B96F79"/>
    <w:rsid w:val="00B970DA"/>
    <w:rsid w:val="00B971D7"/>
    <w:rsid w:val="00B976A6"/>
    <w:rsid w:val="00B978D8"/>
    <w:rsid w:val="00B97B72"/>
    <w:rsid w:val="00BA0509"/>
    <w:rsid w:val="00BA052E"/>
    <w:rsid w:val="00BA07AF"/>
    <w:rsid w:val="00BA081A"/>
    <w:rsid w:val="00BA0962"/>
    <w:rsid w:val="00BA0BDB"/>
    <w:rsid w:val="00BA0C56"/>
    <w:rsid w:val="00BA0D14"/>
    <w:rsid w:val="00BA0EBD"/>
    <w:rsid w:val="00BA0F04"/>
    <w:rsid w:val="00BA0F83"/>
    <w:rsid w:val="00BA1432"/>
    <w:rsid w:val="00BA157D"/>
    <w:rsid w:val="00BA1B4F"/>
    <w:rsid w:val="00BA1B9D"/>
    <w:rsid w:val="00BA1CE8"/>
    <w:rsid w:val="00BA21FD"/>
    <w:rsid w:val="00BA24EB"/>
    <w:rsid w:val="00BA2799"/>
    <w:rsid w:val="00BA2810"/>
    <w:rsid w:val="00BA3016"/>
    <w:rsid w:val="00BA3562"/>
    <w:rsid w:val="00BA36DD"/>
    <w:rsid w:val="00BA3F20"/>
    <w:rsid w:val="00BA4449"/>
    <w:rsid w:val="00BA458E"/>
    <w:rsid w:val="00BA4698"/>
    <w:rsid w:val="00BA4FC3"/>
    <w:rsid w:val="00BA5152"/>
    <w:rsid w:val="00BA5180"/>
    <w:rsid w:val="00BA5499"/>
    <w:rsid w:val="00BA55DC"/>
    <w:rsid w:val="00BA574D"/>
    <w:rsid w:val="00BA5EA6"/>
    <w:rsid w:val="00BA6348"/>
    <w:rsid w:val="00BA6670"/>
    <w:rsid w:val="00BA6A26"/>
    <w:rsid w:val="00BA6A9B"/>
    <w:rsid w:val="00BA6CAB"/>
    <w:rsid w:val="00BA719D"/>
    <w:rsid w:val="00BA7546"/>
    <w:rsid w:val="00BA7DD8"/>
    <w:rsid w:val="00BA7E49"/>
    <w:rsid w:val="00BB04E4"/>
    <w:rsid w:val="00BB0745"/>
    <w:rsid w:val="00BB08BE"/>
    <w:rsid w:val="00BB09EA"/>
    <w:rsid w:val="00BB0B01"/>
    <w:rsid w:val="00BB0C2B"/>
    <w:rsid w:val="00BB0C7A"/>
    <w:rsid w:val="00BB10D5"/>
    <w:rsid w:val="00BB10E8"/>
    <w:rsid w:val="00BB161E"/>
    <w:rsid w:val="00BB1A96"/>
    <w:rsid w:val="00BB1AA6"/>
    <w:rsid w:val="00BB1D14"/>
    <w:rsid w:val="00BB1FF6"/>
    <w:rsid w:val="00BB2672"/>
    <w:rsid w:val="00BB2E0A"/>
    <w:rsid w:val="00BB31BC"/>
    <w:rsid w:val="00BB33C6"/>
    <w:rsid w:val="00BB3A39"/>
    <w:rsid w:val="00BB3B39"/>
    <w:rsid w:val="00BB3E37"/>
    <w:rsid w:val="00BB4041"/>
    <w:rsid w:val="00BB424B"/>
    <w:rsid w:val="00BB4755"/>
    <w:rsid w:val="00BB4939"/>
    <w:rsid w:val="00BB531F"/>
    <w:rsid w:val="00BB5507"/>
    <w:rsid w:val="00BB58FA"/>
    <w:rsid w:val="00BB5BE7"/>
    <w:rsid w:val="00BB5E87"/>
    <w:rsid w:val="00BB5E91"/>
    <w:rsid w:val="00BB6369"/>
    <w:rsid w:val="00BB658C"/>
    <w:rsid w:val="00BB660E"/>
    <w:rsid w:val="00BB6835"/>
    <w:rsid w:val="00BB685D"/>
    <w:rsid w:val="00BB691E"/>
    <w:rsid w:val="00BB698E"/>
    <w:rsid w:val="00BB6FCE"/>
    <w:rsid w:val="00BB716C"/>
    <w:rsid w:val="00BB7444"/>
    <w:rsid w:val="00BB76D9"/>
    <w:rsid w:val="00BB7B82"/>
    <w:rsid w:val="00BB7C29"/>
    <w:rsid w:val="00BC01AE"/>
    <w:rsid w:val="00BC05E3"/>
    <w:rsid w:val="00BC0606"/>
    <w:rsid w:val="00BC0AAB"/>
    <w:rsid w:val="00BC0D2B"/>
    <w:rsid w:val="00BC0D36"/>
    <w:rsid w:val="00BC13C1"/>
    <w:rsid w:val="00BC140D"/>
    <w:rsid w:val="00BC1453"/>
    <w:rsid w:val="00BC14E6"/>
    <w:rsid w:val="00BC1530"/>
    <w:rsid w:val="00BC1682"/>
    <w:rsid w:val="00BC168E"/>
    <w:rsid w:val="00BC1C56"/>
    <w:rsid w:val="00BC241A"/>
    <w:rsid w:val="00BC24C1"/>
    <w:rsid w:val="00BC25F9"/>
    <w:rsid w:val="00BC26DD"/>
    <w:rsid w:val="00BC2D61"/>
    <w:rsid w:val="00BC2DBA"/>
    <w:rsid w:val="00BC2F00"/>
    <w:rsid w:val="00BC2F6F"/>
    <w:rsid w:val="00BC30A0"/>
    <w:rsid w:val="00BC312D"/>
    <w:rsid w:val="00BC316C"/>
    <w:rsid w:val="00BC3242"/>
    <w:rsid w:val="00BC37D0"/>
    <w:rsid w:val="00BC3DA7"/>
    <w:rsid w:val="00BC3EE1"/>
    <w:rsid w:val="00BC3F10"/>
    <w:rsid w:val="00BC42A7"/>
    <w:rsid w:val="00BC42AC"/>
    <w:rsid w:val="00BC4795"/>
    <w:rsid w:val="00BC485D"/>
    <w:rsid w:val="00BC4A4C"/>
    <w:rsid w:val="00BC4A64"/>
    <w:rsid w:val="00BC4EC3"/>
    <w:rsid w:val="00BC4ED9"/>
    <w:rsid w:val="00BC5CEA"/>
    <w:rsid w:val="00BC60A8"/>
    <w:rsid w:val="00BC64B4"/>
    <w:rsid w:val="00BC653F"/>
    <w:rsid w:val="00BC6545"/>
    <w:rsid w:val="00BC6893"/>
    <w:rsid w:val="00BC715B"/>
    <w:rsid w:val="00BC7161"/>
    <w:rsid w:val="00BC7394"/>
    <w:rsid w:val="00BC762C"/>
    <w:rsid w:val="00BC76ED"/>
    <w:rsid w:val="00BC77B9"/>
    <w:rsid w:val="00BC78BB"/>
    <w:rsid w:val="00BC7B7D"/>
    <w:rsid w:val="00BD045C"/>
    <w:rsid w:val="00BD0A1E"/>
    <w:rsid w:val="00BD0E44"/>
    <w:rsid w:val="00BD109B"/>
    <w:rsid w:val="00BD14A5"/>
    <w:rsid w:val="00BD1955"/>
    <w:rsid w:val="00BD1A81"/>
    <w:rsid w:val="00BD1D14"/>
    <w:rsid w:val="00BD1FF3"/>
    <w:rsid w:val="00BD2060"/>
    <w:rsid w:val="00BD228F"/>
    <w:rsid w:val="00BD26A8"/>
    <w:rsid w:val="00BD280B"/>
    <w:rsid w:val="00BD2996"/>
    <w:rsid w:val="00BD3104"/>
    <w:rsid w:val="00BD313C"/>
    <w:rsid w:val="00BD3226"/>
    <w:rsid w:val="00BD3866"/>
    <w:rsid w:val="00BD38BF"/>
    <w:rsid w:val="00BD3A83"/>
    <w:rsid w:val="00BD3DD3"/>
    <w:rsid w:val="00BD3E34"/>
    <w:rsid w:val="00BD3E56"/>
    <w:rsid w:val="00BD4141"/>
    <w:rsid w:val="00BD420B"/>
    <w:rsid w:val="00BD42C1"/>
    <w:rsid w:val="00BD4596"/>
    <w:rsid w:val="00BD4656"/>
    <w:rsid w:val="00BD46DB"/>
    <w:rsid w:val="00BD4721"/>
    <w:rsid w:val="00BD4883"/>
    <w:rsid w:val="00BD4A49"/>
    <w:rsid w:val="00BD4B5F"/>
    <w:rsid w:val="00BD4E2C"/>
    <w:rsid w:val="00BD4ECD"/>
    <w:rsid w:val="00BD4EFC"/>
    <w:rsid w:val="00BD514B"/>
    <w:rsid w:val="00BD543B"/>
    <w:rsid w:val="00BD5468"/>
    <w:rsid w:val="00BD550F"/>
    <w:rsid w:val="00BD5A49"/>
    <w:rsid w:val="00BD5B12"/>
    <w:rsid w:val="00BD5D45"/>
    <w:rsid w:val="00BD5ED8"/>
    <w:rsid w:val="00BD5F6C"/>
    <w:rsid w:val="00BD63D9"/>
    <w:rsid w:val="00BD679A"/>
    <w:rsid w:val="00BD67BA"/>
    <w:rsid w:val="00BD6A03"/>
    <w:rsid w:val="00BD710D"/>
    <w:rsid w:val="00BD7166"/>
    <w:rsid w:val="00BD71AE"/>
    <w:rsid w:val="00BD73A2"/>
    <w:rsid w:val="00BD76EB"/>
    <w:rsid w:val="00BD7734"/>
    <w:rsid w:val="00BD775E"/>
    <w:rsid w:val="00BD77BA"/>
    <w:rsid w:val="00BD7819"/>
    <w:rsid w:val="00BD78AE"/>
    <w:rsid w:val="00BD78BB"/>
    <w:rsid w:val="00BD7A23"/>
    <w:rsid w:val="00BD7AF1"/>
    <w:rsid w:val="00BD7D2B"/>
    <w:rsid w:val="00BD7EB9"/>
    <w:rsid w:val="00BE037B"/>
    <w:rsid w:val="00BE0A14"/>
    <w:rsid w:val="00BE0FDF"/>
    <w:rsid w:val="00BE105B"/>
    <w:rsid w:val="00BE1367"/>
    <w:rsid w:val="00BE190D"/>
    <w:rsid w:val="00BE1972"/>
    <w:rsid w:val="00BE1AEC"/>
    <w:rsid w:val="00BE23BD"/>
    <w:rsid w:val="00BE2774"/>
    <w:rsid w:val="00BE2BC4"/>
    <w:rsid w:val="00BE32D2"/>
    <w:rsid w:val="00BE3770"/>
    <w:rsid w:val="00BE3B2F"/>
    <w:rsid w:val="00BE4033"/>
    <w:rsid w:val="00BE4203"/>
    <w:rsid w:val="00BE452B"/>
    <w:rsid w:val="00BE4861"/>
    <w:rsid w:val="00BE49C0"/>
    <w:rsid w:val="00BE4B89"/>
    <w:rsid w:val="00BE4D35"/>
    <w:rsid w:val="00BE563C"/>
    <w:rsid w:val="00BE5818"/>
    <w:rsid w:val="00BE5975"/>
    <w:rsid w:val="00BE5D3E"/>
    <w:rsid w:val="00BE60BD"/>
    <w:rsid w:val="00BE63DF"/>
    <w:rsid w:val="00BE66AF"/>
    <w:rsid w:val="00BE6726"/>
    <w:rsid w:val="00BE6953"/>
    <w:rsid w:val="00BE6B9D"/>
    <w:rsid w:val="00BE7E80"/>
    <w:rsid w:val="00BF01DF"/>
    <w:rsid w:val="00BF031C"/>
    <w:rsid w:val="00BF03DD"/>
    <w:rsid w:val="00BF07C1"/>
    <w:rsid w:val="00BF09AD"/>
    <w:rsid w:val="00BF0A1A"/>
    <w:rsid w:val="00BF0AF5"/>
    <w:rsid w:val="00BF0C3F"/>
    <w:rsid w:val="00BF109B"/>
    <w:rsid w:val="00BF10A5"/>
    <w:rsid w:val="00BF10F8"/>
    <w:rsid w:val="00BF1386"/>
    <w:rsid w:val="00BF14B2"/>
    <w:rsid w:val="00BF1ACC"/>
    <w:rsid w:val="00BF21CE"/>
    <w:rsid w:val="00BF2D1A"/>
    <w:rsid w:val="00BF3186"/>
    <w:rsid w:val="00BF31D0"/>
    <w:rsid w:val="00BF332F"/>
    <w:rsid w:val="00BF3487"/>
    <w:rsid w:val="00BF3999"/>
    <w:rsid w:val="00BF3B66"/>
    <w:rsid w:val="00BF3BA1"/>
    <w:rsid w:val="00BF4326"/>
    <w:rsid w:val="00BF476D"/>
    <w:rsid w:val="00BF4827"/>
    <w:rsid w:val="00BF49D9"/>
    <w:rsid w:val="00BF4CEA"/>
    <w:rsid w:val="00BF547A"/>
    <w:rsid w:val="00BF5C9E"/>
    <w:rsid w:val="00BF5F5B"/>
    <w:rsid w:val="00BF61DD"/>
    <w:rsid w:val="00BF6929"/>
    <w:rsid w:val="00BF6F9D"/>
    <w:rsid w:val="00BF7528"/>
    <w:rsid w:val="00BF77A1"/>
    <w:rsid w:val="00BF7B7D"/>
    <w:rsid w:val="00BF7C8D"/>
    <w:rsid w:val="00BF7DB4"/>
    <w:rsid w:val="00C000BF"/>
    <w:rsid w:val="00C0023D"/>
    <w:rsid w:val="00C003D8"/>
    <w:rsid w:val="00C0065C"/>
    <w:rsid w:val="00C007B9"/>
    <w:rsid w:val="00C00F4A"/>
    <w:rsid w:val="00C00FE4"/>
    <w:rsid w:val="00C01174"/>
    <w:rsid w:val="00C012ED"/>
    <w:rsid w:val="00C015DF"/>
    <w:rsid w:val="00C01806"/>
    <w:rsid w:val="00C01841"/>
    <w:rsid w:val="00C01A3D"/>
    <w:rsid w:val="00C01B83"/>
    <w:rsid w:val="00C020B5"/>
    <w:rsid w:val="00C021FA"/>
    <w:rsid w:val="00C026B9"/>
    <w:rsid w:val="00C029DD"/>
    <w:rsid w:val="00C02B4B"/>
    <w:rsid w:val="00C03449"/>
    <w:rsid w:val="00C0366A"/>
    <w:rsid w:val="00C03774"/>
    <w:rsid w:val="00C03C27"/>
    <w:rsid w:val="00C04605"/>
    <w:rsid w:val="00C0463C"/>
    <w:rsid w:val="00C049FD"/>
    <w:rsid w:val="00C04DD0"/>
    <w:rsid w:val="00C04EF9"/>
    <w:rsid w:val="00C0570B"/>
    <w:rsid w:val="00C05857"/>
    <w:rsid w:val="00C05C70"/>
    <w:rsid w:val="00C06302"/>
    <w:rsid w:val="00C0696B"/>
    <w:rsid w:val="00C06BDE"/>
    <w:rsid w:val="00C06BF2"/>
    <w:rsid w:val="00C06DAB"/>
    <w:rsid w:val="00C06DBB"/>
    <w:rsid w:val="00C07011"/>
    <w:rsid w:val="00C07254"/>
    <w:rsid w:val="00C073C2"/>
    <w:rsid w:val="00C07639"/>
    <w:rsid w:val="00C07663"/>
    <w:rsid w:val="00C07CE3"/>
    <w:rsid w:val="00C07D16"/>
    <w:rsid w:val="00C105C1"/>
    <w:rsid w:val="00C105C7"/>
    <w:rsid w:val="00C1081E"/>
    <w:rsid w:val="00C1096E"/>
    <w:rsid w:val="00C10B65"/>
    <w:rsid w:val="00C10B98"/>
    <w:rsid w:val="00C10C0C"/>
    <w:rsid w:val="00C10D14"/>
    <w:rsid w:val="00C11443"/>
    <w:rsid w:val="00C115DC"/>
    <w:rsid w:val="00C115F5"/>
    <w:rsid w:val="00C11773"/>
    <w:rsid w:val="00C11869"/>
    <w:rsid w:val="00C118D8"/>
    <w:rsid w:val="00C11988"/>
    <w:rsid w:val="00C11A77"/>
    <w:rsid w:val="00C122F5"/>
    <w:rsid w:val="00C123A7"/>
    <w:rsid w:val="00C1261A"/>
    <w:rsid w:val="00C12C3D"/>
    <w:rsid w:val="00C12CD4"/>
    <w:rsid w:val="00C13110"/>
    <w:rsid w:val="00C134CF"/>
    <w:rsid w:val="00C1352A"/>
    <w:rsid w:val="00C139E2"/>
    <w:rsid w:val="00C13FAF"/>
    <w:rsid w:val="00C140D7"/>
    <w:rsid w:val="00C141A2"/>
    <w:rsid w:val="00C142FE"/>
    <w:rsid w:val="00C14699"/>
    <w:rsid w:val="00C14AD8"/>
    <w:rsid w:val="00C14C10"/>
    <w:rsid w:val="00C14C43"/>
    <w:rsid w:val="00C14E51"/>
    <w:rsid w:val="00C1533F"/>
    <w:rsid w:val="00C1545D"/>
    <w:rsid w:val="00C15556"/>
    <w:rsid w:val="00C15B8F"/>
    <w:rsid w:val="00C15C5D"/>
    <w:rsid w:val="00C15EDE"/>
    <w:rsid w:val="00C1617F"/>
    <w:rsid w:val="00C161D9"/>
    <w:rsid w:val="00C163F4"/>
    <w:rsid w:val="00C16443"/>
    <w:rsid w:val="00C165F1"/>
    <w:rsid w:val="00C166E8"/>
    <w:rsid w:val="00C16715"/>
    <w:rsid w:val="00C1672F"/>
    <w:rsid w:val="00C16AB2"/>
    <w:rsid w:val="00C16AD2"/>
    <w:rsid w:val="00C16CB5"/>
    <w:rsid w:val="00C16F56"/>
    <w:rsid w:val="00C17299"/>
    <w:rsid w:val="00C176AB"/>
    <w:rsid w:val="00C17733"/>
    <w:rsid w:val="00C17927"/>
    <w:rsid w:val="00C17AF1"/>
    <w:rsid w:val="00C17B1D"/>
    <w:rsid w:val="00C17EA9"/>
    <w:rsid w:val="00C17F2B"/>
    <w:rsid w:val="00C20242"/>
    <w:rsid w:val="00C204A6"/>
    <w:rsid w:val="00C20717"/>
    <w:rsid w:val="00C2097B"/>
    <w:rsid w:val="00C20A49"/>
    <w:rsid w:val="00C20B83"/>
    <w:rsid w:val="00C20BD1"/>
    <w:rsid w:val="00C20D08"/>
    <w:rsid w:val="00C20D4A"/>
    <w:rsid w:val="00C20EA9"/>
    <w:rsid w:val="00C21208"/>
    <w:rsid w:val="00C21551"/>
    <w:rsid w:val="00C215EE"/>
    <w:rsid w:val="00C21825"/>
    <w:rsid w:val="00C2189B"/>
    <w:rsid w:val="00C21B12"/>
    <w:rsid w:val="00C21BA5"/>
    <w:rsid w:val="00C21E6C"/>
    <w:rsid w:val="00C22695"/>
    <w:rsid w:val="00C2269C"/>
    <w:rsid w:val="00C228FE"/>
    <w:rsid w:val="00C22A42"/>
    <w:rsid w:val="00C22FF5"/>
    <w:rsid w:val="00C2306D"/>
    <w:rsid w:val="00C230E2"/>
    <w:rsid w:val="00C23480"/>
    <w:rsid w:val="00C236FF"/>
    <w:rsid w:val="00C2378D"/>
    <w:rsid w:val="00C23A94"/>
    <w:rsid w:val="00C23B2C"/>
    <w:rsid w:val="00C23B54"/>
    <w:rsid w:val="00C23B78"/>
    <w:rsid w:val="00C23FCF"/>
    <w:rsid w:val="00C24052"/>
    <w:rsid w:val="00C2447B"/>
    <w:rsid w:val="00C248D6"/>
    <w:rsid w:val="00C24E3E"/>
    <w:rsid w:val="00C25468"/>
    <w:rsid w:val="00C254B0"/>
    <w:rsid w:val="00C254BE"/>
    <w:rsid w:val="00C25FCF"/>
    <w:rsid w:val="00C26441"/>
    <w:rsid w:val="00C269AB"/>
    <w:rsid w:val="00C26A15"/>
    <w:rsid w:val="00C26BBA"/>
    <w:rsid w:val="00C26C49"/>
    <w:rsid w:val="00C26FC0"/>
    <w:rsid w:val="00C272DE"/>
    <w:rsid w:val="00C27452"/>
    <w:rsid w:val="00C275CF"/>
    <w:rsid w:val="00C275DD"/>
    <w:rsid w:val="00C2768F"/>
    <w:rsid w:val="00C277C7"/>
    <w:rsid w:val="00C27842"/>
    <w:rsid w:val="00C279FD"/>
    <w:rsid w:val="00C27B02"/>
    <w:rsid w:val="00C27C1E"/>
    <w:rsid w:val="00C27EB6"/>
    <w:rsid w:val="00C27F43"/>
    <w:rsid w:val="00C27F79"/>
    <w:rsid w:val="00C27FEE"/>
    <w:rsid w:val="00C30016"/>
    <w:rsid w:val="00C3002E"/>
    <w:rsid w:val="00C30729"/>
    <w:rsid w:val="00C30795"/>
    <w:rsid w:val="00C30BBB"/>
    <w:rsid w:val="00C30CDB"/>
    <w:rsid w:val="00C30D4E"/>
    <w:rsid w:val="00C31135"/>
    <w:rsid w:val="00C313FA"/>
    <w:rsid w:val="00C313FE"/>
    <w:rsid w:val="00C31431"/>
    <w:rsid w:val="00C315BA"/>
    <w:rsid w:val="00C315C5"/>
    <w:rsid w:val="00C31692"/>
    <w:rsid w:val="00C316E6"/>
    <w:rsid w:val="00C3185F"/>
    <w:rsid w:val="00C31B69"/>
    <w:rsid w:val="00C31E8B"/>
    <w:rsid w:val="00C31EA4"/>
    <w:rsid w:val="00C3219F"/>
    <w:rsid w:val="00C321B6"/>
    <w:rsid w:val="00C324A3"/>
    <w:rsid w:val="00C32782"/>
    <w:rsid w:val="00C32F17"/>
    <w:rsid w:val="00C33317"/>
    <w:rsid w:val="00C33434"/>
    <w:rsid w:val="00C33605"/>
    <w:rsid w:val="00C33663"/>
    <w:rsid w:val="00C33B89"/>
    <w:rsid w:val="00C34185"/>
    <w:rsid w:val="00C347D0"/>
    <w:rsid w:val="00C34B37"/>
    <w:rsid w:val="00C34DCD"/>
    <w:rsid w:val="00C3503B"/>
    <w:rsid w:val="00C35200"/>
    <w:rsid w:val="00C352DB"/>
    <w:rsid w:val="00C35401"/>
    <w:rsid w:val="00C3545F"/>
    <w:rsid w:val="00C355B4"/>
    <w:rsid w:val="00C355E6"/>
    <w:rsid w:val="00C355FA"/>
    <w:rsid w:val="00C35874"/>
    <w:rsid w:val="00C3596D"/>
    <w:rsid w:val="00C3628D"/>
    <w:rsid w:val="00C3632F"/>
    <w:rsid w:val="00C363B3"/>
    <w:rsid w:val="00C36733"/>
    <w:rsid w:val="00C368D5"/>
    <w:rsid w:val="00C36AC9"/>
    <w:rsid w:val="00C36EDD"/>
    <w:rsid w:val="00C3706C"/>
    <w:rsid w:val="00C37125"/>
    <w:rsid w:val="00C3720B"/>
    <w:rsid w:val="00C37413"/>
    <w:rsid w:val="00C37469"/>
    <w:rsid w:val="00C3763A"/>
    <w:rsid w:val="00C4009F"/>
    <w:rsid w:val="00C400E2"/>
    <w:rsid w:val="00C4028A"/>
    <w:rsid w:val="00C404B9"/>
    <w:rsid w:val="00C4051F"/>
    <w:rsid w:val="00C4069C"/>
    <w:rsid w:val="00C40866"/>
    <w:rsid w:val="00C40C10"/>
    <w:rsid w:val="00C40CAD"/>
    <w:rsid w:val="00C40DD4"/>
    <w:rsid w:val="00C40E72"/>
    <w:rsid w:val="00C40FA1"/>
    <w:rsid w:val="00C412DF"/>
    <w:rsid w:val="00C412E5"/>
    <w:rsid w:val="00C4153C"/>
    <w:rsid w:val="00C41DA2"/>
    <w:rsid w:val="00C41EEE"/>
    <w:rsid w:val="00C421AD"/>
    <w:rsid w:val="00C421F7"/>
    <w:rsid w:val="00C425EA"/>
    <w:rsid w:val="00C4268F"/>
    <w:rsid w:val="00C42BBE"/>
    <w:rsid w:val="00C42CE7"/>
    <w:rsid w:val="00C43187"/>
    <w:rsid w:val="00C4475E"/>
    <w:rsid w:val="00C44CCB"/>
    <w:rsid w:val="00C44D5D"/>
    <w:rsid w:val="00C45010"/>
    <w:rsid w:val="00C45365"/>
    <w:rsid w:val="00C454EE"/>
    <w:rsid w:val="00C45AFB"/>
    <w:rsid w:val="00C45B05"/>
    <w:rsid w:val="00C460B4"/>
    <w:rsid w:val="00C46134"/>
    <w:rsid w:val="00C4615C"/>
    <w:rsid w:val="00C461BD"/>
    <w:rsid w:val="00C461F9"/>
    <w:rsid w:val="00C46275"/>
    <w:rsid w:val="00C4629C"/>
    <w:rsid w:val="00C464BA"/>
    <w:rsid w:val="00C469BC"/>
    <w:rsid w:val="00C46C9A"/>
    <w:rsid w:val="00C46E38"/>
    <w:rsid w:val="00C470E9"/>
    <w:rsid w:val="00C4710A"/>
    <w:rsid w:val="00C471A5"/>
    <w:rsid w:val="00C47895"/>
    <w:rsid w:val="00C47912"/>
    <w:rsid w:val="00C47A13"/>
    <w:rsid w:val="00C47B8C"/>
    <w:rsid w:val="00C50252"/>
    <w:rsid w:val="00C50370"/>
    <w:rsid w:val="00C503DC"/>
    <w:rsid w:val="00C5049A"/>
    <w:rsid w:val="00C5070E"/>
    <w:rsid w:val="00C5084C"/>
    <w:rsid w:val="00C50A5F"/>
    <w:rsid w:val="00C50B9E"/>
    <w:rsid w:val="00C50C1B"/>
    <w:rsid w:val="00C50E9D"/>
    <w:rsid w:val="00C5110B"/>
    <w:rsid w:val="00C5177B"/>
    <w:rsid w:val="00C51A71"/>
    <w:rsid w:val="00C51C2A"/>
    <w:rsid w:val="00C52071"/>
    <w:rsid w:val="00C5280F"/>
    <w:rsid w:val="00C528C1"/>
    <w:rsid w:val="00C52CE7"/>
    <w:rsid w:val="00C52D00"/>
    <w:rsid w:val="00C52D91"/>
    <w:rsid w:val="00C52DAD"/>
    <w:rsid w:val="00C52F0A"/>
    <w:rsid w:val="00C53113"/>
    <w:rsid w:val="00C5330B"/>
    <w:rsid w:val="00C54012"/>
    <w:rsid w:val="00C54053"/>
    <w:rsid w:val="00C540A5"/>
    <w:rsid w:val="00C5439D"/>
    <w:rsid w:val="00C5445F"/>
    <w:rsid w:val="00C54499"/>
    <w:rsid w:val="00C5461D"/>
    <w:rsid w:val="00C5472C"/>
    <w:rsid w:val="00C54973"/>
    <w:rsid w:val="00C5507B"/>
    <w:rsid w:val="00C5528E"/>
    <w:rsid w:val="00C55C92"/>
    <w:rsid w:val="00C55DA6"/>
    <w:rsid w:val="00C564AE"/>
    <w:rsid w:val="00C567A4"/>
    <w:rsid w:val="00C56889"/>
    <w:rsid w:val="00C56B48"/>
    <w:rsid w:val="00C56C94"/>
    <w:rsid w:val="00C56D65"/>
    <w:rsid w:val="00C56E6F"/>
    <w:rsid w:val="00C56F17"/>
    <w:rsid w:val="00C57229"/>
    <w:rsid w:val="00C573DB"/>
    <w:rsid w:val="00C5740D"/>
    <w:rsid w:val="00C5786F"/>
    <w:rsid w:val="00C57C7D"/>
    <w:rsid w:val="00C57D94"/>
    <w:rsid w:val="00C57F2D"/>
    <w:rsid w:val="00C57FAB"/>
    <w:rsid w:val="00C600F5"/>
    <w:rsid w:val="00C605E5"/>
    <w:rsid w:val="00C60D6A"/>
    <w:rsid w:val="00C614A3"/>
    <w:rsid w:val="00C614FC"/>
    <w:rsid w:val="00C617AF"/>
    <w:rsid w:val="00C61800"/>
    <w:rsid w:val="00C61C87"/>
    <w:rsid w:val="00C61DC0"/>
    <w:rsid w:val="00C61F2F"/>
    <w:rsid w:val="00C63845"/>
    <w:rsid w:val="00C63A48"/>
    <w:rsid w:val="00C63FB9"/>
    <w:rsid w:val="00C645F0"/>
    <w:rsid w:val="00C64AB4"/>
    <w:rsid w:val="00C64E8B"/>
    <w:rsid w:val="00C64F08"/>
    <w:rsid w:val="00C64F87"/>
    <w:rsid w:val="00C65070"/>
    <w:rsid w:val="00C651BF"/>
    <w:rsid w:val="00C652D4"/>
    <w:rsid w:val="00C6540D"/>
    <w:rsid w:val="00C65577"/>
    <w:rsid w:val="00C657B0"/>
    <w:rsid w:val="00C65973"/>
    <w:rsid w:val="00C6676F"/>
    <w:rsid w:val="00C66816"/>
    <w:rsid w:val="00C6698D"/>
    <w:rsid w:val="00C66BA5"/>
    <w:rsid w:val="00C66EC2"/>
    <w:rsid w:val="00C66ECE"/>
    <w:rsid w:val="00C66F25"/>
    <w:rsid w:val="00C66FF4"/>
    <w:rsid w:val="00C6703E"/>
    <w:rsid w:val="00C67149"/>
    <w:rsid w:val="00C67215"/>
    <w:rsid w:val="00C672C2"/>
    <w:rsid w:val="00C67375"/>
    <w:rsid w:val="00C675CE"/>
    <w:rsid w:val="00C678CD"/>
    <w:rsid w:val="00C67F2B"/>
    <w:rsid w:val="00C705F9"/>
    <w:rsid w:val="00C706ED"/>
    <w:rsid w:val="00C7091D"/>
    <w:rsid w:val="00C7095B"/>
    <w:rsid w:val="00C70B3D"/>
    <w:rsid w:val="00C70F76"/>
    <w:rsid w:val="00C70FF4"/>
    <w:rsid w:val="00C715B6"/>
    <w:rsid w:val="00C71618"/>
    <w:rsid w:val="00C71743"/>
    <w:rsid w:val="00C717F5"/>
    <w:rsid w:val="00C72027"/>
    <w:rsid w:val="00C72196"/>
    <w:rsid w:val="00C72847"/>
    <w:rsid w:val="00C72A87"/>
    <w:rsid w:val="00C72B59"/>
    <w:rsid w:val="00C72DD5"/>
    <w:rsid w:val="00C730B7"/>
    <w:rsid w:val="00C7338D"/>
    <w:rsid w:val="00C73816"/>
    <w:rsid w:val="00C739C6"/>
    <w:rsid w:val="00C73CA6"/>
    <w:rsid w:val="00C73E62"/>
    <w:rsid w:val="00C74005"/>
    <w:rsid w:val="00C742B6"/>
    <w:rsid w:val="00C746E0"/>
    <w:rsid w:val="00C749A2"/>
    <w:rsid w:val="00C74C83"/>
    <w:rsid w:val="00C7509F"/>
    <w:rsid w:val="00C75573"/>
    <w:rsid w:val="00C75E0E"/>
    <w:rsid w:val="00C75FC8"/>
    <w:rsid w:val="00C75FD3"/>
    <w:rsid w:val="00C76427"/>
    <w:rsid w:val="00C76609"/>
    <w:rsid w:val="00C766E6"/>
    <w:rsid w:val="00C7678F"/>
    <w:rsid w:val="00C76849"/>
    <w:rsid w:val="00C76CB8"/>
    <w:rsid w:val="00C76D3F"/>
    <w:rsid w:val="00C76E56"/>
    <w:rsid w:val="00C76F15"/>
    <w:rsid w:val="00C77048"/>
    <w:rsid w:val="00C77463"/>
    <w:rsid w:val="00C775CC"/>
    <w:rsid w:val="00C776E9"/>
    <w:rsid w:val="00C77D5C"/>
    <w:rsid w:val="00C80002"/>
    <w:rsid w:val="00C803A2"/>
    <w:rsid w:val="00C8078F"/>
    <w:rsid w:val="00C80CF9"/>
    <w:rsid w:val="00C8186E"/>
    <w:rsid w:val="00C81F21"/>
    <w:rsid w:val="00C81F30"/>
    <w:rsid w:val="00C8209B"/>
    <w:rsid w:val="00C82394"/>
    <w:rsid w:val="00C824C8"/>
    <w:rsid w:val="00C8277C"/>
    <w:rsid w:val="00C82E91"/>
    <w:rsid w:val="00C82F9F"/>
    <w:rsid w:val="00C8300B"/>
    <w:rsid w:val="00C83454"/>
    <w:rsid w:val="00C83A0C"/>
    <w:rsid w:val="00C83B4D"/>
    <w:rsid w:val="00C83F4C"/>
    <w:rsid w:val="00C840C9"/>
    <w:rsid w:val="00C84483"/>
    <w:rsid w:val="00C84574"/>
    <w:rsid w:val="00C8458D"/>
    <w:rsid w:val="00C84875"/>
    <w:rsid w:val="00C84C7B"/>
    <w:rsid w:val="00C84CC9"/>
    <w:rsid w:val="00C84FC0"/>
    <w:rsid w:val="00C851F0"/>
    <w:rsid w:val="00C857BC"/>
    <w:rsid w:val="00C85E79"/>
    <w:rsid w:val="00C85FCE"/>
    <w:rsid w:val="00C86215"/>
    <w:rsid w:val="00C864F7"/>
    <w:rsid w:val="00C86F66"/>
    <w:rsid w:val="00C87190"/>
    <w:rsid w:val="00C874C7"/>
    <w:rsid w:val="00C876AC"/>
    <w:rsid w:val="00C8770E"/>
    <w:rsid w:val="00C900FD"/>
    <w:rsid w:val="00C9013C"/>
    <w:rsid w:val="00C90176"/>
    <w:rsid w:val="00C9043B"/>
    <w:rsid w:val="00C90977"/>
    <w:rsid w:val="00C909A5"/>
    <w:rsid w:val="00C909F6"/>
    <w:rsid w:val="00C90B65"/>
    <w:rsid w:val="00C90DD6"/>
    <w:rsid w:val="00C91D54"/>
    <w:rsid w:val="00C91D65"/>
    <w:rsid w:val="00C92158"/>
    <w:rsid w:val="00C921AD"/>
    <w:rsid w:val="00C9222E"/>
    <w:rsid w:val="00C92AFA"/>
    <w:rsid w:val="00C92EC9"/>
    <w:rsid w:val="00C9321C"/>
    <w:rsid w:val="00C9346E"/>
    <w:rsid w:val="00C9368B"/>
    <w:rsid w:val="00C93FF6"/>
    <w:rsid w:val="00C94248"/>
    <w:rsid w:val="00C94328"/>
    <w:rsid w:val="00C94995"/>
    <w:rsid w:val="00C94D97"/>
    <w:rsid w:val="00C950EF"/>
    <w:rsid w:val="00C95187"/>
    <w:rsid w:val="00C95358"/>
    <w:rsid w:val="00C9581D"/>
    <w:rsid w:val="00C95A0E"/>
    <w:rsid w:val="00C95AA4"/>
    <w:rsid w:val="00C95CFF"/>
    <w:rsid w:val="00C960A2"/>
    <w:rsid w:val="00C9619F"/>
    <w:rsid w:val="00C96817"/>
    <w:rsid w:val="00C96DF0"/>
    <w:rsid w:val="00C970FB"/>
    <w:rsid w:val="00C97512"/>
    <w:rsid w:val="00C97945"/>
    <w:rsid w:val="00C97A8D"/>
    <w:rsid w:val="00C97B0D"/>
    <w:rsid w:val="00C97C25"/>
    <w:rsid w:val="00C97D06"/>
    <w:rsid w:val="00CA0144"/>
    <w:rsid w:val="00CA01CC"/>
    <w:rsid w:val="00CA0312"/>
    <w:rsid w:val="00CA067F"/>
    <w:rsid w:val="00CA06C8"/>
    <w:rsid w:val="00CA073A"/>
    <w:rsid w:val="00CA0828"/>
    <w:rsid w:val="00CA0956"/>
    <w:rsid w:val="00CA0AD7"/>
    <w:rsid w:val="00CA0BD6"/>
    <w:rsid w:val="00CA0E10"/>
    <w:rsid w:val="00CA0E6A"/>
    <w:rsid w:val="00CA0E8D"/>
    <w:rsid w:val="00CA0F7F"/>
    <w:rsid w:val="00CA1303"/>
    <w:rsid w:val="00CA16D9"/>
    <w:rsid w:val="00CA1D0F"/>
    <w:rsid w:val="00CA205E"/>
    <w:rsid w:val="00CA20CE"/>
    <w:rsid w:val="00CA23B3"/>
    <w:rsid w:val="00CA2451"/>
    <w:rsid w:val="00CA2623"/>
    <w:rsid w:val="00CA286A"/>
    <w:rsid w:val="00CA2980"/>
    <w:rsid w:val="00CA2A19"/>
    <w:rsid w:val="00CA2A6C"/>
    <w:rsid w:val="00CA2B5C"/>
    <w:rsid w:val="00CA2E0A"/>
    <w:rsid w:val="00CA33AD"/>
    <w:rsid w:val="00CA3597"/>
    <w:rsid w:val="00CA3A3A"/>
    <w:rsid w:val="00CA3A76"/>
    <w:rsid w:val="00CA3B69"/>
    <w:rsid w:val="00CA3F51"/>
    <w:rsid w:val="00CA3F57"/>
    <w:rsid w:val="00CA417B"/>
    <w:rsid w:val="00CA42BA"/>
    <w:rsid w:val="00CA47F5"/>
    <w:rsid w:val="00CA4878"/>
    <w:rsid w:val="00CA4A7E"/>
    <w:rsid w:val="00CA5060"/>
    <w:rsid w:val="00CA5605"/>
    <w:rsid w:val="00CA56DF"/>
    <w:rsid w:val="00CA570C"/>
    <w:rsid w:val="00CA5760"/>
    <w:rsid w:val="00CA5D27"/>
    <w:rsid w:val="00CA5D28"/>
    <w:rsid w:val="00CA5F25"/>
    <w:rsid w:val="00CA6543"/>
    <w:rsid w:val="00CA75BA"/>
    <w:rsid w:val="00CA7623"/>
    <w:rsid w:val="00CA796C"/>
    <w:rsid w:val="00CB014F"/>
    <w:rsid w:val="00CB0452"/>
    <w:rsid w:val="00CB0546"/>
    <w:rsid w:val="00CB08E9"/>
    <w:rsid w:val="00CB09F0"/>
    <w:rsid w:val="00CB0BB6"/>
    <w:rsid w:val="00CB0E0A"/>
    <w:rsid w:val="00CB0E69"/>
    <w:rsid w:val="00CB0ED9"/>
    <w:rsid w:val="00CB1154"/>
    <w:rsid w:val="00CB17A3"/>
    <w:rsid w:val="00CB17E5"/>
    <w:rsid w:val="00CB1981"/>
    <w:rsid w:val="00CB1B2F"/>
    <w:rsid w:val="00CB1BBF"/>
    <w:rsid w:val="00CB1C39"/>
    <w:rsid w:val="00CB1FC5"/>
    <w:rsid w:val="00CB209B"/>
    <w:rsid w:val="00CB2111"/>
    <w:rsid w:val="00CB21CE"/>
    <w:rsid w:val="00CB29C9"/>
    <w:rsid w:val="00CB2CF5"/>
    <w:rsid w:val="00CB2E59"/>
    <w:rsid w:val="00CB306D"/>
    <w:rsid w:val="00CB3202"/>
    <w:rsid w:val="00CB3331"/>
    <w:rsid w:val="00CB33D8"/>
    <w:rsid w:val="00CB36CE"/>
    <w:rsid w:val="00CB378E"/>
    <w:rsid w:val="00CB390D"/>
    <w:rsid w:val="00CB3C1D"/>
    <w:rsid w:val="00CB4030"/>
    <w:rsid w:val="00CB41AC"/>
    <w:rsid w:val="00CB425D"/>
    <w:rsid w:val="00CB434C"/>
    <w:rsid w:val="00CB4382"/>
    <w:rsid w:val="00CB45D2"/>
    <w:rsid w:val="00CB4729"/>
    <w:rsid w:val="00CB4778"/>
    <w:rsid w:val="00CB4A4C"/>
    <w:rsid w:val="00CB508C"/>
    <w:rsid w:val="00CB50D2"/>
    <w:rsid w:val="00CB5114"/>
    <w:rsid w:val="00CB55A2"/>
    <w:rsid w:val="00CB5699"/>
    <w:rsid w:val="00CB583C"/>
    <w:rsid w:val="00CB617A"/>
    <w:rsid w:val="00CB6259"/>
    <w:rsid w:val="00CB640A"/>
    <w:rsid w:val="00CB6BD8"/>
    <w:rsid w:val="00CB6EA6"/>
    <w:rsid w:val="00CB72BE"/>
    <w:rsid w:val="00CB777B"/>
    <w:rsid w:val="00CB79CB"/>
    <w:rsid w:val="00CB7DEF"/>
    <w:rsid w:val="00CB7E5C"/>
    <w:rsid w:val="00CC0063"/>
    <w:rsid w:val="00CC05D3"/>
    <w:rsid w:val="00CC07A3"/>
    <w:rsid w:val="00CC07DA"/>
    <w:rsid w:val="00CC07F0"/>
    <w:rsid w:val="00CC085D"/>
    <w:rsid w:val="00CC0969"/>
    <w:rsid w:val="00CC0C8E"/>
    <w:rsid w:val="00CC100F"/>
    <w:rsid w:val="00CC1133"/>
    <w:rsid w:val="00CC1303"/>
    <w:rsid w:val="00CC172F"/>
    <w:rsid w:val="00CC1816"/>
    <w:rsid w:val="00CC1B40"/>
    <w:rsid w:val="00CC29DC"/>
    <w:rsid w:val="00CC2CAF"/>
    <w:rsid w:val="00CC2D03"/>
    <w:rsid w:val="00CC2E17"/>
    <w:rsid w:val="00CC2EF2"/>
    <w:rsid w:val="00CC3049"/>
    <w:rsid w:val="00CC359E"/>
    <w:rsid w:val="00CC36B2"/>
    <w:rsid w:val="00CC3754"/>
    <w:rsid w:val="00CC3F6E"/>
    <w:rsid w:val="00CC40C7"/>
    <w:rsid w:val="00CC422F"/>
    <w:rsid w:val="00CC48B1"/>
    <w:rsid w:val="00CC4A7F"/>
    <w:rsid w:val="00CC4A90"/>
    <w:rsid w:val="00CC4AB2"/>
    <w:rsid w:val="00CC4AD2"/>
    <w:rsid w:val="00CC4C2A"/>
    <w:rsid w:val="00CC4CBD"/>
    <w:rsid w:val="00CC56B8"/>
    <w:rsid w:val="00CC570F"/>
    <w:rsid w:val="00CC578B"/>
    <w:rsid w:val="00CC58BD"/>
    <w:rsid w:val="00CC58C9"/>
    <w:rsid w:val="00CC5D22"/>
    <w:rsid w:val="00CC616D"/>
    <w:rsid w:val="00CC653A"/>
    <w:rsid w:val="00CC6613"/>
    <w:rsid w:val="00CC6964"/>
    <w:rsid w:val="00CC6BDB"/>
    <w:rsid w:val="00CC6C9D"/>
    <w:rsid w:val="00CC7181"/>
    <w:rsid w:val="00CC7286"/>
    <w:rsid w:val="00CC7876"/>
    <w:rsid w:val="00CC7C61"/>
    <w:rsid w:val="00CC7C77"/>
    <w:rsid w:val="00CC7D01"/>
    <w:rsid w:val="00CD002B"/>
    <w:rsid w:val="00CD0193"/>
    <w:rsid w:val="00CD02CF"/>
    <w:rsid w:val="00CD0449"/>
    <w:rsid w:val="00CD0722"/>
    <w:rsid w:val="00CD0B08"/>
    <w:rsid w:val="00CD0F15"/>
    <w:rsid w:val="00CD1468"/>
    <w:rsid w:val="00CD1609"/>
    <w:rsid w:val="00CD16AD"/>
    <w:rsid w:val="00CD19CD"/>
    <w:rsid w:val="00CD1A13"/>
    <w:rsid w:val="00CD1B38"/>
    <w:rsid w:val="00CD1CF5"/>
    <w:rsid w:val="00CD1F7D"/>
    <w:rsid w:val="00CD23DF"/>
    <w:rsid w:val="00CD25E0"/>
    <w:rsid w:val="00CD2631"/>
    <w:rsid w:val="00CD2835"/>
    <w:rsid w:val="00CD2A6A"/>
    <w:rsid w:val="00CD2D51"/>
    <w:rsid w:val="00CD2F17"/>
    <w:rsid w:val="00CD2FE3"/>
    <w:rsid w:val="00CD35B7"/>
    <w:rsid w:val="00CD370B"/>
    <w:rsid w:val="00CD375B"/>
    <w:rsid w:val="00CD38BF"/>
    <w:rsid w:val="00CD3B47"/>
    <w:rsid w:val="00CD3DE1"/>
    <w:rsid w:val="00CD4021"/>
    <w:rsid w:val="00CD432E"/>
    <w:rsid w:val="00CD43CD"/>
    <w:rsid w:val="00CD4474"/>
    <w:rsid w:val="00CD47BE"/>
    <w:rsid w:val="00CD4A9E"/>
    <w:rsid w:val="00CD4AD5"/>
    <w:rsid w:val="00CD4E5D"/>
    <w:rsid w:val="00CD4F34"/>
    <w:rsid w:val="00CD5308"/>
    <w:rsid w:val="00CD5475"/>
    <w:rsid w:val="00CD56C0"/>
    <w:rsid w:val="00CD5760"/>
    <w:rsid w:val="00CD5B40"/>
    <w:rsid w:val="00CD5E26"/>
    <w:rsid w:val="00CD64C4"/>
    <w:rsid w:val="00CD6A9B"/>
    <w:rsid w:val="00CD6EB0"/>
    <w:rsid w:val="00CD7276"/>
    <w:rsid w:val="00CD72D4"/>
    <w:rsid w:val="00CD740F"/>
    <w:rsid w:val="00CD7BA6"/>
    <w:rsid w:val="00CD7C22"/>
    <w:rsid w:val="00CD7CEF"/>
    <w:rsid w:val="00CD7D84"/>
    <w:rsid w:val="00CE0119"/>
    <w:rsid w:val="00CE01B2"/>
    <w:rsid w:val="00CE028C"/>
    <w:rsid w:val="00CE03FC"/>
    <w:rsid w:val="00CE047A"/>
    <w:rsid w:val="00CE0C7F"/>
    <w:rsid w:val="00CE0E57"/>
    <w:rsid w:val="00CE11F2"/>
    <w:rsid w:val="00CE130B"/>
    <w:rsid w:val="00CE13CB"/>
    <w:rsid w:val="00CE1509"/>
    <w:rsid w:val="00CE17A0"/>
    <w:rsid w:val="00CE19B0"/>
    <w:rsid w:val="00CE1B34"/>
    <w:rsid w:val="00CE1BF7"/>
    <w:rsid w:val="00CE1C4C"/>
    <w:rsid w:val="00CE21EC"/>
    <w:rsid w:val="00CE21EF"/>
    <w:rsid w:val="00CE229A"/>
    <w:rsid w:val="00CE2510"/>
    <w:rsid w:val="00CE263E"/>
    <w:rsid w:val="00CE2986"/>
    <w:rsid w:val="00CE2C09"/>
    <w:rsid w:val="00CE2ED0"/>
    <w:rsid w:val="00CE303A"/>
    <w:rsid w:val="00CE3290"/>
    <w:rsid w:val="00CE3293"/>
    <w:rsid w:val="00CE3582"/>
    <w:rsid w:val="00CE35EC"/>
    <w:rsid w:val="00CE3747"/>
    <w:rsid w:val="00CE382D"/>
    <w:rsid w:val="00CE3876"/>
    <w:rsid w:val="00CE3A9A"/>
    <w:rsid w:val="00CE3DCA"/>
    <w:rsid w:val="00CE45CD"/>
    <w:rsid w:val="00CE484E"/>
    <w:rsid w:val="00CE48D0"/>
    <w:rsid w:val="00CE4B5F"/>
    <w:rsid w:val="00CE4BEB"/>
    <w:rsid w:val="00CE552D"/>
    <w:rsid w:val="00CE5ACC"/>
    <w:rsid w:val="00CE5DFC"/>
    <w:rsid w:val="00CE5FA7"/>
    <w:rsid w:val="00CE637D"/>
    <w:rsid w:val="00CE6442"/>
    <w:rsid w:val="00CE6773"/>
    <w:rsid w:val="00CE696E"/>
    <w:rsid w:val="00CE6C99"/>
    <w:rsid w:val="00CE6CBA"/>
    <w:rsid w:val="00CE6FAD"/>
    <w:rsid w:val="00CE70C6"/>
    <w:rsid w:val="00CE7129"/>
    <w:rsid w:val="00CE72FF"/>
    <w:rsid w:val="00CE737C"/>
    <w:rsid w:val="00CE752D"/>
    <w:rsid w:val="00CE755B"/>
    <w:rsid w:val="00CE757A"/>
    <w:rsid w:val="00CE79C1"/>
    <w:rsid w:val="00CE7BFF"/>
    <w:rsid w:val="00CE7EEA"/>
    <w:rsid w:val="00CF044F"/>
    <w:rsid w:val="00CF0470"/>
    <w:rsid w:val="00CF07B9"/>
    <w:rsid w:val="00CF08DE"/>
    <w:rsid w:val="00CF0C69"/>
    <w:rsid w:val="00CF0CA5"/>
    <w:rsid w:val="00CF0D08"/>
    <w:rsid w:val="00CF0D33"/>
    <w:rsid w:val="00CF0E53"/>
    <w:rsid w:val="00CF0EEC"/>
    <w:rsid w:val="00CF1124"/>
    <w:rsid w:val="00CF113E"/>
    <w:rsid w:val="00CF1769"/>
    <w:rsid w:val="00CF1A20"/>
    <w:rsid w:val="00CF1B27"/>
    <w:rsid w:val="00CF1D08"/>
    <w:rsid w:val="00CF1E26"/>
    <w:rsid w:val="00CF1F1D"/>
    <w:rsid w:val="00CF202D"/>
    <w:rsid w:val="00CF252F"/>
    <w:rsid w:val="00CF26A7"/>
    <w:rsid w:val="00CF270E"/>
    <w:rsid w:val="00CF29BC"/>
    <w:rsid w:val="00CF2AAF"/>
    <w:rsid w:val="00CF2D1D"/>
    <w:rsid w:val="00CF2E47"/>
    <w:rsid w:val="00CF3083"/>
    <w:rsid w:val="00CF39F8"/>
    <w:rsid w:val="00CF3D5E"/>
    <w:rsid w:val="00CF41CA"/>
    <w:rsid w:val="00CF45CF"/>
    <w:rsid w:val="00CF495C"/>
    <w:rsid w:val="00CF4AD1"/>
    <w:rsid w:val="00CF4BB4"/>
    <w:rsid w:val="00CF5267"/>
    <w:rsid w:val="00CF569C"/>
    <w:rsid w:val="00CF5817"/>
    <w:rsid w:val="00CF588F"/>
    <w:rsid w:val="00CF5BD3"/>
    <w:rsid w:val="00CF5D23"/>
    <w:rsid w:val="00CF6065"/>
    <w:rsid w:val="00CF610F"/>
    <w:rsid w:val="00CF61AB"/>
    <w:rsid w:val="00CF64FC"/>
    <w:rsid w:val="00CF6974"/>
    <w:rsid w:val="00CF6C57"/>
    <w:rsid w:val="00CF6CE6"/>
    <w:rsid w:val="00CF7238"/>
    <w:rsid w:val="00CF77A2"/>
    <w:rsid w:val="00CF7E51"/>
    <w:rsid w:val="00CF7E7E"/>
    <w:rsid w:val="00D005E0"/>
    <w:rsid w:val="00D006F7"/>
    <w:rsid w:val="00D006FB"/>
    <w:rsid w:val="00D0079E"/>
    <w:rsid w:val="00D008FB"/>
    <w:rsid w:val="00D00977"/>
    <w:rsid w:val="00D009EF"/>
    <w:rsid w:val="00D00C08"/>
    <w:rsid w:val="00D00E8D"/>
    <w:rsid w:val="00D00FC5"/>
    <w:rsid w:val="00D0149E"/>
    <w:rsid w:val="00D0151A"/>
    <w:rsid w:val="00D0186C"/>
    <w:rsid w:val="00D021D9"/>
    <w:rsid w:val="00D022BA"/>
    <w:rsid w:val="00D02D44"/>
    <w:rsid w:val="00D0320B"/>
    <w:rsid w:val="00D035C1"/>
    <w:rsid w:val="00D0387C"/>
    <w:rsid w:val="00D03EF2"/>
    <w:rsid w:val="00D04049"/>
    <w:rsid w:val="00D042BB"/>
    <w:rsid w:val="00D04945"/>
    <w:rsid w:val="00D04A41"/>
    <w:rsid w:val="00D04A9E"/>
    <w:rsid w:val="00D04AA5"/>
    <w:rsid w:val="00D04B8B"/>
    <w:rsid w:val="00D04E7E"/>
    <w:rsid w:val="00D04EBE"/>
    <w:rsid w:val="00D04FAA"/>
    <w:rsid w:val="00D05210"/>
    <w:rsid w:val="00D05235"/>
    <w:rsid w:val="00D05374"/>
    <w:rsid w:val="00D05A38"/>
    <w:rsid w:val="00D05BF9"/>
    <w:rsid w:val="00D05E0E"/>
    <w:rsid w:val="00D05E0F"/>
    <w:rsid w:val="00D06021"/>
    <w:rsid w:val="00D0614E"/>
    <w:rsid w:val="00D06639"/>
    <w:rsid w:val="00D06BF8"/>
    <w:rsid w:val="00D073A1"/>
    <w:rsid w:val="00D07573"/>
    <w:rsid w:val="00D07A63"/>
    <w:rsid w:val="00D07B32"/>
    <w:rsid w:val="00D07C05"/>
    <w:rsid w:val="00D103AE"/>
    <w:rsid w:val="00D10475"/>
    <w:rsid w:val="00D1069F"/>
    <w:rsid w:val="00D1076E"/>
    <w:rsid w:val="00D108B3"/>
    <w:rsid w:val="00D10E85"/>
    <w:rsid w:val="00D11718"/>
    <w:rsid w:val="00D11963"/>
    <w:rsid w:val="00D119D2"/>
    <w:rsid w:val="00D11B9C"/>
    <w:rsid w:val="00D11C62"/>
    <w:rsid w:val="00D11F11"/>
    <w:rsid w:val="00D128DD"/>
    <w:rsid w:val="00D13026"/>
    <w:rsid w:val="00D13528"/>
    <w:rsid w:val="00D13719"/>
    <w:rsid w:val="00D13969"/>
    <w:rsid w:val="00D13E93"/>
    <w:rsid w:val="00D14199"/>
    <w:rsid w:val="00D14285"/>
    <w:rsid w:val="00D142CF"/>
    <w:rsid w:val="00D145D8"/>
    <w:rsid w:val="00D146C9"/>
    <w:rsid w:val="00D14F2E"/>
    <w:rsid w:val="00D14FFE"/>
    <w:rsid w:val="00D15116"/>
    <w:rsid w:val="00D15775"/>
    <w:rsid w:val="00D158F2"/>
    <w:rsid w:val="00D15EA7"/>
    <w:rsid w:val="00D15F5F"/>
    <w:rsid w:val="00D1620F"/>
    <w:rsid w:val="00D16235"/>
    <w:rsid w:val="00D16385"/>
    <w:rsid w:val="00D164D9"/>
    <w:rsid w:val="00D16A21"/>
    <w:rsid w:val="00D16B1E"/>
    <w:rsid w:val="00D16EC7"/>
    <w:rsid w:val="00D16FD0"/>
    <w:rsid w:val="00D170DE"/>
    <w:rsid w:val="00D171DF"/>
    <w:rsid w:val="00D17389"/>
    <w:rsid w:val="00D17438"/>
    <w:rsid w:val="00D1752A"/>
    <w:rsid w:val="00D17C3C"/>
    <w:rsid w:val="00D17CD2"/>
    <w:rsid w:val="00D17DC4"/>
    <w:rsid w:val="00D20327"/>
    <w:rsid w:val="00D20380"/>
    <w:rsid w:val="00D20417"/>
    <w:rsid w:val="00D20441"/>
    <w:rsid w:val="00D209EE"/>
    <w:rsid w:val="00D21520"/>
    <w:rsid w:val="00D21A8B"/>
    <w:rsid w:val="00D21E23"/>
    <w:rsid w:val="00D21F36"/>
    <w:rsid w:val="00D2223F"/>
    <w:rsid w:val="00D225CF"/>
    <w:rsid w:val="00D2295B"/>
    <w:rsid w:val="00D2296F"/>
    <w:rsid w:val="00D22B1D"/>
    <w:rsid w:val="00D22BB9"/>
    <w:rsid w:val="00D22DC8"/>
    <w:rsid w:val="00D23171"/>
    <w:rsid w:val="00D23584"/>
    <w:rsid w:val="00D236E1"/>
    <w:rsid w:val="00D23AE0"/>
    <w:rsid w:val="00D23BEA"/>
    <w:rsid w:val="00D24343"/>
    <w:rsid w:val="00D24404"/>
    <w:rsid w:val="00D2459F"/>
    <w:rsid w:val="00D246E7"/>
    <w:rsid w:val="00D2476C"/>
    <w:rsid w:val="00D24833"/>
    <w:rsid w:val="00D24874"/>
    <w:rsid w:val="00D24AE3"/>
    <w:rsid w:val="00D24BE3"/>
    <w:rsid w:val="00D24EE5"/>
    <w:rsid w:val="00D25176"/>
    <w:rsid w:val="00D25241"/>
    <w:rsid w:val="00D25661"/>
    <w:rsid w:val="00D25D4E"/>
    <w:rsid w:val="00D263AF"/>
    <w:rsid w:val="00D26856"/>
    <w:rsid w:val="00D268CB"/>
    <w:rsid w:val="00D26DF4"/>
    <w:rsid w:val="00D26E23"/>
    <w:rsid w:val="00D270DC"/>
    <w:rsid w:val="00D2710F"/>
    <w:rsid w:val="00D27341"/>
    <w:rsid w:val="00D2740F"/>
    <w:rsid w:val="00D27A40"/>
    <w:rsid w:val="00D27BF3"/>
    <w:rsid w:val="00D27D0F"/>
    <w:rsid w:val="00D305C4"/>
    <w:rsid w:val="00D305D9"/>
    <w:rsid w:val="00D30670"/>
    <w:rsid w:val="00D306DC"/>
    <w:rsid w:val="00D3071E"/>
    <w:rsid w:val="00D3074C"/>
    <w:rsid w:val="00D30B2E"/>
    <w:rsid w:val="00D30BEF"/>
    <w:rsid w:val="00D30EC3"/>
    <w:rsid w:val="00D30EDA"/>
    <w:rsid w:val="00D312F9"/>
    <w:rsid w:val="00D314E8"/>
    <w:rsid w:val="00D314ED"/>
    <w:rsid w:val="00D3164E"/>
    <w:rsid w:val="00D31A26"/>
    <w:rsid w:val="00D31C1F"/>
    <w:rsid w:val="00D3219D"/>
    <w:rsid w:val="00D321B3"/>
    <w:rsid w:val="00D32586"/>
    <w:rsid w:val="00D3288C"/>
    <w:rsid w:val="00D32D88"/>
    <w:rsid w:val="00D3300A"/>
    <w:rsid w:val="00D33313"/>
    <w:rsid w:val="00D335FF"/>
    <w:rsid w:val="00D337F6"/>
    <w:rsid w:val="00D338C7"/>
    <w:rsid w:val="00D33C10"/>
    <w:rsid w:val="00D33CDA"/>
    <w:rsid w:val="00D33D23"/>
    <w:rsid w:val="00D33E68"/>
    <w:rsid w:val="00D33F6E"/>
    <w:rsid w:val="00D34002"/>
    <w:rsid w:val="00D3441E"/>
    <w:rsid w:val="00D3471B"/>
    <w:rsid w:val="00D34D32"/>
    <w:rsid w:val="00D34F14"/>
    <w:rsid w:val="00D35085"/>
    <w:rsid w:val="00D35173"/>
    <w:rsid w:val="00D351EC"/>
    <w:rsid w:val="00D35204"/>
    <w:rsid w:val="00D3554A"/>
    <w:rsid w:val="00D35BA0"/>
    <w:rsid w:val="00D35EDB"/>
    <w:rsid w:val="00D36094"/>
    <w:rsid w:val="00D36145"/>
    <w:rsid w:val="00D36160"/>
    <w:rsid w:val="00D36323"/>
    <w:rsid w:val="00D3648B"/>
    <w:rsid w:val="00D3658F"/>
    <w:rsid w:val="00D3693A"/>
    <w:rsid w:val="00D36DB4"/>
    <w:rsid w:val="00D37023"/>
    <w:rsid w:val="00D37351"/>
    <w:rsid w:val="00D37396"/>
    <w:rsid w:val="00D37674"/>
    <w:rsid w:val="00D3769E"/>
    <w:rsid w:val="00D37791"/>
    <w:rsid w:val="00D3782C"/>
    <w:rsid w:val="00D403DB"/>
    <w:rsid w:val="00D404A0"/>
    <w:rsid w:val="00D405BB"/>
    <w:rsid w:val="00D40723"/>
    <w:rsid w:val="00D40CDC"/>
    <w:rsid w:val="00D40E96"/>
    <w:rsid w:val="00D4103A"/>
    <w:rsid w:val="00D4121F"/>
    <w:rsid w:val="00D415E4"/>
    <w:rsid w:val="00D41715"/>
    <w:rsid w:val="00D41A06"/>
    <w:rsid w:val="00D41A9D"/>
    <w:rsid w:val="00D41D24"/>
    <w:rsid w:val="00D41DC6"/>
    <w:rsid w:val="00D428F0"/>
    <w:rsid w:val="00D42B86"/>
    <w:rsid w:val="00D430C7"/>
    <w:rsid w:val="00D43463"/>
    <w:rsid w:val="00D43622"/>
    <w:rsid w:val="00D43968"/>
    <w:rsid w:val="00D439B2"/>
    <w:rsid w:val="00D439E5"/>
    <w:rsid w:val="00D43D36"/>
    <w:rsid w:val="00D43F80"/>
    <w:rsid w:val="00D43F96"/>
    <w:rsid w:val="00D44005"/>
    <w:rsid w:val="00D44431"/>
    <w:rsid w:val="00D44483"/>
    <w:rsid w:val="00D4460F"/>
    <w:rsid w:val="00D44663"/>
    <w:rsid w:val="00D4470B"/>
    <w:rsid w:val="00D44748"/>
    <w:rsid w:val="00D4482D"/>
    <w:rsid w:val="00D44CAF"/>
    <w:rsid w:val="00D44D87"/>
    <w:rsid w:val="00D450EA"/>
    <w:rsid w:val="00D4541E"/>
    <w:rsid w:val="00D455C7"/>
    <w:rsid w:val="00D4594A"/>
    <w:rsid w:val="00D459F5"/>
    <w:rsid w:val="00D45B81"/>
    <w:rsid w:val="00D45D6C"/>
    <w:rsid w:val="00D4620C"/>
    <w:rsid w:val="00D462BD"/>
    <w:rsid w:val="00D4737F"/>
    <w:rsid w:val="00D479D0"/>
    <w:rsid w:val="00D47A91"/>
    <w:rsid w:val="00D47AE5"/>
    <w:rsid w:val="00D47D89"/>
    <w:rsid w:val="00D5005C"/>
    <w:rsid w:val="00D501D7"/>
    <w:rsid w:val="00D5023B"/>
    <w:rsid w:val="00D504B9"/>
    <w:rsid w:val="00D50702"/>
    <w:rsid w:val="00D50987"/>
    <w:rsid w:val="00D50A5B"/>
    <w:rsid w:val="00D50EF1"/>
    <w:rsid w:val="00D50F61"/>
    <w:rsid w:val="00D514DD"/>
    <w:rsid w:val="00D519BE"/>
    <w:rsid w:val="00D51C11"/>
    <w:rsid w:val="00D51DAB"/>
    <w:rsid w:val="00D51FB2"/>
    <w:rsid w:val="00D521F4"/>
    <w:rsid w:val="00D52879"/>
    <w:rsid w:val="00D52A02"/>
    <w:rsid w:val="00D52B03"/>
    <w:rsid w:val="00D52CE3"/>
    <w:rsid w:val="00D52DE6"/>
    <w:rsid w:val="00D53163"/>
    <w:rsid w:val="00D53629"/>
    <w:rsid w:val="00D5376B"/>
    <w:rsid w:val="00D53806"/>
    <w:rsid w:val="00D538B9"/>
    <w:rsid w:val="00D53B0C"/>
    <w:rsid w:val="00D53EFA"/>
    <w:rsid w:val="00D54441"/>
    <w:rsid w:val="00D547DC"/>
    <w:rsid w:val="00D54A34"/>
    <w:rsid w:val="00D54B18"/>
    <w:rsid w:val="00D54C72"/>
    <w:rsid w:val="00D54EA4"/>
    <w:rsid w:val="00D54EC1"/>
    <w:rsid w:val="00D54F31"/>
    <w:rsid w:val="00D55336"/>
    <w:rsid w:val="00D55840"/>
    <w:rsid w:val="00D55A1F"/>
    <w:rsid w:val="00D55B69"/>
    <w:rsid w:val="00D55C49"/>
    <w:rsid w:val="00D55D49"/>
    <w:rsid w:val="00D55D82"/>
    <w:rsid w:val="00D55E2A"/>
    <w:rsid w:val="00D55F15"/>
    <w:rsid w:val="00D56177"/>
    <w:rsid w:val="00D564E0"/>
    <w:rsid w:val="00D56682"/>
    <w:rsid w:val="00D56713"/>
    <w:rsid w:val="00D56BE2"/>
    <w:rsid w:val="00D56FD0"/>
    <w:rsid w:val="00D57089"/>
    <w:rsid w:val="00D575DC"/>
    <w:rsid w:val="00D576B3"/>
    <w:rsid w:val="00D57846"/>
    <w:rsid w:val="00D57AE8"/>
    <w:rsid w:val="00D57D49"/>
    <w:rsid w:val="00D602D6"/>
    <w:rsid w:val="00D60690"/>
    <w:rsid w:val="00D60947"/>
    <w:rsid w:val="00D609E1"/>
    <w:rsid w:val="00D60CC8"/>
    <w:rsid w:val="00D61024"/>
    <w:rsid w:val="00D61872"/>
    <w:rsid w:val="00D619C9"/>
    <w:rsid w:val="00D62297"/>
    <w:rsid w:val="00D623E5"/>
    <w:rsid w:val="00D62533"/>
    <w:rsid w:val="00D62758"/>
    <w:rsid w:val="00D6278E"/>
    <w:rsid w:val="00D62B24"/>
    <w:rsid w:val="00D62F82"/>
    <w:rsid w:val="00D633AB"/>
    <w:rsid w:val="00D637BA"/>
    <w:rsid w:val="00D63AC5"/>
    <w:rsid w:val="00D63C3D"/>
    <w:rsid w:val="00D63E53"/>
    <w:rsid w:val="00D640DB"/>
    <w:rsid w:val="00D648DD"/>
    <w:rsid w:val="00D64CC4"/>
    <w:rsid w:val="00D6501B"/>
    <w:rsid w:val="00D65151"/>
    <w:rsid w:val="00D653F5"/>
    <w:rsid w:val="00D65BD6"/>
    <w:rsid w:val="00D65E88"/>
    <w:rsid w:val="00D65FD8"/>
    <w:rsid w:val="00D66189"/>
    <w:rsid w:val="00D664B6"/>
    <w:rsid w:val="00D6686B"/>
    <w:rsid w:val="00D66DE7"/>
    <w:rsid w:val="00D67117"/>
    <w:rsid w:val="00D6753A"/>
    <w:rsid w:val="00D67637"/>
    <w:rsid w:val="00D67CC4"/>
    <w:rsid w:val="00D70196"/>
    <w:rsid w:val="00D70345"/>
    <w:rsid w:val="00D703F6"/>
    <w:rsid w:val="00D70527"/>
    <w:rsid w:val="00D70755"/>
    <w:rsid w:val="00D707E9"/>
    <w:rsid w:val="00D70953"/>
    <w:rsid w:val="00D710D8"/>
    <w:rsid w:val="00D717F5"/>
    <w:rsid w:val="00D71D2B"/>
    <w:rsid w:val="00D72115"/>
    <w:rsid w:val="00D723B6"/>
    <w:rsid w:val="00D7256E"/>
    <w:rsid w:val="00D725A3"/>
    <w:rsid w:val="00D72A2B"/>
    <w:rsid w:val="00D72B10"/>
    <w:rsid w:val="00D7328F"/>
    <w:rsid w:val="00D73681"/>
    <w:rsid w:val="00D736E3"/>
    <w:rsid w:val="00D7376F"/>
    <w:rsid w:val="00D73903"/>
    <w:rsid w:val="00D73928"/>
    <w:rsid w:val="00D739F1"/>
    <w:rsid w:val="00D73CE0"/>
    <w:rsid w:val="00D740B1"/>
    <w:rsid w:val="00D743C8"/>
    <w:rsid w:val="00D759E7"/>
    <w:rsid w:val="00D75E68"/>
    <w:rsid w:val="00D75EB2"/>
    <w:rsid w:val="00D7603F"/>
    <w:rsid w:val="00D76084"/>
    <w:rsid w:val="00D76670"/>
    <w:rsid w:val="00D766C9"/>
    <w:rsid w:val="00D7685F"/>
    <w:rsid w:val="00D76C48"/>
    <w:rsid w:val="00D76E63"/>
    <w:rsid w:val="00D76ECC"/>
    <w:rsid w:val="00D772D7"/>
    <w:rsid w:val="00D77773"/>
    <w:rsid w:val="00D77B82"/>
    <w:rsid w:val="00D80593"/>
    <w:rsid w:val="00D8065C"/>
    <w:rsid w:val="00D80F80"/>
    <w:rsid w:val="00D8145C"/>
    <w:rsid w:val="00D81562"/>
    <w:rsid w:val="00D815C1"/>
    <w:rsid w:val="00D81A2F"/>
    <w:rsid w:val="00D81BA7"/>
    <w:rsid w:val="00D81E77"/>
    <w:rsid w:val="00D82F06"/>
    <w:rsid w:val="00D83327"/>
    <w:rsid w:val="00D83337"/>
    <w:rsid w:val="00D83903"/>
    <w:rsid w:val="00D83B52"/>
    <w:rsid w:val="00D83E03"/>
    <w:rsid w:val="00D84024"/>
    <w:rsid w:val="00D84180"/>
    <w:rsid w:val="00D847A7"/>
    <w:rsid w:val="00D84CCE"/>
    <w:rsid w:val="00D84E68"/>
    <w:rsid w:val="00D85008"/>
    <w:rsid w:val="00D851E3"/>
    <w:rsid w:val="00D855AA"/>
    <w:rsid w:val="00D8569B"/>
    <w:rsid w:val="00D857CD"/>
    <w:rsid w:val="00D85900"/>
    <w:rsid w:val="00D85920"/>
    <w:rsid w:val="00D85C90"/>
    <w:rsid w:val="00D86235"/>
    <w:rsid w:val="00D86263"/>
    <w:rsid w:val="00D862CD"/>
    <w:rsid w:val="00D86349"/>
    <w:rsid w:val="00D866ED"/>
    <w:rsid w:val="00D8672D"/>
    <w:rsid w:val="00D86861"/>
    <w:rsid w:val="00D86994"/>
    <w:rsid w:val="00D86B05"/>
    <w:rsid w:val="00D86E45"/>
    <w:rsid w:val="00D86F62"/>
    <w:rsid w:val="00D870ED"/>
    <w:rsid w:val="00D87535"/>
    <w:rsid w:val="00D876B3"/>
    <w:rsid w:val="00D879B4"/>
    <w:rsid w:val="00D87A87"/>
    <w:rsid w:val="00D87CA7"/>
    <w:rsid w:val="00D90605"/>
    <w:rsid w:val="00D907B1"/>
    <w:rsid w:val="00D90B5A"/>
    <w:rsid w:val="00D90DC2"/>
    <w:rsid w:val="00D913CB"/>
    <w:rsid w:val="00D91569"/>
    <w:rsid w:val="00D91CED"/>
    <w:rsid w:val="00D9217C"/>
    <w:rsid w:val="00D921E1"/>
    <w:rsid w:val="00D92243"/>
    <w:rsid w:val="00D92340"/>
    <w:rsid w:val="00D9273F"/>
    <w:rsid w:val="00D929BA"/>
    <w:rsid w:val="00D92ACC"/>
    <w:rsid w:val="00D92AEA"/>
    <w:rsid w:val="00D931B1"/>
    <w:rsid w:val="00D93342"/>
    <w:rsid w:val="00D93408"/>
    <w:rsid w:val="00D938BF"/>
    <w:rsid w:val="00D93A05"/>
    <w:rsid w:val="00D93D0C"/>
    <w:rsid w:val="00D93DA4"/>
    <w:rsid w:val="00D93DA9"/>
    <w:rsid w:val="00D94020"/>
    <w:rsid w:val="00D941E6"/>
    <w:rsid w:val="00D948AB"/>
    <w:rsid w:val="00D94AA3"/>
    <w:rsid w:val="00D94BD2"/>
    <w:rsid w:val="00D94CE9"/>
    <w:rsid w:val="00D955E4"/>
    <w:rsid w:val="00D959E8"/>
    <w:rsid w:val="00D96217"/>
    <w:rsid w:val="00D965BF"/>
    <w:rsid w:val="00D96608"/>
    <w:rsid w:val="00D969C8"/>
    <w:rsid w:val="00D96EEC"/>
    <w:rsid w:val="00D97282"/>
    <w:rsid w:val="00D97329"/>
    <w:rsid w:val="00D9732C"/>
    <w:rsid w:val="00D979A3"/>
    <w:rsid w:val="00D97AA9"/>
    <w:rsid w:val="00DA02DE"/>
    <w:rsid w:val="00DA05DD"/>
    <w:rsid w:val="00DA0800"/>
    <w:rsid w:val="00DA0872"/>
    <w:rsid w:val="00DA09E1"/>
    <w:rsid w:val="00DA12EC"/>
    <w:rsid w:val="00DA13B8"/>
    <w:rsid w:val="00DA1822"/>
    <w:rsid w:val="00DA1954"/>
    <w:rsid w:val="00DA1AD3"/>
    <w:rsid w:val="00DA1B72"/>
    <w:rsid w:val="00DA1D52"/>
    <w:rsid w:val="00DA1FEB"/>
    <w:rsid w:val="00DA22AA"/>
    <w:rsid w:val="00DA249B"/>
    <w:rsid w:val="00DA2508"/>
    <w:rsid w:val="00DA2669"/>
    <w:rsid w:val="00DA2CD7"/>
    <w:rsid w:val="00DA31A5"/>
    <w:rsid w:val="00DA3823"/>
    <w:rsid w:val="00DA3D63"/>
    <w:rsid w:val="00DA3E24"/>
    <w:rsid w:val="00DA42BB"/>
    <w:rsid w:val="00DA449A"/>
    <w:rsid w:val="00DA4802"/>
    <w:rsid w:val="00DA4C23"/>
    <w:rsid w:val="00DA502F"/>
    <w:rsid w:val="00DA508B"/>
    <w:rsid w:val="00DA538C"/>
    <w:rsid w:val="00DA5BBF"/>
    <w:rsid w:val="00DA5D49"/>
    <w:rsid w:val="00DA6354"/>
    <w:rsid w:val="00DA6EF4"/>
    <w:rsid w:val="00DA70C1"/>
    <w:rsid w:val="00DA7157"/>
    <w:rsid w:val="00DA7160"/>
    <w:rsid w:val="00DA72AE"/>
    <w:rsid w:val="00DA72F4"/>
    <w:rsid w:val="00DA733A"/>
    <w:rsid w:val="00DA7420"/>
    <w:rsid w:val="00DA7620"/>
    <w:rsid w:val="00DA773B"/>
    <w:rsid w:val="00DA773C"/>
    <w:rsid w:val="00DA7C8A"/>
    <w:rsid w:val="00DA7D71"/>
    <w:rsid w:val="00DA7E43"/>
    <w:rsid w:val="00DA7FA5"/>
    <w:rsid w:val="00DB00EB"/>
    <w:rsid w:val="00DB05D1"/>
    <w:rsid w:val="00DB09A0"/>
    <w:rsid w:val="00DB0E2D"/>
    <w:rsid w:val="00DB0E5B"/>
    <w:rsid w:val="00DB1054"/>
    <w:rsid w:val="00DB169A"/>
    <w:rsid w:val="00DB18C6"/>
    <w:rsid w:val="00DB18CA"/>
    <w:rsid w:val="00DB19AB"/>
    <w:rsid w:val="00DB1C77"/>
    <w:rsid w:val="00DB1E79"/>
    <w:rsid w:val="00DB1FA1"/>
    <w:rsid w:val="00DB263E"/>
    <w:rsid w:val="00DB2B53"/>
    <w:rsid w:val="00DB2B95"/>
    <w:rsid w:val="00DB2CE9"/>
    <w:rsid w:val="00DB3122"/>
    <w:rsid w:val="00DB31A1"/>
    <w:rsid w:val="00DB32C8"/>
    <w:rsid w:val="00DB335D"/>
    <w:rsid w:val="00DB438F"/>
    <w:rsid w:val="00DB4BBE"/>
    <w:rsid w:val="00DB4E6E"/>
    <w:rsid w:val="00DB4FF4"/>
    <w:rsid w:val="00DB53D8"/>
    <w:rsid w:val="00DB5660"/>
    <w:rsid w:val="00DB5770"/>
    <w:rsid w:val="00DB6318"/>
    <w:rsid w:val="00DB6BB4"/>
    <w:rsid w:val="00DB6CAD"/>
    <w:rsid w:val="00DB6F1F"/>
    <w:rsid w:val="00DB773A"/>
    <w:rsid w:val="00DB7822"/>
    <w:rsid w:val="00DB78A1"/>
    <w:rsid w:val="00DB79BB"/>
    <w:rsid w:val="00DB79D0"/>
    <w:rsid w:val="00DB79D4"/>
    <w:rsid w:val="00DB7AEB"/>
    <w:rsid w:val="00DB7E14"/>
    <w:rsid w:val="00DC05D8"/>
    <w:rsid w:val="00DC0884"/>
    <w:rsid w:val="00DC0A3C"/>
    <w:rsid w:val="00DC0B5C"/>
    <w:rsid w:val="00DC0B90"/>
    <w:rsid w:val="00DC111A"/>
    <w:rsid w:val="00DC140A"/>
    <w:rsid w:val="00DC145A"/>
    <w:rsid w:val="00DC1788"/>
    <w:rsid w:val="00DC1962"/>
    <w:rsid w:val="00DC1CFA"/>
    <w:rsid w:val="00DC1E5D"/>
    <w:rsid w:val="00DC23E0"/>
    <w:rsid w:val="00DC2D7F"/>
    <w:rsid w:val="00DC2EE6"/>
    <w:rsid w:val="00DC30C8"/>
    <w:rsid w:val="00DC3271"/>
    <w:rsid w:val="00DC3574"/>
    <w:rsid w:val="00DC36CD"/>
    <w:rsid w:val="00DC3E82"/>
    <w:rsid w:val="00DC401F"/>
    <w:rsid w:val="00DC4133"/>
    <w:rsid w:val="00DC4439"/>
    <w:rsid w:val="00DC44F2"/>
    <w:rsid w:val="00DC4610"/>
    <w:rsid w:val="00DC4852"/>
    <w:rsid w:val="00DC4A4B"/>
    <w:rsid w:val="00DC54FB"/>
    <w:rsid w:val="00DC5CDB"/>
    <w:rsid w:val="00DC609C"/>
    <w:rsid w:val="00DC61BC"/>
    <w:rsid w:val="00DC6476"/>
    <w:rsid w:val="00DC6782"/>
    <w:rsid w:val="00DC6D69"/>
    <w:rsid w:val="00DC6D8B"/>
    <w:rsid w:val="00DC6EAA"/>
    <w:rsid w:val="00DC7133"/>
    <w:rsid w:val="00DC749C"/>
    <w:rsid w:val="00DC78DA"/>
    <w:rsid w:val="00DC79C0"/>
    <w:rsid w:val="00DC7B90"/>
    <w:rsid w:val="00DC7F3B"/>
    <w:rsid w:val="00DD0075"/>
    <w:rsid w:val="00DD0B50"/>
    <w:rsid w:val="00DD0E4E"/>
    <w:rsid w:val="00DD1348"/>
    <w:rsid w:val="00DD1DD2"/>
    <w:rsid w:val="00DD1F10"/>
    <w:rsid w:val="00DD2575"/>
    <w:rsid w:val="00DD28D0"/>
    <w:rsid w:val="00DD2B71"/>
    <w:rsid w:val="00DD2CC5"/>
    <w:rsid w:val="00DD2D60"/>
    <w:rsid w:val="00DD2E84"/>
    <w:rsid w:val="00DD2F83"/>
    <w:rsid w:val="00DD31E2"/>
    <w:rsid w:val="00DD3751"/>
    <w:rsid w:val="00DD390C"/>
    <w:rsid w:val="00DD3C9D"/>
    <w:rsid w:val="00DD3D6D"/>
    <w:rsid w:val="00DD3DB8"/>
    <w:rsid w:val="00DD3E0A"/>
    <w:rsid w:val="00DD43E0"/>
    <w:rsid w:val="00DD48E8"/>
    <w:rsid w:val="00DD4912"/>
    <w:rsid w:val="00DD491B"/>
    <w:rsid w:val="00DD4929"/>
    <w:rsid w:val="00DD4EC8"/>
    <w:rsid w:val="00DD4F32"/>
    <w:rsid w:val="00DD5165"/>
    <w:rsid w:val="00DD5C37"/>
    <w:rsid w:val="00DD5CCF"/>
    <w:rsid w:val="00DD5E1B"/>
    <w:rsid w:val="00DD5FC1"/>
    <w:rsid w:val="00DD6147"/>
    <w:rsid w:val="00DD618F"/>
    <w:rsid w:val="00DD61A2"/>
    <w:rsid w:val="00DD6238"/>
    <w:rsid w:val="00DD679D"/>
    <w:rsid w:val="00DD6931"/>
    <w:rsid w:val="00DD69BA"/>
    <w:rsid w:val="00DD69FA"/>
    <w:rsid w:val="00DD6DA5"/>
    <w:rsid w:val="00DD6E4F"/>
    <w:rsid w:val="00DD79B2"/>
    <w:rsid w:val="00DD79E4"/>
    <w:rsid w:val="00DD7F80"/>
    <w:rsid w:val="00DE0238"/>
    <w:rsid w:val="00DE0242"/>
    <w:rsid w:val="00DE04A6"/>
    <w:rsid w:val="00DE05BD"/>
    <w:rsid w:val="00DE06D5"/>
    <w:rsid w:val="00DE0D35"/>
    <w:rsid w:val="00DE111E"/>
    <w:rsid w:val="00DE1569"/>
    <w:rsid w:val="00DE15E7"/>
    <w:rsid w:val="00DE1826"/>
    <w:rsid w:val="00DE1841"/>
    <w:rsid w:val="00DE1B4F"/>
    <w:rsid w:val="00DE1BD0"/>
    <w:rsid w:val="00DE1D52"/>
    <w:rsid w:val="00DE1FF8"/>
    <w:rsid w:val="00DE2079"/>
    <w:rsid w:val="00DE20AA"/>
    <w:rsid w:val="00DE2380"/>
    <w:rsid w:val="00DE2520"/>
    <w:rsid w:val="00DE2DF2"/>
    <w:rsid w:val="00DE313E"/>
    <w:rsid w:val="00DE374F"/>
    <w:rsid w:val="00DE37AF"/>
    <w:rsid w:val="00DE37E7"/>
    <w:rsid w:val="00DE3ABB"/>
    <w:rsid w:val="00DE3BDA"/>
    <w:rsid w:val="00DE3F55"/>
    <w:rsid w:val="00DE4521"/>
    <w:rsid w:val="00DE4576"/>
    <w:rsid w:val="00DE4923"/>
    <w:rsid w:val="00DE4C5A"/>
    <w:rsid w:val="00DE4CBC"/>
    <w:rsid w:val="00DE507C"/>
    <w:rsid w:val="00DE50EF"/>
    <w:rsid w:val="00DE5247"/>
    <w:rsid w:val="00DE53CA"/>
    <w:rsid w:val="00DE581E"/>
    <w:rsid w:val="00DE583E"/>
    <w:rsid w:val="00DE5935"/>
    <w:rsid w:val="00DE5C16"/>
    <w:rsid w:val="00DE5CE6"/>
    <w:rsid w:val="00DE5D61"/>
    <w:rsid w:val="00DE5F5A"/>
    <w:rsid w:val="00DE602F"/>
    <w:rsid w:val="00DE60A1"/>
    <w:rsid w:val="00DE60B0"/>
    <w:rsid w:val="00DE625C"/>
    <w:rsid w:val="00DE62BE"/>
    <w:rsid w:val="00DE638A"/>
    <w:rsid w:val="00DE661D"/>
    <w:rsid w:val="00DE69D6"/>
    <w:rsid w:val="00DE6C83"/>
    <w:rsid w:val="00DE6EC8"/>
    <w:rsid w:val="00DE6FE9"/>
    <w:rsid w:val="00DE7213"/>
    <w:rsid w:val="00DE745D"/>
    <w:rsid w:val="00DE757F"/>
    <w:rsid w:val="00DE7824"/>
    <w:rsid w:val="00DE7936"/>
    <w:rsid w:val="00DE795B"/>
    <w:rsid w:val="00DF0240"/>
    <w:rsid w:val="00DF0278"/>
    <w:rsid w:val="00DF0518"/>
    <w:rsid w:val="00DF0ACB"/>
    <w:rsid w:val="00DF16B1"/>
    <w:rsid w:val="00DF174B"/>
    <w:rsid w:val="00DF2298"/>
    <w:rsid w:val="00DF2C78"/>
    <w:rsid w:val="00DF31CC"/>
    <w:rsid w:val="00DF3253"/>
    <w:rsid w:val="00DF33A6"/>
    <w:rsid w:val="00DF33CB"/>
    <w:rsid w:val="00DF3664"/>
    <w:rsid w:val="00DF3C3D"/>
    <w:rsid w:val="00DF3D1B"/>
    <w:rsid w:val="00DF3F1A"/>
    <w:rsid w:val="00DF41FC"/>
    <w:rsid w:val="00DF43D6"/>
    <w:rsid w:val="00DF4437"/>
    <w:rsid w:val="00DF4454"/>
    <w:rsid w:val="00DF4A98"/>
    <w:rsid w:val="00DF4EDD"/>
    <w:rsid w:val="00DF5017"/>
    <w:rsid w:val="00DF54A6"/>
    <w:rsid w:val="00DF5602"/>
    <w:rsid w:val="00DF56ED"/>
    <w:rsid w:val="00DF5C30"/>
    <w:rsid w:val="00DF5E58"/>
    <w:rsid w:val="00DF6076"/>
    <w:rsid w:val="00DF60CD"/>
    <w:rsid w:val="00DF6203"/>
    <w:rsid w:val="00DF6674"/>
    <w:rsid w:val="00DF67C4"/>
    <w:rsid w:val="00DF6994"/>
    <w:rsid w:val="00DF6F14"/>
    <w:rsid w:val="00DF7101"/>
    <w:rsid w:val="00DF735A"/>
    <w:rsid w:val="00DF7746"/>
    <w:rsid w:val="00DF7875"/>
    <w:rsid w:val="00DF799A"/>
    <w:rsid w:val="00DF7D11"/>
    <w:rsid w:val="00DF7E4D"/>
    <w:rsid w:val="00DF7F43"/>
    <w:rsid w:val="00E000E7"/>
    <w:rsid w:val="00E00118"/>
    <w:rsid w:val="00E003A4"/>
    <w:rsid w:val="00E0048B"/>
    <w:rsid w:val="00E00538"/>
    <w:rsid w:val="00E005AD"/>
    <w:rsid w:val="00E00D07"/>
    <w:rsid w:val="00E01691"/>
    <w:rsid w:val="00E01B31"/>
    <w:rsid w:val="00E01BBA"/>
    <w:rsid w:val="00E01C5B"/>
    <w:rsid w:val="00E01EC3"/>
    <w:rsid w:val="00E01EFF"/>
    <w:rsid w:val="00E01F90"/>
    <w:rsid w:val="00E020C7"/>
    <w:rsid w:val="00E02549"/>
    <w:rsid w:val="00E027FE"/>
    <w:rsid w:val="00E02A32"/>
    <w:rsid w:val="00E02B40"/>
    <w:rsid w:val="00E02B43"/>
    <w:rsid w:val="00E02E8A"/>
    <w:rsid w:val="00E02F95"/>
    <w:rsid w:val="00E03059"/>
    <w:rsid w:val="00E03258"/>
    <w:rsid w:val="00E034F7"/>
    <w:rsid w:val="00E04181"/>
    <w:rsid w:val="00E041B1"/>
    <w:rsid w:val="00E043D5"/>
    <w:rsid w:val="00E0489F"/>
    <w:rsid w:val="00E04DF4"/>
    <w:rsid w:val="00E04E0C"/>
    <w:rsid w:val="00E052A1"/>
    <w:rsid w:val="00E05877"/>
    <w:rsid w:val="00E05981"/>
    <w:rsid w:val="00E05A8C"/>
    <w:rsid w:val="00E05BBA"/>
    <w:rsid w:val="00E060B8"/>
    <w:rsid w:val="00E064CC"/>
    <w:rsid w:val="00E06773"/>
    <w:rsid w:val="00E06874"/>
    <w:rsid w:val="00E068A1"/>
    <w:rsid w:val="00E06C76"/>
    <w:rsid w:val="00E06DDF"/>
    <w:rsid w:val="00E06FFF"/>
    <w:rsid w:val="00E07087"/>
    <w:rsid w:val="00E071A8"/>
    <w:rsid w:val="00E0799C"/>
    <w:rsid w:val="00E07BF4"/>
    <w:rsid w:val="00E07DEA"/>
    <w:rsid w:val="00E101BC"/>
    <w:rsid w:val="00E101E5"/>
    <w:rsid w:val="00E104CE"/>
    <w:rsid w:val="00E106B4"/>
    <w:rsid w:val="00E11451"/>
    <w:rsid w:val="00E11752"/>
    <w:rsid w:val="00E11B68"/>
    <w:rsid w:val="00E12BD1"/>
    <w:rsid w:val="00E12F93"/>
    <w:rsid w:val="00E13ACE"/>
    <w:rsid w:val="00E13B92"/>
    <w:rsid w:val="00E13CCB"/>
    <w:rsid w:val="00E13F8A"/>
    <w:rsid w:val="00E14042"/>
    <w:rsid w:val="00E1429A"/>
    <w:rsid w:val="00E14E34"/>
    <w:rsid w:val="00E153AB"/>
    <w:rsid w:val="00E15D8E"/>
    <w:rsid w:val="00E15D94"/>
    <w:rsid w:val="00E16080"/>
    <w:rsid w:val="00E16380"/>
    <w:rsid w:val="00E166B7"/>
    <w:rsid w:val="00E16AE5"/>
    <w:rsid w:val="00E16FA2"/>
    <w:rsid w:val="00E1736C"/>
    <w:rsid w:val="00E173E1"/>
    <w:rsid w:val="00E17490"/>
    <w:rsid w:val="00E174E9"/>
    <w:rsid w:val="00E1773F"/>
    <w:rsid w:val="00E17761"/>
    <w:rsid w:val="00E179D8"/>
    <w:rsid w:val="00E17BAE"/>
    <w:rsid w:val="00E17BDE"/>
    <w:rsid w:val="00E17C84"/>
    <w:rsid w:val="00E17D28"/>
    <w:rsid w:val="00E20093"/>
    <w:rsid w:val="00E2023A"/>
    <w:rsid w:val="00E2091B"/>
    <w:rsid w:val="00E20D1A"/>
    <w:rsid w:val="00E20D2C"/>
    <w:rsid w:val="00E20F11"/>
    <w:rsid w:val="00E21A07"/>
    <w:rsid w:val="00E21CFB"/>
    <w:rsid w:val="00E21E5C"/>
    <w:rsid w:val="00E21EA8"/>
    <w:rsid w:val="00E22336"/>
    <w:rsid w:val="00E225E2"/>
    <w:rsid w:val="00E2282D"/>
    <w:rsid w:val="00E23400"/>
    <w:rsid w:val="00E2350C"/>
    <w:rsid w:val="00E23CD7"/>
    <w:rsid w:val="00E23D05"/>
    <w:rsid w:val="00E24090"/>
    <w:rsid w:val="00E24493"/>
    <w:rsid w:val="00E245A0"/>
    <w:rsid w:val="00E24D6D"/>
    <w:rsid w:val="00E251D3"/>
    <w:rsid w:val="00E25398"/>
    <w:rsid w:val="00E2566D"/>
    <w:rsid w:val="00E25AAC"/>
    <w:rsid w:val="00E25C88"/>
    <w:rsid w:val="00E25E40"/>
    <w:rsid w:val="00E25F20"/>
    <w:rsid w:val="00E25FAC"/>
    <w:rsid w:val="00E26403"/>
    <w:rsid w:val="00E26DC6"/>
    <w:rsid w:val="00E26F06"/>
    <w:rsid w:val="00E27189"/>
    <w:rsid w:val="00E27529"/>
    <w:rsid w:val="00E279DE"/>
    <w:rsid w:val="00E27A10"/>
    <w:rsid w:val="00E30391"/>
    <w:rsid w:val="00E304A7"/>
    <w:rsid w:val="00E308C3"/>
    <w:rsid w:val="00E30A84"/>
    <w:rsid w:val="00E30CE9"/>
    <w:rsid w:val="00E30D96"/>
    <w:rsid w:val="00E30E11"/>
    <w:rsid w:val="00E30F6B"/>
    <w:rsid w:val="00E3125E"/>
    <w:rsid w:val="00E312B2"/>
    <w:rsid w:val="00E3145A"/>
    <w:rsid w:val="00E315C6"/>
    <w:rsid w:val="00E31723"/>
    <w:rsid w:val="00E3174D"/>
    <w:rsid w:val="00E3183D"/>
    <w:rsid w:val="00E31A54"/>
    <w:rsid w:val="00E31D49"/>
    <w:rsid w:val="00E32227"/>
    <w:rsid w:val="00E3258D"/>
    <w:rsid w:val="00E32654"/>
    <w:rsid w:val="00E32BA0"/>
    <w:rsid w:val="00E32E91"/>
    <w:rsid w:val="00E3305E"/>
    <w:rsid w:val="00E33268"/>
    <w:rsid w:val="00E333BB"/>
    <w:rsid w:val="00E33787"/>
    <w:rsid w:val="00E33E2A"/>
    <w:rsid w:val="00E33FF5"/>
    <w:rsid w:val="00E3403F"/>
    <w:rsid w:val="00E340CD"/>
    <w:rsid w:val="00E340F2"/>
    <w:rsid w:val="00E3419C"/>
    <w:rsid w:val="00E34703"/>
    <w:rsid w:val="00E349E2"/>
    <w:rsid w:val="00E34C72"/>
    <w:rsid w:val="00E3534D"/>
    <w:rsid w:val="00E35546"/>
    <w:rsid w:val="00E355C6"/>
    <w:rsid w:val="00E35616"/>
    <w:rsid w:val="00E35A0F"/>
    <w:rsid w:val="00E35AB7"/>
    <w:rsid w:val="00E35B27"/>
    <w:rsid w:val="00E35EAE"/>
    <w:rsid w:val="00E3601D"/>
    <w:rsid w:val="00E36431"/>
    <w:rsid w:val="00E369E3"/>
    <w:rsid w:val="00E36B8D"/>
    <w:rsid w:val="00E36D65"/>
    <w:rsid w:val="00E36FDB"/>
    <w:rsid w:val="00E372F1"/>
    <w:rsid w:val="00E37332"/>
    <w:rsid w:val="00E37496"/>
    <w:rsid w:val="00E37542"/>
    <w:rsid w:val="00E376F9"/>
    <w:rsid w:val="00E37860"/>
    <w:rsid w:val="00E37DC1"/>
    <w:rsid w:val="00E40913"/>
    <w:rsid w:val="00E40FBE"/>
    <w:rsid w:val="00E4121F"/>
    <w:rsid w:val="00E412A7"/>
    <w:rsid w:val="00E419F7"/>
    <w:rsid w:val="00E41BDD"/>
    <w:rsid w:val="00E41F47"/>
    <w:rsid w:val="00E420D5"/>
    <w:rsid w:val="00E42324"/>
    <w:rsid w:val="00E42499"/>
    <w:rsid w:val="00E42A57"/>
    <w:rsid w:val="00E42A8F"/>
    <w:rsid w:val="00E42C68"/>
    <w:rsid w:val="00E430A1"/>
    <w:rsid w:val="00E434DA"/>
    <w:rsid w:val="00E43778"/>
    <w:rsid w:val="00E43AA0"/>
    <w:rsid w:val="00E43F93"/>
    <w:rsid w:val="00E449E2"/>
    <w:rsid w:val="00E44A17"/>
    <w:rsid w:val="00E44E97"/>
    <w:rsid w:val="00E458BD"/>
    <w:rsid w:val="00E45F39"/>
    <w:rsid w:val="00E46297"/>
    <w:rsid w:val="00E4643C"/>
    <w:rsid w:val="00E464A1"/>
    <w:rsid w:val="00E464D8"/>
    <w:rsid w:val="00E4674C"/>
    <w:rsid w:val="00E46D0A"/>
    <w:rsid w:val="00E46D46"/>
    <w:rsid w:val="00E4701B"/>
    <w:rsid w:val="00E471BD"/>
    <w:rsid w:val="00E474F1"/>
    <w:rsid w:val="00E4786D"/>
    <w:rsid w:val="00E47CE8"/>
    <w:rsid w:val="00E47D68"/>
    <w:rsid w:val="00E504BB"/>
    <w:rsid w:val="00E50551"/>
    <w:rsid w:val="00E5056B"/>
    <w:rsid w:val="00E5064B"/>
    <w:rsid w:val="00E50AB9"/>
    <w:rsid w:val="00E5101A"/>
    <w:rsid w:val="00E5131E"/>
    <w:rsid w:val="00E51B27"/>
    <w:rsid w:val="00E51BC4"/>
    <w:rsid w:val="00E51C1F"/>
    <w:rsid w:val="00E5277B"/>
    <w:rsid w:val="00E52B79"/>
    <w:rsid w:val="00E52F10"/>
    <w:rsid w:val="00E5358A"/>
    <w:rsid w:val="00E53A55"/>
    <w:rsid w:val="00E5415E"/>
    <w:rsid w:val="00E5444E"/>
    <w:rsid w:val="00E54725"/>
    <w:rsid w:val="00E5477A"/>
    <w:rsid w:val="00E54831"/>
    <w:rsid w:val="00E54E27"/>
    <w:rsid w:val="00E557BD"/>
    <w:rsid w:val="00E55A20"/>
    <w:rsid w:val="00E55FB8"/>
    <w:rsid w:val="00E56934"/>
    <w:rsid w:val="00E56E47"/>
    <w:rsid w:val="00E5720D"/>
    <w:rsid w:val="00E572B6"/>
    <w:rsid w:val="00E5742C"/>
    <w:rsid w:val="00E579CB"/>
    <w:rsid w:val="00E57D5E"/>
    <w:rsid w:val="00E57E98"/>
    <w:rsid w:val="00E60342"/>
    <w:rsid w:val="00E60356"/>
    <w:rsid w:val="00E603BF"/>
    <w:rsid w:val="00E60762"/>
    <w:rsid w:val="00E60D3A"/>
    <w:rsid w:val="00E61227"/>
    <w:rsid w:val="00E6129E"/>
    <w:rsid w:val="00E614A3"/>
    <w:rsid w:val="00E61A72"/>
    <w:rsid w:val="00E61DAB"/>
    <w:rsid w:val="00E61E7C"/>
    <w:rsid w:val="00E6277B"/>
    <w:rsid w:val="00E62908"/>
    <w:rsid w:val="00E6320B"/>
    <w:rsid w:val="00E6360E"/>
    <w:rsid w:val="00E63C6D"/>
    <w:rsid w:val="00E64173"/>
    <w:rsid w:val="00E642F6"/>
    <w:rsid w:val="00E643B9"/>
    <w:rsid w:val="00E643CB"/>
    <w:rsid w:val="00E6454B"/>
    <w:rsid w:val="00E646D7"/>
    <w:rsid w:val="00E64DBE"/>
    <w:rsid w:val="00E64E21"/>
    <w:rsid w:val="00E64E5A"/>
    <w:rsid w:val="00E64EB7"/>
    <w:rsid w:val="00E64F0C"/>
    <w:rsid w:val="00E6517E"/>
    <w:rsid w:val="00E65277"/>
    <w:rsid w:val="00E652AA"/>
    <w:rsid w:val="00E655EE"/>
    <w:rsid w:val="00E6588C"/>
    <w:rsid w:val="00E661A2"/>
    <w:rsid w:val="00E66411"/>
    <w:rsid w:val="00E665FE"/>
    <w:rsid w:val="00E667D3"/>
    <w:rsid w:val="00E668E5"/>
    <w:rsid w:val="00E66BDF"/>
    <w:rsid w:val="00E671DD"/>
    <w:rsid w:val="00E671DF"/>
    <w:rsid w:val="00E674B5"/>
    <w:rsid w:val="00E67911"/>
    <w:rsid w:val="00E67914"/>
    <w:rsid w:val="00E67A45"/>
    <w:rsid w:val="00E67A97"/>
    <w:rsid w:val="00E67C15"/>
    <w:rsid w:val="00E67F99"/>
    <w:rsid w:val="00E7046E"/>
    <w:rsid w:val="00E70780"/>
    <w:rsid w:val="00E7083F"/>
    <w:rsid w:val="00E70A9E"/>
    <w:rsid w:val="00E70BE5"/>
    <w:rsid w:val="00E70CE4"/>
    <w:rsid w:val="00E70F1E"/>
    <w:rsid w:val="00E70FEE"/>
    <w:rsid w:val="00E711E6"/>
    <w:rsid w:val="00E71317"/>
    <w:rsid w:val="00E71684"/>
    <w:rsid w:val="00E717A1"/>
    <w:rsid w:val="00E71892"/>
    <w:rsid w:val="00E71CD8"/>
    <w:rsid w:val="00E71D0C"/>
    <w:rsid w:val="00E71E55"/>
    <w:rsid w:val="00E71EE6"/>
    <w:rsid w:val="00E71F67"/>
    <w:rsid w:val="00E72112"/>
    <w:rsid w:val="00E72247"/>
    <w:rsid w:val="00E7250D"/>
    <w:rsid w:val="00E725FD"/>
    <w:rsid w:val="00E728BF"/>
    <w:rsid w:val="00E72AA6"/>
    <w:rsid w:val="00E72D29"/>
    <w:rsid w:val="00E72DB2"/>
    <w:rsid w:val="00E72ED9"/>
    <w:rsid w:val="00E72FA3"/>
    <w:rsid w:val="00E72FAB"/>
    <w:rsid w:val="00E7303F"/>
    <w:rsid w:val="00E7313C"/>
    <w:rsid w:val="00E73248"/>
    <w:rsid w:val="00E732E3"/>
    <w:rsid w:val="00E73399"/>
    <w:rsid w:val="00E734A1"/>
    <w:rsid w:val="00E7386A"/>
    <w:rsid w:val="00E738D0"/>
    <w:rsid w:val="00E738FD"/>
    <w:rsid w:val="00E73934"/>
    <w:rsid w:val="00E73B15"/>
    <w:rsid w:val="00E7404E"/>
    <w:rsid w:val="00E74070"/>
    <w:rsid w:val="00E747D2"/>
    <w:rsid w:val="00E747E4"/>
    <w:rsid w:val="00E74819"/>
    <w:rsid w:val="00E748D0"/>
    <w:rsid w:val="00E74F3F"/>
    <w:rsid w:val="00E75273"/>
    <w:rsid w:val="00E75278"/>
    <w:rsid w:val="00E7527D"/>
    <w:rsid w:val="00E7542A"/>
    <w:rsid w:val="00E754A0"/>
    <w:rsid w:val="00E75A41"/>
    <w:rsid w:val="00E75F6A"/>
    <w:rsid w:val="00E76029"/>
    <w:rsid w:val="00E76337"/>
    <w:rsid w:val="00E77B98"/>
    <w:rsid w:val="00E77C21"/>
    <w:rsid w:val="00E77D00"/>
    <w:rsid w:val="00E8028F"/>
    <w:rsid w:val="00E8095C"/>
    <w:rsid w:val="00E80C87"/>
    <w:rsid w:val="00E80CF3"/>
    <w:rsid w:val="00E811AA"/>
    <w:rsid w:val="00E813A1"/>
    <w:rsid w:val="00E816C4"/>
    <w:rsid w:val="00E81749"/>
    <w:rsid w:val="00E81870"/>
    <w:rsid w:val="00E81A31"/>
    <w:rsid w:val="00E82159"/>
    <w:rsid w:val="00E82D39"/>
    <w:rsid w:val="00E82D3B"/>
    <w:rsid w:val="00E82F57"/>
    <w:rsid w:val="00E83095"/>
    <w:rsid w:val="00E830D2"/>
    <w:rsid w:val="00E8356A"/>
    <w:rsid w:val="00E83AD5"/>
    <w:rsid w:val="00E83E56"/>
    <w:rsid w:val="00E83FF7"/>
    <w:rsid w:val="00E8407D"/>
    <w:rsid w:val="00E841B9"/>
    <w:rsid w:val="00E84930"/>
    <w:rsid w:val="00E84D6B"/>
    <w:rsid w:val="00E84D72"/>
    <w:rsid w:val="00E8519A"/>
    <w:rsid w:val="00E85261"/>
    <w:rsid w:val="00E856FF"/>
    <w:rsid w:val="00E85761"/>
    <w:rsid w:val="00E857C6"/>
    <w:rsid w:val="00E85A1D"/>
    <w:rsid w:val="00E85C4E"/>
    <w:rsid w:val="00E85C7C"/>
    <w:rsid w:val="00E85D55"/>
    <w:rsid w:val="00E861E8"/>
    <w:rsid w:val="00E86263"/>
    <w:rsid w:val="00E86432"/>
    <w:rsid w:val="00E86446"/>
    <w:rsid w:val="00E864A5"/>
    <w:rsid w:val="00E867DC"/>
    <w:rsid w:val="00E86A57"/>
    <w:rsid w:val="00E86BC6"/>
    <w:rsid w:val="00E86ECD"/>
    <w:rsid w:val="00E87311"/>
    <w:rsid w:val="00E87591"/>
    <w:rsid w:val="00E87809"/>
    <w:rsid w:val="00E87945"/>
    <w:rsid w:val="00E901A3"/>
    <w:rsid w:val="00E901AD"/>
    <w:rsid w:val="00E90475"/>
    <w:rsid w:val="00E904A8"/>
    <w:rsid w:val="00E90A7D"/>
    <w:rsid w:val="00E90F6F"/>
    <w:rsid w:val="00E90FBD"/>
    <w:rsid w:val="00E910B0"/>
    <w:rsid w:val="00E916BD"/>
    <w:rsid w:val="00E91B01"/>
    <w:rsid w:val="00E91D08"/>
    <w:rsid w:val="00E91F6C"/>
    <w:rsid w:val="00E922A6"/>
    <w:rsid w:val="00E923AF"/>
    <w:rsid w:val="00E925F2"/>
    <w:rsid w:val="00E927C8"/>
    <w:rsid w:val="00E92A18"/>
    <w:rsid w:val="00E92B52"/>
    <w:rsid w:val="00E92E9B"/>
    <w:rsid w:val="00E93129"/>
    <w:rsid w:val="00E9354B"/>
    <w:rsid w:val="00E937DF"/>
    <w:rsid w:val="00E93889"/>
    <w:rsid w:val="00E940BA"/>
    <w:rsid w:val="00E94129"/>
    <w:rsid w:val="00E94178"/>
    <w:rsid w:val="00E9439F"/>
    <w:rsid w:val="00E94634"/>
    <w:rsid w:val="00E94764"/>
    <w:rsid w:val="00E94C96"/>
    <w:rsid w:val="00E94CCB"/>
    <w:rsid w:val="00E94F78"/>
    <w:rsid w:val="00E94FE2"/>
    <w:rsid w:val="00E9511F"/>
    <w:rsid w:val="00E95168"/>
    <w:rsid w:val="00E95919"/>
    <w:rsid w:val="00E95B91"/>
    <w:rsid w:val="00E9610D"/>
    <w:rsid w:val="00E96271"/>
    <w:rsid w:val="00E96545"/>
    <w:rsid w:val="00E965BF"/>
    <w:rsid w:val="00E9691E"/>
    <w:rsid w:val="00E96FBF"/>
    <w:rsid w:val="00E971E1"/>
    <w:rsid w:val="00E97443"/>
    <w:rsid w:val="00E97916"/>
    <w:rsid w:val="00E9794A"/>
    <w:rsid w:val="00E97AC0"/>
    <w:rsid w:val="00E97F81"/>
    <w:rsid w:val="00EA0C25"/>
    <w:rsid w:val="00EA0CEE"/>
    <w:rsid w:val="00EA0E2F"/>
    <w:rsid w:val="00EA0FED"/>
    <w:rsid w:val="00EA193E"/>
    <w:rsid w:val="00EA1B06"/>
    <w:rsid w:val="00EA1CB3"/>
    <w:rsid w:val="00EA1DCA"/>
    <w:rsid w:val="00EA1E60"/>
    <w:rsid w:val="00EA1EDF"/>
    <w:rsid w:val="00EA21B3"/>
    <w:rsid w:val="00EA2248"/>
    <w:rsid w:val="00EA22C4"/>
    <w:rsid w:val="00EA2320"/>
    <w:rsid w:val="00EA24C1"/>
    <w:rsid w:val="00EA258B"/>
    <w:rsid w:val="00EA3004"/>
    <w:rsid w:val="00EA30C4"/>
    <w:rsid w:val="00EA37E3"/>
    <w:rsid w:val="00EA391A"/>
    <w:rsid w:val="00EA3C3E"/>
    <w:rsid w:val="00EA3DA1"/>
    <w:rsid w:val="00EA4422"/>
    <w:rsid w:val="00EA4838"/>
    <w:rsid w:val="00EA488F"/>
    <w:rsid w:val="00EA4A3E"/>
    <w:rsid w:val="00EA5713"/>
    <w:rsid w:val="00EA5805"/>
    <w:rsid w:val="00EA585A"/>
    <w:rsid w:val="00EA5D4C"/>
    <w:rsid w:val="00EA652E"/>
    <w:rsid w:val="00EA68F2"/>
    <w:rsid w:val="00EA6C1B"/>
    <w:rsid w:val="00EA6C25"/>
    <w:rsid w:val="00EA6C91"/>
    <w:rsid w:val="00EA6D25"/>
    <w:rsid w:val="00EA7311"/>
    <w:rsid w:val="00EA737D"/>
    <w:rsid w:val="00EA747D"/>
    <w:rsid w:val="00EA751C"/>
    <w:rsid w:val="00EA7641"/>
    <w:rsid w:val="00EA77B0"/>
    <w:rsid w:val="00EA7BDD"/>
    <w:rsid w:val="00EA7BFF"/>
    <w:rsid w:val="00EA7C30"/>
    <w:rsid w:val="00EB0049"/>
    <w:rsid w:val="00EB0341"/>
    <w:rsid w:val="00EB03F3"/>
    <w:rsid w:val="00EB0548"/>
    <w:rsid w:val="00EB065C"/>
    <w:rsid w:val="00EB098F"/>
    <w:rsid w:val="00EB09ED"/>
    <w:rsid w:val="00EB0BD0"/>
    <w:rsid w:val="00EB0CDC"/>
    <w:rsid w:val="00EB0D3A"/>
    <w:rsid w:val="00EB109C"/>
    <w:rsid w:val="00EB122E"/>
    <w:rsid w:val="00EB1320"/>
    <w:rsid w:val="00EB13E8"/>
    <w:rsid w:val="00EB1596"/>
    <w:rsid w:val="00EB194A"/>
    <w:rsid w:val="00EB196F"/>
    <w:rsid w:val="00EB1CEF"/>
    <w:rsid w:val="00EB1FD7"/>
    <w:rsid w:val="00EB21FC"/>
    <w:rsid w:val="00EB2859"/>
    <w:rsid w:val="00EB2BF2"/>
    <w:rsid w:val="00EB2F03"/>
    <w:rsid w:val="00EB2FB5"/>
    <w:rsid w:val="00EB33A1"/>
    <w:rsid w:val="00EB3476"/>
    <w:rsid w:val="00EB382B"/>
    <w:rsid w:val="00EB38DF"/>
    <w:rsid w:val="00EB3979"/>
    <w:rsid w:val="00EB3D0C"/>
    <w:rsid w:val="00EB3DBF"/>
    <w:rsid w:val="00EB3E37"/>
    <w:rsid w:val="00EB3F10"/>
    <w:rsid w:val="00EB4259"/>
    <w:rsid w:val="00EB43EA"/>
    <w:rsid w:val="00EB44B5"/>
    <w:rsid w:val="00EB4ABD"/>
    <w:rsid w:val="00EB4AD6"/>
    <w:rsid w:val="00EB4D37"/>
    <w:rsid w:val="00EB4F27"/>
    <w:rsid w:val="00EB5491"/>
    <w:rsid w:val="00EB55F0"/>
    <w:rsid w:val="00EB5CE4"/>
    <w:rsid w:val="00EB5FA5"/>
    <w:rsid w:val="00EB6092"/>
    <w:rsid w:val="00EB6613"/>
    <w:rsid w:val="00EB6976"/>
    <w:rsid w:val="00EB6A2F"/>
    <w:rsid w:val="00EB6D93"/>
    <w:rsid w:val="00EB76D4"/>
    <w:rsid w:val="00EB7935"/>
    <w:rsid w:val="00EB7D2E"/>
    <w:rsid w:val="00EB7FD5"/>
    <w:rsid w:val="00EC0051"/>
    <w:rsid w:val="00EC0408"/>
    <w:rsid w:val="00EC0478"/>
    <w:rsid w:val="00EC0744"/>
    <w:rsid w:val="00EC08B8"/>
    <w:rsid w:val="00EC0B59"/>
    <w:rsid w:val="00EC0E6F"/>
    <w:rsid w:val="00EC1049"/>
    <w:rsid w:val="00EC1657"/>
    <w:rsid w:val="00EC1779"/>
    <w:rsid w:val="00EC180B"/>
    <w:rsid w:val="00EC19C9"/>
    <w:rsid w:val="00EC1AD1"/>
    <w:rsid w:val="00EC1B45"/>
    <w:rsid w:val="00EC1BB8"/>
    <w:rsid w:val="00EC1CE4"/>
    <w:rsid w:val="00EC24EC"/>
    <w:rsid w:val="00EC2533"/>
    <w:rsid w:val="00EC36C4"/>
    <w:rsid w:val="00EC37D4"/>
    <w:rsid w:val="00EC3A6C"/>
    <w:rsid w:val="00EC3B9B"/>
    <w:rsid w:val="00EC3C11"/>
    <w:rsid w:val="00EC44EA"/>
    <w:rsid w:val="00EC46B2"/>
    <w:rsid w:val="00EC47A6"/>
    <w:rsid w:val="00EC4AC7"/>
    <w:rsid w:val="00EC4C62"/>
    <w:rsid w:val="00EC4C9D"/>
    <w:rsid w:val="00EC4D33"/>
    <w:rsid w:val="00EC512C"/>
    <w:rsid w:val="00EC55DE"/>
    <w:rsid w:val="00EC57E6"/>
    <w:rsid w:val="00EC5847"/>
    <w:rsid w:val="00EC596E"/>
    <w:rsid w:val="00EC5A0F"/>
    <w:rsid w:val="00EC5A55"/>
    <w:rsid w:val="00EC5D3A"/>
    <w:rsid w:val="00EC5F74"/>
    <w:rsid w:val="00EC5F7D"/>
    <w:rsid w:val="00EC6260"/>
    <w:rsid w:val="00EC62F6"/>
    <w:rsid w:val="00EC6398"/>
    <w:rsid w:val="00EC6BD2"/>
    <w:rsid w:val="00EC6BF8"/>
    <w:rsid w:val="00EC715F"/>
    <w:rsid w:val="00EC72AE"/>
    <w:rsid w:val="00EC7584"/>
    <w:rsid w:val="00EC7AC5"/>
    <w:rsid w:val="00EC7B7D"/>
    <w:rsid w:val="00EC7CBB"/>
    <w:rsid w:val="00EC7DF6"/>
    <w:rsid w:val="00ED02B2"/>
    <w:rsid w:val="00ED061A"/>
    <w:rsid w:val="00ED0814"/>
    <w:rsid w:val="00ED0A99"/>
    <w:rsid w:val="00ED0E1C"/>
    <w:rsid w:val="00ED0EAB"/>
    <w:rsid w:val="00ED11A1"/>
    <w:rsid w:val="00ED15AF"/>
    <w:rsid w:val="00ED1708"/>
    <w:rsid w:val="00ED1AAE"/>
    <w:rsid w:val="00ED1DB4"/>
    <w:rsid w:val="00ED2026"/>
    <w:rsid w:val="00ED206C"/>
    <w:rsid w:val="00ED235B"/>
    <w:rsid w:val="00ED2402"/>
    <w:rsid w:val="00ED2519"/>
    <w:rsid w:val="00ED2707"/>
    <w:rsid w:val="00ED2806"/>
    <w:rsid w:val="00ED2AD2"/>
    <w:rsid w:val="00ED3473"/>
    <w:rsid w:val="00ED3D49"/>
    <w:rsid w:val="00ED40B2"/>
    <w:rsid w:val="00ED46F4"/>
    <w:rsid w:val="00ED471D"/>
    <w:rsid w:val="00ED4D9A"/>
    <w:rsid w:val="00ED559A"/>
    <w:rsid w:val="00ED599C"/>
    <w:rsid w:val="00ED5A25"/>
    <w:rsid w:val="00ED5E65"/>
    <w:rsid w:val="00ED5FE8"/>
    <w:rsid w:val="00ED64D6"/>
    <w:rsid w:val="00ED6AC1"/>
    <w:rsid w:val="00ED6B31"/>
    <w:rsid w:val="00ED6D4C"/>
    <w:rsid w:val="00ED704C"/>
    <w:rsid w:val="00ED704D"/>
    <w:rsid w:val="00ED76EF"/>
    <w:rsid w:val="00ED79B9"/>
    <w:rsid w:val="00ED7D9F"/>
    <w:rsid w:val="00EE01FE"/>
    <w:rsid w:val="00EE035B"/>
    <w:rsid w:val="00EE0519"/>
    <w:rsid w:val="00EE0645"/>
    <w:rsid w:val="00EE07F9"/>
    <w:rsid w:val="00EE0A78"/>
    <w:rsid w:val="00EE0AAA"/>
    <w:rsid w:val="00EE0BCD"/>
    <w:rsid w:val="00EE0DEB"/>
    <w:rsid w:val="00EE0E22"/>
    <w:rsid w:val="00EE0EEC"/>
    <w:rsid w:val="00EE125B"/>
    <w:rsid w:val="00EE1A92"/>
    <w:rsid w:val="00EE20C4"/>
    <w:rsid w:val="00EE22D2"/>
    <w:rsid w:val="00EE2CC0"/>
    <w:rsid w:val="00EE2F75"/>
    <w:rsid w:val="00EE3119"/>
    <w:rsid w:val="00EE3140"/>
    <w:rsid w:val="00EE344D"/>
    <w:rsid w:val="00EE379E"/>
    <w:rsid w:val="00EE3AF4"/>
    <w:rsid w:val="00EE3D1B"/>
    <w:rsid w:val="00EE3D77"/>
    <w:rsid w:val="00EE3ED6"/>
    <w:rsid w:val="00EE4176"/>
    <w:rsid w:val="00EE467A"/>
    <w:rsid w:val="00EE489B"/>
    <w:rsid w:val="00EE49F4"/>
    <w:rsid w:val="00EE4AFB"/>
    <w:rsid w:val="00EE4F0C"/>
    <w:rsid w:val="00EE4FFF"/>
    <w:rsid w:val="00EE5107"/>
    <w:rsid w:val="00EE511B"/>
    <w:rsid w:val="00EE5538"/>
    <w:rsid w:val="00EE5683"/>
    <w:rsid w:val="00EE5B93"/>
    <w:rsid w:val="00EE6038"/>
    <w:rsid w:val="00EE6167"/>
    <w:rsid w:val="00EE625E"/>
    <w:rsid w:val="00EE6419"/>
    <w:rsid w:val="00EE64E6"/>
    <w:rsid w:val="00EE66C6"/>
    <w:rsid w:val="00EE6FCF"/>
    <w:rsid w:val="00EE70AC"/>
    <w:rsid w:val="00EE74EE"/>
    <w:rsid w:val="00EE7BFA"/>
    <w:rsid w:val="00EE7E00"/>
    <w:rsid w:val="00EE7FDE"/>
    <w:rsid w:val="00EF02AA"/>
    <w:rsid w:val="00EF05BB"/>
    <w:rsid w:val="00EF07B7"/>
    <w:rsid w:val="00EF0D61"/>
    <w:rsid w:val="00EF0F35"/>
    <w:rsid w:val="00EF0FBE"/>
    <w:rsid w:val="00EF10B7"/>
    <w:rsid w:val="00EF1212"/>
    <w:rsid w:val="00EF1339"/>
    <w:rsid w:val="00EF1884"/>
    <w:rsid w:val="00EF2014"/>
    <w:rsid w:val="00EF2244"/>
    <w:rsid w:val="00EF25B8"/>
    <w:rsid w:val="00EF278D"/>
    <w:rsid w:val="00EF2A67"/>
    <w:rsid w:val="00EF2AD7"/>
    <w:rsid w:val="00EF2D7A"/>
    <w:rsid w:val="00EF35B4"/>
    <w:rsid w:val="00EF380F"/>
    <w:rsid w:val="00EF38FC"/>
    <w:rsid w:val="00EF44ED"/>
    <w:rsid w:val="00EF45EC"/>
    <w:rsid w:val="00EF4B3C"/>
    <w:rsid w:val="00EF4B5C"/>
    <w:rsid w:val="00EF4C23"/>
    <w:rsid w:val="00EF5645"/>
    <w:rsid w:val="00EF5650"/>
    <w:rsid w:val="00EF5862"/>
    <w:rsid w:val="00EF5CCB"/>
    <w:rsid w:val="00EF5E61"/>
    <w:rsid w:val="00EF634F"/>
    <w:rsid w:val="00EF6BE7"/>
    <w:rsid w:val="00EF6BF1"/>
    <w:rsid w:val="00EF6D79"/>
    <w:rsid w:val="00EF6DA6"/>
    <w:rsid w:val="00EF6DFD"/>
    <w:rsid w:val="00EF6F98"/>
    <w:rsid w:val="00EF714D"/>
    <w:rsid w:val="00EF744F"/>
    <w:rsid w:val="00EF76D1"/>
    <w:rsid w:val="00EF7725"/>
    <w:rsid w:val="00EF7CA3"/>
    <w:rsid w:val="00F00005"/>
    <w:rsid w:val="00F0035A"/>
    <w:rsid w:val="00F0073B"/>
    <w:rsid w:val="00F00A53"/>
    <w:rsid w:val="00F00BB1"/>
    <w:rsid w:val="00F01234"/>
    <w:rsid w:val="00F0183B"/>
    <w:rsid w:val="00F01A12"/>
    <w:rsid w:val="00F01FA9"/>
    <w:rsid w:val="00F02DDC"/>
    <w:rsid w:val="00F02F9D"/>
    <w:rsid w:val="00F03020"/>
    <w:rsid w:val="00F0314B"/>
    <w:rsid w:val="00F031EB"/>
    <w:rsid w:val="00F032A1"/>
    <w:rsid w:val="00F03A11"/>
    <w:rsid w:val="00F03A31"/>
    <w:rsid w:val="00F03B3F"/>
    <w:rsid w:val="00F03BA1"/>
    <w:rsid w:val="00F03E26"/>
    <w:rsid w:val="00F03E6C"/>
    <w:rsid w:val="00F047E9"/>
    <w:rsid w:val="00F04835"/>
    <w:rsid w:val="00F04A50"/>
    <w:rsid w:val="00F04BF0"/>
    <w:rsid w:val="00F04FB5"/>
    <w:rsid w:val="00F0513E"/>
    <w:rsid w:val="00F051EE"/>
    <w:rsid w:val="00F052B7"/>
    <w:rsid w:val="00F05760"/>
    <w:rsid w:val="00F05977"/>
    <w:rsid w:val="00F05A97"/>
    <w:rsid w:val="00F05DB1"/>
    <w:rsid w:val="00F0623B"/>
    <w:rsid w:val="00F063AB"/>
    <w:rsid w:val="00F0658D"/>
    <w:rsid w:val="00F0658E"/>
    <w:rsid w:val="00F06649"/>
    <w:rsid w:val="00F07350"/>
    <w:rsid w:val="00F0744F"/>
    <w:rsid w:val="00F076E7"/>
    <w:rsid w:val="00F07948"/>
    <w:rsid w:val="00F1004A"/>
    <w:rsid w:val="00F10253"/>
    <w:rsid w:val="00F10638"/>
    <w:rsid w:val="00F10670"/>
    <w:rsid w:val="00F10B52"/>
    <w:rsid w:val="00F10BA3"/>
    <w:rsid w:val="00F10F80"/>
    <w:rsid w:val="00F1113E"/>
    <w:rsid w:val="00F11423"/>
    <w:rsid w:val="00F114C1"/>
    <w:rsid w:val="00F115F7"/>
    <w:rsid w:val="00F1161D"/>
    <w:rsid w:val="00F11668"/>
    <w:rsid w:val="00F1170A"/>
    <w:rsid w:val="00F118E8"/>
    <w:rsid w:val="00F1197F"/>
    <w:rsid w:val="00F11B30"/>
    <w:rsid w:val="00F11B4A"/>
    <w:rsid w:val="00F11BEE"/>
    <w:rsid w:val="00F11C9E"/>
    <w:rsid w:val="00F11CB1"/>
    <w:rsid w:val="00F11D75"/>
    <w:rsid w:val="00F11D7B"/>
    <w:rsid w:val="00F11F0D"/>
    <w:rsid w:val="00F1212E"/>
    <w:rsid w:val="00F12647"/>
    <w:rsid w:val="00F12A87"/>
    <w:rsid w:val="00F12AD6"/>
    <w:rsid w:val="00F12C86"/>
    <w:rsid w:val="00F12F73"/>
    <w:rsid w:val="00F13172"/>
    <w:rsid w:val="00F136EB"/>
    <w:rsid w:val="00F138BC"/>
    <w:rsid w:val="00F13930"/>
    <w:rsid w:val="00F139EE"/>
    <w:rsid w:val="00F13B2E"/>
    <w:rsid w:val="00F1461B"/>
    <w:rsid w:val="00F146C6"/>
    <w:rsid w:val="00F14877"/>
    <w:rsid w:val="00F14BE0"/>
    <w:rsid w:val="00F14F0C"/>
    <w:rsid w:val="00F14F78"/>
    <w:rsid w:val="00F1530D"/>
    <w:rsid w:val="00F155EC"/>
    <w:rsid w:val="00F15809"/>
    <w:rsid w:val="00F159C6"/>
    <w:rsid w:val="00F15A37"/>
    <w:rsid w:val="00F15A6D"/>
    <w:rsid w:val="00F15B66"/>
    <w:rsid w:val="00F15FB9"/>
    <w:rsid w:val="00F162FC"/>
    <w:rsid w:val="00F16479"/>
    <w:rsid w:val="00F164DC"/>
    <w:rsid w:val="00F16568"/>
    <w:rsid w:val="00F165B9"/>
    <w:rsid w:val="00F1690D"/>
    <w:rsid w:val="00F16991"/>
    <w:rsid w:val="00F16A7B"/>
    <w:rsid w:val="00F16AF4"/>
    <w:rsid w:val="00F16D04"/>
    <w:rsid w:val="00F16F47"/>
    <w:rsid w:val="00F17086"/>
    <w:rsid w:val="00F170D7"/>
    <w:rsid w:val="00F17131"/>
    <w:rsid w:val="00F172B1"/>
    <w:rsid w:val="00F1773F"/>
    <w:rsid w:val="00F179E2"/>
    <w:rsid w:val="00F17A0E"/>
    <w:rsid w:val="00F17CB1"/>
    <w:rsid w:val="00F2001F"/>
    <w:rsid w:val="00F200D6"/>
    <w:rsid w:val="00F201DE"/>
    <w:rsid w:val="00F20216"/>
    <w:rsid w:val="00F204FD"/>
    <w:rsid w:val="00F20526"/>
    <w:rsid w:val="00F20868"/>
    <w:rsid w:val="00F20AF6"/>
    <w:rsid w:val="00F210A9"/>
    <w:rsid w:val="00F215CF"/>
    <w:rsid w:val="00F21839"/>
    <w:rsid w:val="00F21AAB"/>
    <w:rsid w:val="00F21B24"/>
    <w:rsid w:val="00F21EA9"/>
    <w:rsid w:val="00F220E9"/>
    <w:rsid w:val="00F222AC"/>
    <w:rsid w:val="00F22375"/>
    <w:rsid w:val="00F2252F"/>
    <w:rsid w:val="00F22E38"/>
    <w:rsid w:val="00F2318A"/>
    <w:rsid w:val="00F23A84"/>
    <w:rsid w:val="00F23CF3"/>
    <w:rsid w:val="00F23D60"/>
    <w:rsid w:val="00F24072"/>
    <w:rsid w:val="00F242A1"/>
    <w:rsid w:val="00F24A54"/>
    <w:rsid w:val="00F24C5F"/>
    <w:rsid w:val="00F25047"/>
    <w:rsid w:val="00F25338"/>
    <w:rsid w:val="00F257BC"/>
    <w:rsid w:val="00F257BE"/>
    <w:rsid w:val="00F25ECA"/>
    <w:rsid w:val="00F25FF6"/>
    <w:rsid w:val="00F261CD"/>
    <w:rsid w:val="00F26305"/>
    <w:rsid w:val="00F26397"/>
    <w:rsid w:val="00F26A42"/>
    <w:rsid w:val="00F26E10"/>
    <w:rsid w:val="00F2725B"/>
    <w:rsid w:val="00F2757D"/>
    <w:rsid w:val="00F2782A"/>
    <w:rsid w:val="00F27E2C"/>
    <w:rsid w:val="00F3002A"/>
    <w:rsid w:val="00F300DB"/>
    <w:rsid w:val="00F307C6"/>
    <w:rsid w:val="00F30917"/>
    <w:rsid w:val="00F30BEB"/>
    <w:rsid w:val="00F30DAC"/>
    <w:rsid w:val="00F30DE3"/>
    <w:rsid w:val="00F30F00"/>
    <w:rsid w:val="00F310AD"/>
    <w:rsid w:val="00F310F9"/>
    <w:rsid w:val="00F313E5"/>
    <w:rsid w:val="00F319BF"/>
    <w:rsid w:val="00F31A6B"/>
    <w:rsid w:val="00F31C1D"/>
    <w:rsid w:val="00F31F0A"/>
    <w:rsid w:val="00F31FF8"/>
    <w:rsid w:val="00F320CB"/>
    <w:rsid w:val="00F32292"/>
    <w:rsid w:val="00F32B38"/>
    <w:rsid w:val="00F32C8E"/>
    <w:rsid w:val="00F32F65"/>
    <w:rsid w:val="00F3317D"/>
    <w:rsid w:val="00F331AE"/>
    <w:rsid w:val="00F33302"/>
    <w:rsid w:val="00F336CD"/>
    <w:rsid w:val="00F337A8"/>
    <w:rsid w:val="00F33D11"/>
    <w:rsid w:val="00F33D7E"/>
    <w:rsid w:val="00F33F0C"/>
    <w:rsid w:val="00F34259"/>
    <w:rsid w:val="00F347F6"/>
    <w:rsid w:val="00F348E7"/>
    <w:rsid w:val="00F34AAF"/>
    <w:rsid w:val="00F35116"/>
    <w:rsid w:val="00F3549A"/>
    <w:rsid w:val="00F355B7"/>
    <w:rsid w:val="00F35735"/>
    <w:rsid w:val="00F3575E"/>
    <w:rsid w:val="00F358A9"/>
    <w:rsid w:val="00F3590E"/>
    <w:rsid w:val="00F35B8A"/>
    <w:rsid w:val="00F35DAC"/>
    <w:rsid w:val="00F35F5D"/>
    <w:rsid w:val="00F3602C"/>
    <w:rsid w:val="00F360AA"/>
    <w:rsid w:val="00F3628E"/>
    <w:rsid w:val="00F3633D"/>
    <w:rsid w:val="00F36848"/>
    <w:rsid w:val="00F36937"/>
    <w:rsid w:val="00F36952"/>
    <w:rsid w:val="00F36DE6"/>
    <w:rsid w:val="00F3719D"/>
    <w:rsid w:val="00F375F7"/>
    <w:rsid w:val="00F37658"/>
    <w:rsid w:val="00F379F0"/>
    <w:rsid w:val="00F4008A"/>
    <w:rsid w:val="00F40448"/>
    <w:rsid w:val="00F40511"/>
    <w:rsid w:val="00F4053F"/>
    <w:rsid w:val="00F40675"/>
    <w:rsid w:val="00F40DFE"/>
    <w:rsid w:val="00F41125"/>
    <w:rsid w:val="00F413A3"/>
    <w:rsid w:val="00F416B1"/>
    <w:rsid w:val="00F41EF1"/>
    <w:rsid w:val="00F427DE"/>
    <w:rsid w:val="00F4282A"/>
    <w:rsid w:val="00F4289B"/>
    <w:rsid w:val="00F42920"/>
    <w:rsid w:val="00F42BB5"/>
    <w:rsid w:val="00F42DE4"/>
    <w:rsid w:val="00F42E6D"/>
    <w:rsid w:val="00F42EB6"/>
    <w:rsid w:val="00F4305B"/>
    <w:rsid w:val="00F433C6"/>
    <w:rsid w:val="00F433F1"/>
    <w:rsid w:val="00F43A51"/>
    <w:rsid w:val="00F43EE7"/>
    <w:rsid w:val="00F43F31"/>
    <w:rsid w:val="00F44051"/>
    <w:rsid w:val="00F4471F"/>
    <w:rsid w:val="00F4495F"/>
    <w:rsid w:val="00F44A4B"/>
    <w:rsid w:val="00F44C77"/>
    <w:rsid w:val="00F44E85"/>
    <w:rsid w:val="00F44F36"/>
    <w:rsid w:val="00F45006"/>
    <w:rsid w:val="00F45097"/>
    <w:rsid w:val="00F45114"/>
    <w:rsid w:val="00F4517A"/>
    <w:rsid w:val="00F45266"/>
    <w:rsid w:val="00F454C2"/>
    <w:rsid w:val="00F455C3"/>
    <w:rsid w:val="00F45680"/>
    <w:rsid w:val="00F459B4"/>
    <w:rsid w:val="00F45B83"/>
    <w:rsid w:val="00F45D52"/>
    <w:rsid w:val="00F461DB"/>
    <w:rsid w:val="00F469DF"/>
    <w:rsid w:val="00F469F4"/>
    <w:rsid w:val="00F46D80"/>
    <w:rsid w:val="00F46EA7"/>
    <w:rsid w:val="00F46FAD"/>
    <w:rsid w:val="00F46FAE"/>
    <w:rsid w:val="00F46FC7"/>
    <w:rsid w:val="00F46FF6"/>
    <w:rsid w:val="00F474FC"/>
    <w:rsid w:val="00F4751D"/>
    <w:rsid w:val="00F47593"/>
    <w:rsid w:val="00F47A70"/>
    <w:rsid w:val="00F47BAA"/>
    <w:rsid w:val="00F50009"/>
    <w:rsid w:val="00F5020E"/>
    <w:rsid w:val="00F5085E"/>
    <w:rsid w:val="00F5088C"/>
    <w:rsid w:val="00F50AF0"/>
    <w:rsid w:val="00F50F50"/>
    <w:rsid w:val="00F5102B"/>
    <w:rsid w:val="00F5107A"/>
    <w:rsid w:val="00F512B7"/>
    <w:rsid w:val="00F51835"/>
    <w:rsid w:val="00F5198D"/>
    <w:rsid w:val="00F51B0A"/>
    <w:rsid w:val="00F51C36"/>
    <w:rsid w:val="00F51DC0"/>
    <w:rsid w:val="00F52156"/>
    <w:rsid w:val="00F52173"/>
    <w:rsid w:val="00F522EE"/>
    <w:rsid w:val="00F5248B"/>
    <w:rsid w:val="00F524FC"/>
    <w:rsid w:val="00F52EA9"/>
    <w:rsid w:val="00F52FC4"/>
    <w:rsid w:val="00F53442"/>
    <w:rsid w:val="00F53703"/>
    <w:rsid w:val="00F53B23"/>
    <w:rsid w:val="00F53C35"/>
    <w:rsid w:val="00F545CB"/>
    <w:rsid w:val="00F546BB"/>
    <w:rsid w:val="00F547A6"/>
    <w:rsid w:val="00F54F44"/>
    <w:rsid w:val="00F550F6"/>
    <w:rsid w:val="00F55215"/>
    <w:rsid w:val="00F5555C"/>
    <w:rsid w:val="00F555FE"/>
    <w:rsid w:val="00F55747"/>
    <w:rsid w:val="00F558D1"/>
    <w:rsid w:val="00F55A38"/>
    <w:rsid w:val="00F56028"/>
    <w:rsid w:val="00F56161"/>
    <w:rsid w:val="00F56450"/>
    <w:rsid w:val="00F565FA"/>
    <w:rsid w:val="00F566B9"/>
    <w:rsid w:val="00F56729"/>
    <w:rsid w:val="00F56840"/>
    <w:rsid w:val="00F56857"/>
    <w:rsid w:val="00F56AA6"/>
    <w:rsid w:val="00F56B94"/>
    <w:rsid w:val="00F57057"/>
    <w:rsid w:val="00F5717B"/>
    <w:rsid w:val="00F571D8"/>
    <w:rsid w:val="00F5732F"/>
    <w:rsid w:val="00F57339"/>
    <w:rsid w:val="00F57352"/>
    <w:rsid w:val="00F57396"/>
    <w:rsid w:val="00F57772"/>
    <w:rsid w:val="00F577B2"/>
    <w:rsid w:val="00F57D47"/>
    <w:rsid w:val="00F60192"/>
    <w:rsid w:val="00F60913"/>
    <w:rsid w:val="00F60B50"/>
    <w:rsid w:val="00F60E4B"/>
    <w:rsid w:val="00F611C1"/>
    <w:rsid w:val="00F612F9"/>
    <w:rsid w:val="00F614BE"/>
    <w:rsid w:val="00F6185B"/>
    <w:rsid w:val="00F6198B"/>
    <w:rsid w:val="00F61B48"/>
    <w:rsid w:val="00F61B98"/>
    <w:rsid w:val="00F61E2F"/>
    <w:rsid w:val="00F61E63"/>
    <w:rsid w:val="00F62001"/>
    <w:rsid w:val="00F62399"/>
    <w:rsid w:val="00F623A0"/>
    <w:rsid w:val="00F623B1"/>
    <w:rsid w:val="00F62416"/>
    <w:rsid w:val="00F62763"/>
    <w:rsid w:val="00F62CB0"/>
    <w:rsid w:val="00F62FF1"/>
    <w:rsid w:val="00F63005"/>
    <w:rsid w:val="00F632E6"/>
    <w:rsid w:val="00F634CE"/>
    <w:rsid w:val="00F6359E"/>
    <w:rsid w:val="00F635C4"/>
    <w:rsid w:val="00F63A47"/>
    <w:rsid w:val="00F63A9C"/>
    <w:rsid w:val="00F63BE8"/>
    <w:rsid w:val="00F63C2D"/>
    <w:rsid w:val="00F63E35"/>
    <w:rsid w:val="00F64066"/>
    <w:rsid w:val="00F640D6"/>
    <w:rsid w:val="00F64318"/>
    <w:rsid w:val="00F643BE"/>
    <w:rsid w:val="00F6441C"/>
    <w:rsid w:val="00F648F9"/>
    <w:rsid w:val="00F64950"/>
    <w:rsid w:val="00F64BDA"/>
    <w:rsid w:val="00F64FB2"/>
    <w:rsid w:val="00F65259"/>
    <w:rsid w:val="00F654A0"/>
    <w:rsid w:val="00F654BE"/>
    <w:rsid w:val="00F65795"/>
    <w:rsid w:val="00F6584D"/>
    <w:rsid w:val="00F65D62"/>
    <w:rsid w:val="00F6604E"/>
    <w:rsid w:val="00F6633B"/>
    <w:rsid w:val="00F66418"/>
    <w:rsid w:val="00F6669E"/>
    <w:rsid w:val="00F66761"/>
    <w:rsid w:val="00F667B1"/>
    <w:rsid w:val="00F66FB3"/>
    <w:rsid w:val="00F67251"/>
    <w:rsid w:val="00F672EF"/>
    <w:rsid w:val="00F6736E"/>
    <w:rsid w:val="00F67735"/>
    <w:rsid w:val="00F6773E"/>
    <w:rsid w:val="00F677A8"/>
    <w:rsid w:val="00F67D8B"/>
    <w:rsid w:val="00F67F30"/>
    <w:rsid w:val="00F7014D"/>
    <w:rsid w:val="00F7046D"/>
    <w:rsid w:val="00F706F0"/>
    <w:rsid w:val="00F70ABA"/>
    <w:rsid w:val="00F70CEC"/>
    <w:rsid w:val="00F70EFD"/>
    <w:rsid w:val="00F70F39"/>
    <w:rsid w:val="00F711CE"/>
    <w:rsid w:val="00F7150C"/>
    <w:rsid w:val="00F7184D"/>
    <w:rsid w:val="00F71900"/>
    <w:rsid w:val="00F71B2A"/>
    <w:rsid w:val="00F71D1A"/>
    <w:rsid w:val="00F71D66"/>
    <w:rsid w:val="00F71FAA"/>
    <w:rsid w:val="00F7212B"/>
    <w:rsid w:val="00F72523"/>
    <w:rsid w:val="00F7255F"/>
    <w:rsid w:val="00F72743"/>
    <w:rsid w:val="00F7278B"/>
    <w:rsid w:val="00F728AE"/>
    <w:rsid w:val="00F72E2B"/>
    <w:rsid w:val="00F73760"/>
    <w:rsid w:val="00F739B3"/>
    <w:rsid w:val="00F73A58"/>
    <w:rsid w:val="00F73B6B"/>
    <w:rsid w:val="00F73BE4"/>
    <w:rsid w:val="00F73DAB"/>
    <w:rsid w:val="00F73FD5"/>
    <w:rsid w:val="00F7401E"/>
    <w:rsid w:val="00F7422B"/>
    <w:rsid w:val="00F742E6"/>
    <w:rsid w:val="00F74719"/>
    <w:rsid w:val="00F751A8"/>
    <w:rsid w:val="00F75433"/>
    <w:rsid w:val="00F754D5"/>
    <w:rsid w:val="00F7558F"/>
    <w:rsid w:val="00F75778"/>
    <w:rsid w:val="00F7616B"/>
    <w:rsid w:val="00F761D3"/>
    <w:rsid w:val="00F765B6"/>
    <w:rsid w:val="00F765D6"/>
    <w:rsid w:val="00F76849"/>
    <w:rsid w:val="00F76F59"/>
    <w:rsid w:val="00F770B3"/>
    <w:rsid w:val="00F77208"/>
    <w:rsid w:val="00F7796F"/>
    <w:rsid w:val="00F77A88"/>
    <w:rsid w:val="00F77B76"/>
    <w:rsid w:val="00F77C6D"/>
    <w:rsid w:val="00F77DFF"/>
    <w:rsid w:val="00F77ED2"/>
    <w:rsid w:val="00F77F3D"/>
    <w:rsid w:val="00F77F5D"/>
    <w:rsid w:val="00F80058"/>
    <w:rsid w:val="00F80849"/>
    <w:rsid w:val="00F80ABD"/>
    <w:rsid w:val="00F80DB7"/>
    <w:rsid w:val="00F80DE4"/>
    <w:rsid w:val="00F8122F"/>
    <w:rsid w:val="00F81492"/>
    <w:rsid w:val="00F8170F"/>
    <w:rsid w:val="00F81B24"/>
    <w:rsid w:val="00F81C80"/>
    <w:rsid w:val="00F820DE"/>
    <w:rsid w:val="00F820E3"/>
    <w:rsid w:val="00F82118"/>
    <w:rsid w:val="00F82813"/>
    <w:rsid w:val="00F828DD"/>
    <w:rsid w:val="00F82A55"/>
    <w:rsid w:val="00F8321B"/>
    <w:rsid w:val="00F837AF"/>
    <w:rsid w:val="00F839E7"/>
    <w:rsid w:val="00F83C29"/>
    <w:rsid w:val="00F83E8E"/>
    <w:rsid w:val="00F83FEA"/>
    <w:rsid w:val="00F84149"/>
    <w:rsid w:val="00F841B5"/>
    <w:rsid w:val="00F84316"/>
    <w:rsid w:val="00F8442C"/>
    <w:rsid w:val="00F847C5"/>
    <w:rsid w:val="00F84BCC"/>
    <w:rsid w:val="00F84D2C"/>
    <w:rsid w:val="00F85081"/>
    <w:rsid w:val="00F8514C"/>
    <w:rsid w:val="00F852A7"/>
    <w:rsid w:val="00F85452"/>
    <w:rsid w:val="00F85C72"/>
    <w:rsid w:val="00F865BE"/>
    <w:rsid w:val="00F86B4A"/>
    <w:rsid w:val="00F86CDC"/>
    <w:rsid w:val="00F870F4"/>
    <w:rsid w:val="00F87120"/>
    <w:rsid w:val="00F8721B"/>
    <w:rsid w:val="00F87307"/>
    <w:rsid w:val="00F87365"/>
    <w:rsid w:val="00F875B1"/>
    <w:rsid w:val="00F9017D"/>
    <w:rsid w:val="00F9027F"/>
    <w:rsid w:val="00F90316"/>
    <w:rsid w:val="00F90919"/>
    <w:rsid w:val="00F90B1B"/>
    <w:rsid w:val="00F90D53"/>
    <w:rsid w:val="00F90F2E"/>
    <w:rsid w:val="00F90FB5"/>
    <w:rsid w:val="00F90FE4"/>
    <w:rsid w:val="00F9101B"/>
    <w:rsid w:val="00F91128"/>
    <w:rsid w:val="00F912EA"/>
    <w:rsid w:val="00F91917"/>
    <w:rsid w:val="00F91A80"/>
    <w:rsid w:val="00F91D1E"/>
    <w:rsid w:val="00F91E43"/>
    <w:rsid w:val="00F91F98"/>
    <w:rsid w:val="00F925F8"/>
    <w:rsid w:val="00F92AB2"/>
    <w:rsid w:val="00F92AD3"/>
    <w:rsid w:val="00F92C85"/>
    <w:rsid w:val="00F92F16"/>
    <w:rsid w:val="00F93443"/>
    <w:rsid w:val="00F93517"/>
    <w:rsid w:val="00F93866"/>
    <w:rsid w:val="00F9395B"/>
    <w:rsid w:val="00F93A57"/>
    <w:rsid w:val="00F93DAB"/>
    <w:rsid w:val="00F94360"/>
    <w:rsid w:val="00F943B2"/>
    <w:rsid w:val="00F943E6"/>
    <w:rsid w:val="00F94505"/>
    <w:rsid w:val="00F94587"/>
    <w:rsid w:val="00F94B32"/>
    <w:rsid w:val="00F94EDC"/>
    <w:rsid w:val="00F95CB0"/>
    <w:rsid w:val="00F95D39"/>
    <w:rsid w:val="00F95E78"/>
    <w:rsid w:val="00F95FC0"/>
    <w:rsid w:val="00F95FED"/>
    <w:rsid w:val="00F95FF6"/>
    <w:rsid w:val="00F9616B"/>
    <w:rsid w:val="00F961B7"/>
    <w:rsid w:val="00F96272"/>
    <w:rsid w:val="00F962EB"/>
    <w:rsid w:val="00F96367"/>
    <w:rsid w:val="00F96376"/>
    <w:rsid w:val="00F96714"/>
    <w:rsid w:val="00F96AA9"/>
    <w:rsid w:val="00F971F6"/>
    <w:rsid w:val="00F9782C"/>
    <w:rsid w:val="00F978DF"/>
    <w:rsid w:val="00F9796F"/>
    <w:rsid w:val="00F97C04"/>
    <w:rsid w:val="00F97CF7"/>
    <w:rsid w:val="00F97F25"/>
    <w:rsid w:val="00FA0230"/>
    <w:rsid w:val="00FA0487"/>
    <w:rsid w:val="00FA0673"/>
    <w:rsid w:val="00FA0709"/>
    <w:rsid w:val="00FA076F"/>
    <w:rsid w:val="00FA0971"/>
    <w:rsid w:val="00FA0A6F"/>
    <w:rsid w:val="00FA0E4D"/>
    <w:rsid w:val="00FA17AC"/>
    <w:rsid w:val="00FA195A"/>
    <w:rsid w:val="00FA1C77"/>
    <w:rsid w:val="00FA1E0F"/>
    <w:rsid w:val="00FA1ED2"/>
    <w:rsid w:val="00FA23C4"/>
    <w:rsid w:val="00FA326B"/>
    <w:rsid w:val="00FA34EB"/>
    <w:rsid w:val="00FA3563"/>
    <w:rsid w:val="00FA388A"/>
    <w:rsid w:val="00FA3B3C"/>
    <w:rsid w:val="00FA41A2"/>
    <w:rsid w:val="00FA41B6"/>
    <w:rsid w:val="00FA4487"/>
    <w:rsid w:val="00FA47EC"/>
    <w:rsid w:val="00FA520B"/>
    <w:rsid w:val="00FA5736"/>
    <w:rsid w:val="00FA576C"/>
    <w:rsid w:val="00FA67AF"/>
    <w:rsid w:val="00FA6904"/>
    <w:rsid w:val="00FA6D2F"/>
    <w:rsid w:val="00FA7532"/>
    <w:rsid w:val="00FA758F"/>
    <w:rsid w:val="00FA76FF"/>
    <w:rsid w:val="00FA78A9"/>
    <w:rsid w:val="00FA78B6"/>
    <w:rsid w:val="00FA79DD"/>
    <w:rsid w:val="00FA7F37"/>
    <w:rsid w:val="00FB0330"/>
    <w:rsid w:val="00FB0708"/>
    <w:rsid w:val="00FB078E"/>
    <w:rsid w:val="00FB084B"/>
    <w:rsid w:val="00FB0858"/>
    <w:rsid w:val="00FB0AAA"/>
    <w:rsid w:val="00FB0EB7"/>
    <w:rsid w:val="00FB0F22"/>
    <w:rsid w:val="00FB14C0"/>
    <w:rsid w:val="00FB154F"/>
    <w:rsid w:val="00FB1E1B"/>
    <w:rsid w:val="00FB2070"/>
    <w:rsid w:val="00FB20C6"/>
    <w:rsid w:val="00FB214C"/>
    <w:rsid w:val="00FB223C"/>
    <w:rsid w:val="00FB23A3"/>
    <w:rsid w:val="00FB24EA"/>
    <w:rsid w:val="00FB26BE"/>
    <w:rsid w:val="00FB2CC2"/>
    <w:rsid w:val="00FB309F"/>
    <w:rsid w:val="00FB3137"/>
    <w:rsid w:val="00FB35BB"/>
    <w:rsid w:val="00FB3831"/>
    <w:rsid w:val="00FB3A1D"/>
    <w:rsid w:val="00FB3A54"/>
    <w:rsid w:val="00FB3E3A"/>
    <w:rsid w:val="00FB3E5F"/>
    <w:rsid w:val="00FB42B0"/>
    <w:rsid w:val="00FB444D"/>
    <w:rsid w:val="00FB495C"/>
    <w:rsid w:val="00FB4BFD"/>
    <w:rsid w:val="00FB4C2C"/>
    <w:rsid w:val="00FB52BE"/>
    <w:rsid w:val="00FB52CB"/>
    <w:rsid w:val="00FB532B"/>
    <w:rsid w:val="00FB5ADE"/>
    <w:rsid w:val="00FB5B03"/>
    <w:rsid w:val="00FB643C"/>
    <w:rsid w:val="00FB6D0E"/>
    <w:rsid w:val="00FB6DEA"/>
    <w:rsid w:val="00FB7260"/>
    <w:rsid w:val="00FB7A11"/>
    <w:rsid w:val="00FB7BCB"/>
    <w:rsid w:val="00FB7E1D"/>
    <w:rsid w:val="00FB7E60"/>
    <w:rsid w:val="00FB7EC4"/>
    <w:rsid w:val="00FC00B6"/>
    <w:rsid w:val="00FC0129"/>
    <w:rsid w:val="00FC0296"/>
    <w:rsid w:val="00FC060A"/>
    <w:rsid w:val="00FC0615"/>
    <w:rsid w:val="00FC0A7A"/>
    <w:rsid w:val="00FC0B78"/>
    <w:rsid w:val="00FC0C13"/>
    <w:rsid w:val="00FC109F"/>
    <w:rsid w:val="00FC11D6"/>
    <w:rsid w:val="00FC1F08"/>
    <w:rsid w:val="00FC2137"/>
    <w:rsid w:val="00FC2548"/>
    <w:rsid w:val="00FC2761"/>
    <w:rsid w:val="00FC27DF"/>
    <w:rsid w:val="00FC2E76"/>
    <w:rsid w:val="00FC2EE4"/>
    <w:rsid w:val="00FC2FBC"/>
    <w:rsid w:val="00FC3003"/>
    <w:rsid w:val="00FC30C4"/>
    <w:rsid w:val="00FC3172"/>
    <w:rsid w:val="00FC33B2"/>
    <w:rsid w:val="00FC3509"/>
    <w:rsid w:val="00FC3920"/>
    <w:rsid w:val="00FC40BD"/>
    <w:rsid w:val="00FC4417"/>
    <w:rsid w:val="00FC4494"/>
    <w:rsid w:val="00FC46F6"/>
    <w:rsid w:val="00FC48E6"/>
    <w:rsid w:val="00FC4BE3"/>
    <w:rsid w:val="00FC4D07"/>
    <w:rsid w:val="00FC4EA4"/>
    <w:rsid w:val="00FC5310"/>
    <w:rsid w:val="00FC5733"/>
    <w:rsid w:val="00FC5A9D"/>
    <w:rsid w:val="00FC5C32"/>
    <w:rsid w:val="00FC5DDD"/>
    <w:rsid w:val="00FC6037"/>
    <w:rsid w:val="00FC6879"/>
    <w:rsid w:val="00FC6F6E"/>
    <w:rsid w:val="00FC7590"/>
    <w:rsid w:val="00FC7ABC"/>
    <w:rsid w:val="00FC7AC2"/>
    <w:rsid w:val="00FC7D7E"/>
    <w:rsid w:val="00FD0000"/>
    <w:rsid w:val="00FD002B"/>
    <w:rsid w:val="00FD03AA"/>
    <w:rsid w:val="00FD0732"/>
    <w:rsid w:val="00FD0C40"/>
    <w:rsid w:val="00FD0DBC"/>
    <w:rsid w:val="00FD0E41"/>
    <w:rsid w:val="00FD0F8C"/>
    <w:rsid w:val="00FD0FD0"/>
    <w:rsid w:val="00FD11A3"/>
    <w:rsid w:val="00FD142E"/>
    <w:rsid w:val="00FD1605"/>
    <w:rsid w:val="00FD1650"/>
    <w:rsid w:val="00FD1836"/>
    <w:rsid w:val="00FD2111"/>
    <w:rsid w:val="00FD2158"/>
    <w:rsid w:val="00FD2465"/>
    <w:rsid w:val="00FD24B5"/>
    <w:rsid w:val="00FD2702"/>
    <w:rsid w:val="00FD2AEA"/>
    <w:rsid w:val="00FD2AEE"/>
    <w:rsid w:val="00FD2C3F"/>
    <w:rsid w:val="00FD2C91"/>
    <w:rsid w:val="00FD2E9E"/>
    <w:rsid w:val="00FD2F68"/>
    <w:rsid w:val="00FD3008"/>
    <w:rsid w:val="00FD31A0"/>
    <w:rsid w:val="00FD3287"/>
    <w:rsid w:val="00FD3667"/>
    <w:rsid w:val="00FD37BA"/>
    <w:rsid w:val="00FD38FE"/>
    <w:rsid w:val="00FD3A8F"/>
    <w:rsid w:val="00FD4105"/>
    <w:rsid w:val="00FD47C8"/>
    <w:rsid w:val="00FD498A"/>
    <w:rsid w:val="00FD5262"/>
    <w:rsid w:val="00FD53A5"/>
    <w:rsid w:val="00FD572C"/>
    <w:rsid w:val="00FD5808"/>
    <w:rsid w:val="00FD684D"/>
    <w:rsid w:val="00FD6BAD"/>
    <w:rsid w:val="00FD6D96"/>
    <w:rsid w:val="00FD72E6"/>
    <w:rsid w:val="00FD76C9"/>
    <w:rsid w:val="00FD791E"/>
    <w:rsid w:val="00FD7ECC"/>
    <w:rsid w:val="00FD7EF3"/>
    <w:rsid w:val="00FE0031"/>
    <w:rsid w:val="00FE0032"/>
    <w:rsid w:val="00FE00AC"/>
    <w:rsid w:val="00FE0207"/>
    <w:rsid w:val="00FE0797"/>
    <w:rsid w:val="00FE0F7E"/>
    <w:rsid w:val="00FE1A7A"/>
    <w:rsid w:val="00FE1B4F"/>
    <w:rsid w:val="00FE1BBB"/>
    <w:rsid w:val="00FE1E37"/>
    <w:rsid w:val="00FE20D5"/>
    <w:rsid w:val="00FE23FA"/>
    <w:rsid w:val="00FE27E1"/>
    <w:rsid w:val="00FE2B14"/>
    <w:rsid w:val="00FE2B7D"/>
    <w:rsid w:val="00FE2C27"/>
    <w:rsid w:val="00FE2E02"/>
    <w:rsid w:val="00FE3102"/>
    <w:rsid w:val="00FE3381"/>
    <w:rsid w:val="00FE3394"/>
    <w:rsid w:val="00FE33B9"/>
    <w:rsid w:val="00FE349E"/>
    <w:rsid w:val="00FE3A33"/>
    <w:rsid w:val="00FE3A71"/>
    <w:rsid w:val="00FE3A81"/>
    <w:rsid w:val="00FE4780"/>
    <w:rsid w:val="00FE49C0"/>
    <w:rsid w:val="00FE49C4"/>
    <w:rsid w:val="00FE4C78"/>
    <w:rsid w:val="00FE50F7"/>
    <w:rsid w:val="00FE5309"/>
    <w:rsid w:val="00FE5882"/>
    <w:rsid w:val="00FE5A14"/>
    <w:rsid w:val="00FE5C77"/>
    <w:rsid w:val="00FE5D56"/>
    <w:rsid w:val="00FE6044"/>
    <w:rsid w:val="00FE60D8"/>
    <w:rsid w:val="00FE6165"/>
    <w:rsid w:val="00FE6500"/>
    <w:rsid w:val="00FE6E2C"/>
    <w:rsid w:val="00FE6F08"/>
    <w:rsid w:val="00FE72FD"/>
    <w:rsid w:val="00FE7F84"/>
    <w:rsid w:val="00FF0662"/>
    <w:rsid w:val="00FF07E8"/>
    <w:rsid w:val="00FF0CCA"/>
    <w:rsid w:val="00FF0F76"/>
    <w:rsid w:val="00FF108F"/>
    <w:rsid w:val="00FF1949"/>
    <w:rsid w:val="00FF1A90"/>
    <w:rsid w:val="00FF1DC9"/>
    <w:rsid w:val="00FF1E71"/>
    <w:rsid w:val="00FF2018"/>
    <w:rsid w:val="00FF20AD"/>
    <w:rsid w:val="00FF2144"/>
    <w:rsid w:val="00FF232C"/>
    <w:rsid w:val="00FF2624"/>
    <w:rsid w:val="00FF2755"/>
    <w:rsid w:val="00FF27B6"/>
    <w:rsid w:val="00FF287D"/>
    <w:rsid w:val="00FF2E6F"/>
    <w:rsid w:val="00FF2E77"/>
    <w:rsid w:val="00FF32CA"/>
    <w:rsid w:val="00FF3906"/>
    <w:rsid w:val="00FF3C42"/>
    <w:rsid w:val="00FF3ED5"/>
    <w:rsid w:val="00FF428C"/>
    <w:rsid w:val="00FF4AF3"/>
    <w:rsid w:val="00FF4B8E"/>
    <w:rsid w:val="00FF4EA0"/>
    <w:rsid w:val="00FF53D0"/>
    <w:rsid w:val="00FF552A"/>
    <w:rsid w:val="00FF58ED"/>
    <w:rsid w:val="00FF5E20"/>
    <w:rsid w:val="00FF5FE1"/>
    <w:rsid w:val="00FF6206"/>
    <w:rsid w:val="00FF6480"/>
    <w:rsid w:val="00FF6546"/>
    <w:rsid w:val="00FF6895"/>
    <w:rsid w:val="00FF699D"/>
    <w:rsid w:val="00FF69EA"/>
    <w:rsid w:val="00FF6CC8"/>
    <w:rsid w:val="00FF6F6A"/>
    <w:rsid w:val="00FF70B2"/>
    <w:rsid w:val="00FF78D0"/>
    <w:rsid w:val="00FF79B5"/>
    <w:rsid w:val="00FF7D9B"/>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8A9C7"/>
  <w15:docId w15:val="{3990BFB9-02C1-492C-8AC5-DC69361F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5E0E"/>
    <w:pPr>
      <w:spacing w:line="260" w:lineRule="atLeast"/>
    </w:pPr>
    <w:rPr>
      <w:sz w:val="22"/>
      <w:lang w:val="en-GB" w:bidi="ar-SA"/>
    </w:rPr>
  </w:style>
  <w:style w:type="paragraph" w:styleId="Heading1">
    <w:name w:val="heading 1"/>
    <w:basedOn w:val="Heading2"/>
    <w:next w:val="BodyText"/>
    <w:link w:val="Heading1Char"/>
    <w:autoRedefine/>
    <w:qFormat/>
    <w:rsid w:val="007F327D"/>
    <w:pPr>
      <w:numPr>
        <w:ilvl w:val="0"/>
        <w:numId w:val="0"/>
      </w:numPr>
      <w:tabs>
        <w:tab w:val="left" w:pos="540"/>
      </w:tabs>
      <w:spacing w:before="0" w:after="0" w:line="240" w:lineRule="atLeast"/>
      <w:ind w:left="540" w:hanging="540"/>
      <w:jc w:val="thaiDistribute"/>
      <w:outlineLvl w:val="0"/>
    </w:pPr>
    <w:rPr>
      <w:i w:val="0"/>
      <w:iCs/>
      <w:sz w:val="24"/>
      <w:szCs w:val="24"/>
      <w:lang w:val="en-US" w:bidi="th-TH"/>
    </w:rPr>
  </w:style>
  <w:style w:type="paragraph" w:styleId="Heading2">
    <w:name w:val="heading 2"/>
    <w:basedOn w:val="Heading3"/>
    <w:next w:val="BodyText"/>
    <w:link w:val="Heading2Char"/>
    <w:qFormat/>
    <w:rsid w:val="00A45CCE"/>
    <w:pPr>
      <w:numPr>
        <w:ilvl w:val="1"/>
        <w:numId w:val="8"/>
      </w:numPr>
      <w:spacing w:line="280" w:lineRule="atLeast"/>
      <w:outlineLvl w:val="1"/>
    </w:pPr>
    <w:rPr>
      <w:b/>
    </w:rPr>
  </w:style>
  <w:style w:type="paragraph" w:styleId="Heading3">
    <w:name w:val="heading 3"/>
    <w:basedOn w:val="BodyText"/>
    <w:next w:val="BodyText"/>
    <w:link w:val="Heading3Char"/>
    <w:qFormat/>
    <w:rsid w:val="00C766E6"/>
    <w:pPr>
      <w:keepNext/>
      <w:keepLines/>
      <w:spacing w:before="130" w:after="130"/>
      <w:outlineLvl w:val="2"/>
    </w:pPr>
    <w:rPr>
      <w:i/>
    </w:rPr>
  </w:style>
  <w:style w:type="paragraph" w:styleId="Heading4">
    <w:name w:val="heading 4"/>
    <w:basedOn w:val="BodyText"/>
    <w:next w:val="BodyText"/>
    <w:qFormat/>
    <w:rsid w:val="00C766E6"/>
    <w:pPr>
      <w:keepLines/>
      <w:suppressLineNumbers/>
      <w:spacing w:before="130" w:after="130"/>
      <w:outlineLvl w:val="3"/>
    </w:pPr>
  </w:style>
  <w:style w:type="paragraph" w:styleId="Heading5">
    <w:name w:val="heading 5"/>
    <w:basedOn w:val="Normal"/>
    <w:next w:val="Normal"/>
    <w:qFormat/>
    <w:rsid w:val="00C766E6"/>
    <w:pPr>
      <w:outlineLvl w:val="4"/>
    </w:pPr>
  </w:style>
  <w:style w:type="paragraph" w:styleId="Heading6">
    <w:name w:val="heading 6"/>
    <w:basedOn w:val="Normal"/>
    <w:next w:val="Normal"/>
    <w:qFormat/>
    <w:rsid w:val="00C766E6"/>
    <w:pPr>
      <w:outlineLvl w:val="5"/>
    </w:pPr>
  </w:style>
  <w:style w:type="paragraph" w:styleId="Heading7">
    <w:name w:val="heading 7"/>
    <w:basedOn w:val="Normal"/>
    <w:next w:val="Normal"/>
    <w:qFormat/>
    <w:rsid w:val="00C766E6"/>
    <w:pPr>
      <w:outlineLvl w:val="6"/>
    </w:pPr>
  </w:style>
  <w:style w:type="paragraph" w:styleId="Heading8">
    <w:name w:val="heading 8"/>
    <w:basedOn w:val="Normal"/>
    <w:next w:val="Normal"/>
    <w:qFormat/>
    <w:rsid w:val="00C766E6"/>
    <w:pPr>
      <w:outlineLvl w:val="7"/>
    </w:pPr>
  </w:style>
  <w:style w:type="paragraph" w:styleId="Heading9">
    <w:name w:val="heading 9"/>
    <w:basedOn w:val="Normal"/>
    <w:next w:val="Normal"/>
    <w:qFormat/>
    <w:rsid w:val="00C766E6"/>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t,body text,Body"/>
    <w:basedOn w:val="Normal"/>
    <w:link w:val="BodyTextChar"/>
    <w:qFormat/>
    <w:rsid w:val="009B79C1"/>
    <w:pPr>
      <w:spacing w:after="260"/>
    </w:pPr>
  </w:style>
  <w:style w:type="paragraph" w:styleId="BodyTextIndent">
    <w:name w:val="Body Text Indent"/>
    <w:aliases w:val="i"/>
    <w:basedOn w:val="BodyText"/>
    <w:rsid w:val="009B79C1"/>
    <w:pPr>
      <w:ind w:left="340"/>
    </w:pPr>
  </w:style>
  <w:style w:type="paragraph" w:styleId="Footer">
    <w:name w:val="footer"/>
    <w:basedOn w:val="Normal"/>
    <w:link w:val="FooterChar"/>
    <w:uiPriority w:val="99"/>
    <w:rsid w:val="009B79C1"/>
    <w:pPr>
      <w:tabs>
        <w:tab w:val="right" w:pos="9639"/>
      </w:tabs>
    </w:pPr>
    <w:rPr>
      <w:sz w:val="18"/>
    </w:rPr>
  </w:style>
  <w:style w:type="paragraph" w:styleId="Header">
    <w:name w:val="header"/>
    <w:basedOn w:val="Normal"/>
    <w:link w:val="HeaderChar"/>
    <w:rsid w:val="009B79C1"/>
    <w:pPr>
      <w:spacing w:line="220" w:lineRule="exact"/>
      <w:jc w:val="right"/>
    </w:pPr>
    <w:rPr>
      <w:i/>
      <w:sz w:val="18"/>
    </w:rPr>
  </w:style>
  <w:style w:type="paragraph" w:styleId="ListBullet">
    <w:name w:val="List Bullet"/>
    <w:basedOn w:val="BodyText"/>
    <w:rsid w:val="009B79C1"/>
    <w:pPr>
      <w:numPr>
        <w:numId w:val="3"/>
      </w:numPr>
    </w:pPr>
  </w:style>
  <w:style w:type="paragraph" w:styleId="FootnoteText">
    <w:name w:val="footnote text"/>
    <w:aliases w:val="ft"/>
    <w:basedOn w:val="Normal"/>
    <w:semiHidden/>
    <w:rsid w:val="009B79C1"/>
    <w:rPr>
      <w:sz w:val="18"/>
    </w:rPr>
  </w:style>
  <w:style w:type="paragraph" w:customStyle="1" w:styleId="Graphic">
    <w:name w:val="Graphic"/>
    <w:basedOn w:val="Signature"/>
    <w:rsid w:val="009B79C1"/>
    <w:pPr>
      <w:pBdr>
        <w:top w:val="single" w:sz="6" w:space="1" w:color="auto"/>
        <w:left w:val="single" w:sz="6" w:space="1" w:color="auto"/>
        <w:bottom w:val="single" w:sz="6" w:space="1" w:color="auto"/>
        <w:right w:val="single" w:sz="6" w:space="1" w:color="auto"/>
      </w:pBdr>
      <w:jc w:val="center"/>
    </w:pPr>
  </w:style>
  <w:style w:type="paragraph" w:styleId="Signature">
    <w:name w:val="Signature"/>
    <w:basedOn w:val="Normal"/>
    <w:rsid w:val="009B79C1"/>
    <w:pPr>
      <w:spacing w:line="240" w:lineRule="auto"/>
    </w:pPr>
  </w:style>
  <w:style w:type="paragraph" w:styleId="ListBullet2">
    <w:name w:val="List Bullet 2"/>
    <w:basedOn w:val="ListBullet"/>
    <w:rsid w:val="009B79C1"/>
    <w:pPr>
      <w:numPr>
        <w:numId w:val="6"/>
      </w:numPr>
      <w:tabs>
        <w:tab w:val="clear" w:pos="700"/>
        <w:tab w:val="num" w:pos="680"/>
      </w:tabs>
    </w:pPr>
  </w:style>
  <w:style w:type="paragraph" w:styleId="Caption">
    <w:name w:val="caption"/>
    <w:basedOn w:val="Normal"/>
    <w:next w:val="Normal"/>
    <w:qFormat/>
    <w:rsid w:val="009B79C1"/>
    <w:rPr>
      <w:bCs/>
      <w:i/>
      <w:sz w:val="14"/>
    </w:rPr>
  </w:style>
  <w:style w:type="paragraph" w:styleId="BodyText3">
    <w:name w:val="Body Text 3"/>
    <w:basedOn w:val="Normal"/>
    <w:rsid w:val="009B79C1"/>
    <w:pPr>
      <w:ind w:left="142" w:hanging="142"/>
    </w:pPr>
    <w:rPr>
      <w:sz w:val="18"/>
      <w:szCs w:val="16"/>
    </w:rPr>
  </w:style>
  <w:style w:type="character" w:styleId="PageNumber">
    <w:name w:val="page number"/>
    <w:rsid w:val="009B79C1"/>
    <w:rPr>
      <w:sz w:val="22"/>
    </w:rPr>
  </w:style>
  <w:style w:type="paragraph" w:styleId="ListBullet3">
    <w:name w:val="List Bullet 3"/>
    <w:basedOn w:val="ListBullet"/>
    <w:autoRedefine/>
    <w:rsid w:val="009B79C1"/>
    <w:pPr>
      <w:numPr>
        <w:numId w:val="1"/>
      </w:numPr>
      <w:tabs>
        <w:tab w:val="clear" w:pos="926"/>
        <w:tab w:val="left" w:pos="227"/>
      </w:tabs>
      <w:spacing w:after="0"/>
      <w:ind w:left="227" w:hanging="227"/>
    </w:pPr>
    <w:rPr>
      <w:sz w:val="18"/>
    </w:rPr>
  </w:style>
  <w:style w:type="paragraph" w:styleId="ListBullet4">
    <w:name w:val="List Bullet 4"/>
    <w:basedOn w:val="ListBullet2"/>
    <w:autoRedefine/>
    <w:rsid w:val="009B79C1"/>
    <w:pPr>
      <w:numPr>
        <w:numId w:val="2"/>
      </w:numPr>
      <w:tabs>
        <w:tab w:val="clear" w:pos="1209"/>
        <w:tab w:val="left" w:pos="454"/>
      </w:tabs>
      <w:ind w:left="454" w:hanging="227"/>
    </w:pPr>
    <w:rPr>
      <w:sz w:val="18"/>
    </w:rPr>
  </w:style>
  <w:style w:type="paragraph" w:customStyle="1" w:styleId="acctcolumnheading">
    <w:name w:val="acct column heading"/>
    <w:aliases w:val="ac"/>
    <w:basedOn w:val="Normal"/>
    <w:rsid w:val="009B79C1"/>
    <w:pPr>
      <w:spacing w:after="260"/>
      <w:jc w:val="center"/>
    </w:pPr>
  </w:style>
  <w:style w:type="paragraph" w:customStyle="1" w:styleId="acctcolumnheadingnospaceafter">
    <w:name w:val="acct column heading no space after"/>
    <w:aliases w:val="acn,acct column heading no sp"/>
    <w:basedOn w:val="acctcolumnheading"/>
    <w:rsid w:val="009B79C1"/>
    <w:pPr>
      <w:spacing w:after="0"/>
    </w:pPr>
  </w:style>
  <w:style w:type="paragraph" w:customStyle="1" w:styleId="acctdividends">
    <w:name w:val="acct dividends"/>
    <w:aliases w:val="ad"/>
    <w:basedOn w:val="Normal"/>
    <w:rsid w:val="009B79C1"/>
    <w:pPr>
      <w:tabs>
        <w:tab w:val="decimal" w:pos="8505"/>
      </w:tabs>
      <w:spacing w:after="240"/>
      <w:ind w:left="709" w:right="1701" w:hanging="709"/>
    </w:pPr>
  </w:style>
  <w:style w:type="paragraph" w:customStyle="1" w:styleId="acctfourfigures">
    <w:name w:val="acct four figures"/>
    <w:aliases w:val="a4,a4 + 8 pt,(Complex) + 8 pt,(Complex),Thai Distribute...,a4 + Angsana New,Before:  3 pt,Line spacing:  At l...,15 pt,Left:  -0.05&quot;,Right:  -0.05&quot;,Lin...,...,normal + Angsana New,Left,Before:  0 pt,Line spacing:  At least..."/>
    <w:basedOn w:val="Normal"/>
    <w:rsid w:val="009B79C1"/>
    <w:pPr>
      <w:tabs>
        <w:tab w:val="decimal" w:pos="765"/>
      </w:tabs>
    </w:pPr>
  </w:style>
  <w:style w:type="paragraph" w:customStyle="1" w:styleId="acctindentnospaceafter">
    <w:name w:val="acct indent no space after"/>
    <w:aliases w:val="ain"/>
    <w:basedOn w:val="acctindent"/>
    <w:rsid w:val="009B79C1"/>
    <w:pPr>
      <w:spacing w:after="0"/>
    </w:pPr>
  </w:style>
  <w:style w:type="paragraph" w:customStyle="1" w:styleId="acctindent">
    <w:name w:val="acct indent"/>
    <w:aliases w:val="ai"/>
    <w:basedOn w:val="BodyText"/>
    <w:rsid w:val="009B79C1"/>
    <w:pPr>
      <w:ind w:left="284"/>
    </w:pPr>
  </w:style>
  <w:style w:type="paragraph" w:customStyle="1" w:styleId="acctmainheading">
    <w:name w:val="acct main heading"/>
    <w:aliases w:val="am"/>
    <w:basedOn w:val="Normal"/>
    <w:uiPriority w:val="99"/>
    <w:rsid w:val="009B79C1"/>
    <w:pPr>
      <w:keepNext/>
      <w:spacing w:after="140" w:line="320" w:lineRule="atLeast"/>
    </w:pPr>
    <w:rPr>
      <w:b/>
      <w:sz w:val="28"/>
    </w:rPr>
  </w:style>
  <w:style w:type="paragraph" w:customStyle="1" w:styleId="acctmergecolhdg">
    <w:name w:val="acct merge col hdg"/>
    <w:aliases w:val="mh"/>
    <w:basedOn w:val="Normal"/>
    <w:rsid w:val="009B79C1"/>
    <w:pPr>
      <w:jc w:val="center"/>
    </w:pPr>
    <w:rPr>
      <w:b/>
    </w:rPr>
  </w:style>
  <w:style w:type="paragraph" w:customStyle="1" w:styleId="acctnotecolumn">
    <w:name w:val="acct note column"/>
    <w:aliases w:val="an"/>
    <w:basedOn w:val="Normal"/>
    <w:rsid w:val="009B79C1"/>
    <w:pPr>
      <w:jc w:val="center"/>
    </w:pPr>
  </w:style>
  <w:style w:type="paragraph" w:customStyle="1" w:styleId="acctreadnote">
    <w:name w:val="acct read note"/>
    <w:aliases w:val="ar"/>
    <w:basedOn w:val="BodyText"/>
    <w:rsid w:val="009B79C1"/>
    <w:pPr>
      <w:framePr w:hSpace="180" w:vSpace="180" w:wrap="auto" w:hAnchor="margin" w:yAlign="bottom"/>
    </w:pPr>
  </w:style>
  <w:style w:type="paragraph" w:customStyle="1" w:styleId="acctsigneddirectors">
    <w:name w:val="acct signed directors"/>
    <w:aliases w:val="asd"/>
    <w:basedOn w:val="BodyText"/>
    <w:rsid w:val="009B79C1"/>
    <w:pPr>
      <w:tabs>
        <w:tab w:val="left" w:pos="5103"/>
      </w:tabs>
      <w:spacing w:before="130" w:after="130"/>
    </w:pPr>
  </w:style>
  <w:style w:type="paragraph" w:customStyle="1" w:styleId="acctstatementheading">
    <w:name w:val="acct statement heading"/>
    <w:aliases w:val="as"/>
    <w:basedOn w:val="Heading2"/>
    <w:next w:val="Normal"/>
    <w:rsid w:val="009B79C1"/>
    <w:pPr>
      <w:keepLines w:val="0"/>
      <w:ind w:left="567" w:hanging="567"/>
    </w:pPr>
    <w:rPr>
      <w:i w:val="0"/>
    </w:rPr>
  </w:style>
  <w:style w:type="paragraph" w:customStyle="1" w:styleId="acctstatementheadinga">
    <w:name w:val="acct statement heading (a)"/>
    <w:aliases w:val="asa"/>
    <w:basedOn w:val="acctstatementheading"/>
    <w:rsid w:val="009B79C1"/>
    <w:pPr>
      <w:spacing w:line="260" w:lineRule="atLeast"/>
    </w:pPr>
  </w:style>
  <w:style w:type="paragraph" w:customStyle="1" w:styleId="acctstatementsub-headingbolditalic">
    <w:name w:val="acct statement sub-heading bold italic"/>
    <w:aliases w:val="asbi"/>
    <w:basedOn w:val="Normal"/>
    <w:rsid w:val="009B79C1"/>
    <w:pPr>
      <w:keepNext/>
      <w:keepLines/>
      <w:spacing w:before="130" w:after="130"/>
      <w:ind w:left="567"/>
    </w:pPr>
    <w:rPr>
      <w:b/>
      <w:bCs/>
      <w:i/>
    </w:rPr>
  </w:style>
  <w:style w:type="paragraph" w:customStyle="1" w:styleId="acctstatementsub-headingitalic">
    <w:name w:val="acct statement sub-heading italic"/>
    <w:aliases w:val="asi"/>
    <w:basedOn w:val="Normal"/>
    <w:rsid w:val="009B79C1"/>
    <w:pPr>
      <w:keepNext/>
      <w:keepLines/>
      <w:spacing w:before="130" w:after="130"/>
      <w:ind w:left="567"/>
    </w:pPr>
    <w:rPr>
      <w:bCs/>
      <w:i/>
    </w:rPr>
  </w:style>
  <w:style w:type="paragraph" w:customStyle="1" w:styleId="acctstatementsub-heading">
    <w:name w:val="acct statement sub-heading"/>
    <w:aliases w:val="ass"/>
    <w:basedOn w:val="acctstatementheading"/>
    <w:next w:val="Normal"/>
    <w:rsid w:val="009B79C1"/>
    <w:pPr>
      <w:keepLines/>
      <w:spacing w:line="240" w:lineRule="atLeast"/>
      <w:ind w:left="600" w:firstLine="0"/>
    </w:pPr>
  </w:style>
  <w:style w:type="paragraph" w:customStyle="1" w:styleId="acctstatementsub-sub-heading">
    <w:name w:val="acct statement sub-sub-heading"/>
    <w:aliases w:val="asss"/>
    <w:basedOn w:val="block2"/>
    <w:next w:val="Normal"/>
    <w:rsid w:val="009B79C1"/>
    <w:pPr>
      <w:keepNext/>
      <w:keepLines/>
      <w:spacing w:before="130" w:after="130"/>
    </w:pPr>
    <w:rPr>
      <w:b/>
      <w:bCs/>
      <w:i/>
    </w:rPr>
  </w:style>
  <w:style w:type="paragraph" w:customStyle="1" w:styleId="block2">
    <w:name w:val="block2"/>
    <w:aliases w:val="b2"/>
    <w:basedOn w:val="block"/>
    <w:rsid w:val="009B79C1"/>
    <w:pPr>
      <w:ind w:left="1134"/>
    </w:pPr>
  </w:style>
  <w:style w:type="paragraph" w:customStyle="1" w:styleId="block">
    <w:name w:val="block"/>
    <w:aliases w:val="b"/>
    <w:basedOn w:val="BodyText"/>
    <w:rsid w:val="009B79C1"/>
    <w:pPr>
      <w:ind w:left="567"/>
    </w:pPr>
  </w:style>
  <w:style w:type="paragraph" w:customStyle="1" w:styleId="acctstatementsub-sub-sub-heading">
    <w:name w:val="acct statement sub-sub-sub-heading"/>
    <w:aliases w:val="assss"/>
    <w:basedOn w:val="acctstatementsub-sub-heading"/>
    <w:rsid w:val="009B79C1"/>
    <w:rPr>
      <w:b w:val="0"/>
    </w:rPr>
  </w:style>
  <w:style w:type="paragraph" w:customStyle="1" w:styleId="accttwofigureslongernumber">
    <w:name w:val="acct two figures longer number"/>
    <w:aliases w:val="a2+"/>
    <w:basedOn w:val="Normal"/>
    <w:rsid w:val="009B79C1"/>
    <w:pPr>
      <w:tabs>
        <w:tab w:val="decimal" w:pos="1247"/>
      </w:tabs>
    </w:pPr>
  </w:style>
  <w:style w:type="paragraph" w:customStyle="1" w:styleId="accttwofigures">
    <w:name w:val="acct two figures"/>
    <w:aliases w:val="a2"/>
    <w:basedOn w:val="Normal"/>
    <w:rsid w:val="009B79C1"/>
    <w:pPr>
      <w:tabs>
        <w:tab w:val="decimal" w:pos="1021"/>
      </w:tabs>
    </w:pPr>
  </w:style>
  <w:style w:type="paragraph" w:customStyle="1" w:styleId="accttwolines">
    <w:name w:val="acct two lines"/>
    <w:aliases w:val="a2l"/>
    <w:basedOn w:val="Normal"/>
    <w:rsid w:val="009B79C1"/>
    <w:pPr>
      <w:spacing w:after="240"/>
      <w:ind w:left="142" w:hanging="142"/>
    </w:pPr>
  </w:style>
  <w:style w:type="paragraph" w:customStyle="1" w:styleId="accttwolinesnospaceafter">
    <w:name w:val="acct two lines no space after"/>
    <w:aliases w:val="a2ln"/>
    <w:basedOn w:val="Normal"/>
    <w:rsid w:val="009B79C1"/>
    <w:pPr>
      <w:ind w:left="142" w:hanging="142"/>
    </w:pPr>
  </w:style>
  <w:style w:type="paragraph" w:customStyle="1" w:styleId="blocknospaceafter">
    <w:name w:val="block no space after"/>
    <w:aliases w:val="bn"/>
    <w:basedOn w:val="block"/>
    <w:rsid w:val="009B79C1"/>
    <w:pPr>
      <w:spacing w:after="0"/>
    </w:pPr>
  </w:style>
  <w:style w:type="paragraph" w:customStyle="1" w:styleId="block2nospaceafter">
    <w:name w:val="block2 no space after"/>
    <w:aliases w:val="b2n,block2 no sp"/>
    <w:basedOn w:val="block2"/>
    <w:rsid w:val="009B79C1"/>
    <w:pPr>
      <w:spacing w:after="0"/>
    </w:pPr>
  </w:style>
  <w:style w:type="paragraph" w:customStyle="1" w:styleId="List1a">
    <w:name w:val="List 1a"/>
    <w:aliases w:val="1a"/>
    <w:basedOn w:val="Normal"/>
    <w:rsid w:val="009B79C1"/>
    <w:pPr>
      <w:spacing w:after="260"/>
      <w:ind w:left="567" w:hanging="567"/>
    </w:pPr>
  </w:style>
  <w:style w:type="paragraph" w:customStyle="1" w:styleId="List2i">
    <w:name w:val="List 2i"/>
    <w:aliases w:val="2i"/>
    <w:basedOn w:val="Normal"/>
    <w:rsid w:val="009B79C1"/>
    <w:pPr>
      <w:spacing w:after="260"/>
      <w:ind w:left="1134" w:hanging="567"/>
    </w:pPr>
  </w:style>
  <w:style w:type="paragraph" w:styleId="MacroText">
    <w:name w:val="macro"/>
    <w:semiHidden/>
    <w:rsid w:val="009B79C1"/>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styleId="TOC1">
    <w:name w:val="toc 1"/>
    <w:basedOn w:val="Normal"/>
    <w:autoRedefine/>
    <w:semiHidden/>
    <w:rsid w:val="009B79C1"/>
    <w:pPr>
      <w:tabs>
        <w:tab w:val="right" w:pos="8221"/>
      </w:tabs>
      <w:spacing w:before="260" w:line="240" w:lineRule="auto"/>
      <w:ind w:left="851" w:right="567" w:hanging="851"/>
    </w:pPr>
    <w:rPr>
      <w:sz w:val="28"/>
    </w:rPr>
  </w:style>
  <w:style w:type="paragraph" w:styleId="TOC2">
    <w:name w:val="toc 2"/>
    <w:basedOn w:val="TOC1"/>
    <w:autoRedefine/>
    <w:semiHidden/>
    <w:rsid w:val="009B79C1"/>
    <w:pPr>
      <w:spacing w:before="0"/>
    </w:pPr>
    <w:rPr>
      <w:sz w:val="24"/>
    </w:rPr>
  </w:style>
  <w:style w:type="paragraph" w:styleId="TOC3">
    <w:name w:val="toc 3"/>
    <w:basedOn w:val="TOC2"/>
    <w:autoRedefine/>
    <w:semiHidden/>
    <w:rsid w:val="009B79C1"/>
    <w:pPr>
      <w:ind w:left="1418" w:hanging="1418"/>
    </w:pPr>
  </w:style>
  <w:style w:type="paragraph" w:styleId="TOC4">
    <w:name w:val="toc 4"/>
    <w:basedOn w:val="TOC3"/>
    <w:autoRedefine/>
    <w:semiHidden/>
    <w:rsid w:val="009B79C1"/>
  </w:style>
  <w:style w:type="paragraph" w:customStyle="1" w:styleId="zcompanyname">
    <w:name w:val="zcompany name"/>
    <w:aliases w:val="cn"/>
    <w:basedOn w:val="Normal"/>
    <w:rsid w:val="009B79C1"/>
    <w:pPr>
      <w:framePr w:w="4536" w:wrap="around" w:vAnchor="page" w:hAnchor="page" w:xAlign="center" w:y="3993"/>
      <w:spacing w:after="400" w:line="240" w:lineRule="auto"/>
      <w:jc w:val="center"/>
    </w:pPr>
    <w:rPr>
      <w:b/>
      <w:sz w:val="26"/>
    </w:rPr>
  </w:style>
  <w:style w:type="paragraph" w:customStyle="1" w:styleId="zcontents">
    <w:name w:val="zcontents"/>
    <w:basedOn w:val="acctmainheading"/>
    <w:rsid w:val="009B79C1"/>
  </w:style>
  <w:style w:type="paragraph" w:customStyle="1" w:styleId="zreportaddinfo">
    <w:name w:val="zreport addinfo"/>
    <w:basedOn w:val="Normal"/>
    <w:rsid w:val="009B79C1"/>
    <w:pPr>
      <w:framePr w:wrap="around" w:hAnchor="page" w:xAlign="center" w:yAlign="bottom"/>
      <w:jc w:val="center"/>
    </w:pPr>
    <w:rPr>
      <w:noProof/>
      <w:sz w:val="20"/>
    </w:rPr>
  </w:style>
  <w:style w:type="paragraph" w:customStyle="1" w:styleId="zreportaddinfoit">
    <w:name w:val="zreport addinfoit"/>
    <w:basedOn w:val="Normal"/>
    <w:rsid w:val="009B79C1"/>
    <w:pPr>
      <w:framePr w:wrap="around" w:hAnchor="page" w:xAlign="center" w:yAlign="bottom"/>
      <w:jc w:val="center"/>
    </w:pPr>
    <w:rPr>
      <w:i/>
      <w:sz w:val="20"/>
    </w:rPr>
  </w:style>
  <w:style w:type="paragraph" w:customStyle="1" w:styleId="zreportname">
    <w:name w:val="zreport name"/>
    <w:aliases w:val="rn"/>
    <w:basedOn w:val="Normal"/>
    <w:rsid w:val="009B79C1"/>
    <w:pPr>
      <w:keepLines/>
      <w:framePr w:w="4536" w:wrap="around" w:vAnchor="page" w:hAnchor="page" w:xAlign="center" w:y="3993"/>
      <w:spacing w:line="440" w:lineRule="exact"/>
      <w:jc w:val="center"/>
    </w:pPr>
    <w:rPr>
      <w:noProof/>
      <w:sz w:val="36"/>
    </w:rPr>
  </w:style>
  <w:style w:type="paragraph" w:customStyle="1" w:styleId="zreportsubtitle">
    <w:name w:val="zreport subtitle"/>
    <w:basedOn w:val="zreportname"/>
    <w:rsid w:val="009B79C1"/>
    <w:pPr>
      <w:framePr w:wrap="around"/>
      <w:spacing w:line="360" w:lineRule="exact"/>
    </w:pPr>
    <w:rPr>
      <w:sz w:val="32"/>
    </w:rPr>
  </w:style>
  <w:style w:type="paragraph" w:customStyle="1" w:styleId="BodyTexthalfspaceafter">
    <w:name w:val="Body Text half space after"/>
    <w:aliases w:val="hs"/>
    <w:basedOn w:val="BodyText"/>
    <w:rsid w:val="009B79C1"/>
    <w:pPr>
      <w:spacing w:after="130"/>
    </w:pPr>
  </w:style>
  <w:style w:type="paragraph" w:customStyle="1" w:styleId="ind">
    <w:name w:val="*ind"/>
    <w:basedOn w:val="BodyText"/>
    <w:rsid w:val="009B79C1"/>
    <w:pPr>
      <w:ind w:left="340" w:hanging="340"/>
    </w:pPr>
  </w:style>
  <w:style w:type="paragraph" w:customStyle="1" w:styleId="acctindenthalfspaceafter">
    <w:name w:val="acct indent half space after"/>
    <w:aliases w:val="aihs"/>
    <w:basedOn w:val="acctindent"/>
    <w:rsid w:val="009B79C1"/>
    <w:pPr>
      <w:spacing w:after="130"/>
    </w:pPr>
  </w:style>
  <w:style w:type="paragraph" w:customStyle="1" w:styleId="keeptogethernormal">
    <w:name w:val="keep together normal"/>
    <w:aliases w:val="ktn"/>
    <w:basedOn w:val="Normal"/>
    <w:rsid w:val="009B79C1"/>
    <w:pPr>
      <w:keepNext/>
      <w:keepLines/>
    </w:pPr>
  </w:style>
  <w:style w:type="paragraph" w:customStyle="1" w:styleId="nineptheading">
    <w:name w:val="nine pt heading"/>
    <w:aliases w:val="9h"/>
    <w:basedOn w:val="nineptbodytext"/>
    <w:rsid w:val="009B79C1"/>
    <w:rPr>
      <w:b/>
      <w:bCs/>
    </w:rPr>
  </w:style>
  <w:style w:type="paragraph" w:customStyle="1" w:styleId="nineptbodytext">
    <w:name w:val="nine pt body text"/>
    <w:aliases w:val="9bt"/>
    <w:basedOn w:val="nineptnormal"/>
    <w:rsid w:val="009B79C1"/>
    <w:pPr>
      <w:spacing w:after="220"/>
    </w:pPr>
  </w:style>
  <w:style w:type="paragraph" w:customStyle="1" w:styleId="nineptnormal">
    <w:name w:val="nine pt normal"/>
    <w:aliases w:val="9n"/>
    <w:basedOn w:val="Normal"/>
    <w:rsid w:val="009B79C1"/>
    <w:pPr>
      <w:spacing w:line="220" w:lineRule="atLeast"/>
    </w:pPr>
    <w:rPr>
      <w:sz w:val="18"/>
    </w:rPr>
  </w:style>
  <w:style w:type="paragraph" w:customStyle="1" w:styleId="nineptheadingcentred">
    <w:name w:val="nine pt heading centred"/>
    <w:aliases w:val="9hc"/>
    <w:basedOn w:val="nineptheading"/>
    <w:rsid w:val="009B79C1"/>
    <w:pPr>
      <w:jc w:val="center"/>
    </w:pPr>
  </w:style>
  <w:style w:type="paragraph" w:customStyle="1" w:styleId="heading">
    <w:name w:val="heading"/>
    <w:aliases w:val="h"/>
    <w:basedOn w:val="BodyText"/>
    <w:rsid w:val="009B79C1"/>
    <w:rPr>
      <w:b/>
    </w:rPr>
  </w:style>
  <w:style w:type="paragraph" w:customStyle="1" w:styleId="headingcentred">
    <w:name w:val="heading centred"/>
    <w:aliases w:val="hc"/>
    <w:basedOn w:val="heading"/>
    <w:rsid w:val="009B79C1"/>
    <w:pPr>
      <w:jc w:val="center"/>
    </w:pPr>
  </w:style>
  <w:style w:type="paragraph" w:customStyle="1" w:styleId="Normalcentred">
    <w:name w:val="Normal centred"/>
    <w:aliases w:val="nc"/>
    <w:basedOn w:val="acctcolumnheadingnospaceafter"/>
    <w:rsid w:val="009B79C1"/>
  </w:style>
  <w:style w:type="paragraph" w:customStyle="1" w:styleId="nineptheadingcentredbold">
    <w:name w:val="nine pt heading centred bold"/>
    <w:aliases w:val="9hcb"/>
    <w:basedOn w:val="Normal"/>
    <w:rsid w:val="009B79C1"/>
    <w:pPr>
      <w:spacing w:line="220" w:lineRule="atLeast"/>
      <w:jc w:val="center"/>
    </w:pPr>
    <w:rPr>
      <w:b/>
      <w:bCs/>
      <w:sz w:val="18"/>
    </w:rPr>
  </w:style>
  <w:style w:type="paragraph" w:customStyle="1" w:styleId="nineptheadingcentredboldwider">
    <w:name w:val="nine pt heading centred bold wider"/>
    <w:aliases w:val="9hcbw"/>
    <w:basedOn w:val="nineptheadingcentredbold"/>
    <w:rsid w:val="009B79C1"/>
    <w:pPr>
      <w:ind w:left="-57" w:right="-57"/>
    </w:pPr>
  </w:style>
  <w:style w:type="paragraph" w:customStyle="1" w:styleId="nineptnormalheadinghalfspace">
    <w:name w:val="nine pt normal heading half space"/>
    <w:aliases w:val="9nhhs"/>
    <w:basedOn w:val="nineptnormalheading"/>
    <w:rsid w:val="009B79C1"/>
    <w:pPr>
      <w:spacing w:after="80"/>
    </w:pPr>
  </w:style>
  <w:style w:type="paragraph" w:customStyle="1" w:styleId="nineptnormalheading">
    <w:name w:val="nine pt normal heading"/>
    <w:aliases w:val="9nh"/>
    <w:basedOn w:val="nineptnormal"/>
    <w:rsid w:val="009B79C1"/>
    <w:rPr>
      <w:b/>
    </w:rPr>
  </w:style>
  <w:style w:type="paragraph" w:customStyle="1" w:styleId="nineptcolumntab1">
    <w:name w:val="nine pt column tab1"/>
    <w:aliases w:val="a91"/>
    <w:basedOn w:val="nineptnormal"/>
    <w:rsid w:val="009B79C1"/>
    <w:pPr>
      <w:tabs>
        <w:tab w:val="decimal" w:pos="737"/>
      </w:tabs>
    </w:pPr>
  </w:style>
  <w:style w:type="paragraph" w:customStyle="1" w:styleId="nineptnormalitalicheading">
    <w:name w:val="nine pt normal italic heading"/>
    <w:aliases w:val="9nith"/>
    <w:basedOn w:val="nineptnormalheading"/>
    <w:rsid w:val="009B79C1"/>
    <w:rPr>
      <w:i/>
      <w:iCs/>
    </w:rPr>
  </w:style>
  <w:style w:type="paragraph" w:customStyle="1" w:styleId="Normalheadingcentred">
    <w:name w:val="Normal heading centred"/>
    <w:aliases w:val="nhc"/>
    <w:basedOn w:val="Normalheading"/>
    <w:rsid w:val="009B79C1"/>
    <w:pPr>
      <w:jc w:val="center"/>
    </w:pPr>
  </w:style>
  <w:style w:type="paragraph" w:customStyle="1" w:styleId="Normalheading">
    <w:name w:val="Normal heading"/>
    <w:aliases w:val="nh"/>
    <w:basedOn w:val="Normal"/>
    <w:rsid w:val="009B79C1"/>
    <w:rPr>
      <w:b/>
      <w:bCs/>
    </w:rPr>
  </w:style>
  <w:style w:type="paragraph" w:customStyle="1" w:styleId="ListBullethalfspaceafter">
    <w:name w:val="List Bullet half space after"/>
    <w:aliases w:val="lbhs"/>
    <w:basedOn w:val="ListBullet"/>
    <w:rsid w:val="009B79C1"/>
    <w:pPr>
      <w:spacing w:after="130"/>
    </w:pPr>
  </w:style>
  <w:style w:type="paragraph" w:customStyle="1" w:styleId="accttwofigurescents">
    <w:name w:val="acct two figures cents"/>
    <w:aliases w:val="a2c,acct two figures ¢ sign"/>
    <w:basedOn w:val="Normal"/>
    <w:rsid w:val="009B79C1"/>
    <w:pPr>
      <w:tabs>
        <w:tab w:val="decimal" w:pos="284"/>
      </w:tabs>
    </w:pPr>
  </w:style>
  <w:style w:type="paragraph" w:customStyle="1" w:styleId="accttwofiguresdecimal">
    <w:name w:val="acct two figures decimal"/>
    <w:aliases w:val="a2d"/>
    <w:basedOn w:val="Normal"/>
    <w:rsid w:val="009B79C1"/>
    <w:pPr>
      <w:tabs>
        <w:tab w:val="decimal" w:pos="510"/>
      </w:tabs>
    </w:pPr>
  </w:style>
  <w:style w:type="paragraph" w:customStyle="1" w:styleId="NormalIndent1">
    <w:name w:val="Normal Indent1"/>
    <w:basedOn w:val="Normal"/>
    <w:rsid w:val="009B79C1"/>
    <w:pPr>
      <w:ind w:left="142"/>
    </w:pPr>
  </w:style>
  <w:style w:type="paragraph" w:customStyle="1" w:styleId="ListBullet2nospaceafter">
    <w:name w:val="List Bullet 2 no space after"/>
    <w:aliases w:val="lb2n"/>
    <w:basedOn w:val="ListBullet2"/>
    <w:rsid w:val="009B79C1"/>
    <w:pPr>
      <w:spacing w:after="0"/>
    </w:pPr>
  </w:style>
  <w:style w:type="paragraph" w:customStyle="1" w:styleId="ListBullet2halfspaceafter">
    <w:name w:val="List Bullet 2 half space after"/>
    <w:aliases w:val="lb2hs"/>
    <w:basedOn w:val="ListBullet2"/>
    <w:rsid w:val="009B79C1"/>
    <w:pPr>
      <w:spacing w:after="130"/>
    </w:pPr>
  </w:style>
  <w:style w:type="paragraph" w:customStyle="1" w:styleId="BodyTextIndentitalichalfspafter">
    <w:name w:val="Body Text Indent italic half sp after"/>
    <w:aliases w:val="iitalhs"/>
    <w:basedOn w:val="BodyTextIndentitalic"/>
    <w:rsid w:val="009B79C1"/>
    <w:pPr>
      <w:spacing w:after="130"/>
    </w:pPr>
  </w:style>
  <w:style w:type="paragraph" w:customStyle="1" w:styleId="BodyTextIndentitalic">
    <w:name w:val="Body Text Indent italic"/>
    <w:aliases w:val="iital"/>
    <w:basedOn w:val="BodyTextIndent"/>
    <w:rsid w:val="009B79C1"/>
    <w:rPr>
      <w:i/>
      <w:iCs/>
    </w:rPr>
  </w:style>
  <w:style w:type="paragraph" w:customStyle="1" w:styleId="BodyTextIndenthalfspaceafter">
    <w:name w:val="Body Text Indent half space after"/>
    <w:aliases w:val="ihs"/>
    <w:basedOn w:val="BodyTextIndent"/>
    <w:rsid w:val="009B79C1"/>
    <w:pPr>
      <w:spacing w:after="130"/>
    </w:pPr>
  </w:style>
  <w:style w:type="paragraph" w:customStyle="1" w:styleId="BodyTextonepointafter">
    <w:name w:val="Body Text one point after"/>
    <w:aliases w:val="bt1"/>
    <w:basedOn w:val="BodyText"/>
    <w:rsid w:val="009B79C1"/>
    <w:pPr>
      <w:spacing w:after="20"/>
    </w:pPr>
  </w:style>
  <w:style w:type="paragraph" w:customStyle="1" w:styleId="keeptogether">
    <w:name w:val="keep together"/>
    <w:aliases w:val="kt"/>
    <w:basedOn w:val="BodyText"/>
    <w:rsid w:val="009B79C1"/>
    <w:pPr>
      <w:keepNext/>
      <w:keepLines/>
    </w:pPr>
  </w:style>
  <w:style w:type="paragraph" w:customStyle="1" w:styleId="acctthreecolumns">
    <w:name w:val="acct three columns"/>
    <w:aliases w:val="a3,acct three figures"/>
    <w:basedOn w:val="Normal"/>
    <w:rsid w:val="009B79C1"/>
    <w:pPr>
      <w:tabs>
        <w:tab w:val="decimal" w:pos="1361"/>
      </w:tabs>
    </w:pPr>
  </w:style>
  <w:style w:type="paragraph" w:customStyle="1" w:styleId="acctthreecolumnsshorternumber">
    <w:name w:val="acct three columns shorter number"/>
    <w:aliases w:val="a3-"/>
    <w:basedOn w:val="Normal"/>
    <w:rsid w:val="009B79C1"/>
    <w:pPr>
      <w:tabs>
        <w:tab w:val="decimal" w:pos="1021"/>
      </w:tabs>
    </w:pPr>
  </w:style>
  <w:style w:type="character" w:styleId="FootnoteReference">
    <w:name w:val="footnote reference"/>
    <w:aliases w:val="fr"/>
    <w:semiHidden/>
    <w:rsid w:val="009B79C1"/>
    <w:rPr>
      <w:position w:val="6"/>
      <w:sz w:val="14"/>
    </w:rPr>
  </w:style>
  <w:style w:type="paragraph" w:customStyle="1" w:styleId="tabletext">
    <w:name w:val="table text"/>
    <w:aliases w:val="tt"/>
    <w:basedOn w:val="Normal"/>
    <w:rsid w:val="009B79C1"/>
    <w:pPr>
      <w:spacing w:before="130" w:after="130"/>
    </w:pPr>
  </w:style>
  <w:style w:type="paragraph" w:customStyle="1" w:styleId="BodyTextitalic">
    <w:name w:val="Body Text italic"/>
    <w:basedOn w:val="BodyText"/>
    <w:rsid w:val="009B79C1"/>
    <w:rPr>
      <w:i/>
      <w:iCs/>
    </w:rPr>
  </w:style>
  <w:style w:type="paragraph" w:customStyle="1" w:styleId="BodyTextIndentnosp">
    <w:name w:val="Body Text Indent no sp"/>
    <w:aliases w:val="in,indent no space after"/>
    <w:basedOn w:val="BodyTextIndent"/>
    <w:rsid w:val="009B79C1"/>
    <w:pPr>
      <w:spacing w:after="0"/>
    </w:pPr>
  </w:style>
  <w:style w:type="paragraph" w:customStyle="1" w:styleId="acctfourfiguresdecimal">
    <w:name w:val="acct four figures decimal"/>
    <w:aliases w:val="a4d"/>
    <w:basedOn w:val="Normal"/>
    <w:rsid w:val="009B79C1"/>
    <w:pPr>
      <w:tabs>
        <w:tab w:val="decimal" w:pos="383"/>
      </w:tabs>
    </w:pPr>
  </w:style>
  <w:style w:type="paragraph" w:customStyle="1" w:styleId="headingnospaceafter">
    <w:name w:val="heading no space after"/>
    <w:aliases w:val="hn,heading no space"/>
    <w:basedOn w:val="heading"/>
    <w:rsid w:val="009B79C1"/>
    <w:pPr>
      <w:spacing w:after="0"/>
    </w:pPr>
  </w:style>
  <w:style w:type="paragraph" w:customStyle="1" w:styleId="acctnotecolumndecimal">
    <w:name w:val="acct note column decimal"/>
    <w:aliases w:val="and"/>
    <w:basedOn w:val="Normal"/>
    <w:rsid w:val="009B79C1"/>
    <w:pPr>
      <w:tabs>
        <w:tab w:val="decimal" w:pos="425"/>
      </w:tabs>
    </w:pPr>
  </w:style>
  <w:style w:type="paragraph" w:customStyle="1" w:styleId="index">
    <w:name w:val="index"/>
    <w:aliases w:val="ix"/>
    <w:basedOn w:val="BodyText"/>
    <w:rsid w:val="009B79C1"/>
    <w:pPr>
      <w:numPr>
        <w:numId w:val="4"/>
      </w:numPr>
      <w:spacing w:after="20"/>
    </w:pPr>
  </w:style>
  <w:style w:type="paragraph" w:customStyle="1" w:styleId="nineptbodytextbullet">
    <w:name w:val="nine pt body text bullet"/>
    <w:aliases w:val="9btb"/>
    <w:basedOn w:val="nineptbodytext"/>
    <w:rsid w:val="009B79C1"/>
    <w:pPr>
      <w:tabs>
        <w:tab w:val="num" w:pos="284"/>
      </w:tabs>
      <w:spacing w:after="180"/>
      <w:ind w:left="284" w:hanging="284"/>
    </w:pPr>
  </w:style>
  <w:style w:type="paragraph" w:customStyle="1" w:styleId="nineptnormalbullet">
    <w:name w:val="nine pt normal bullet"/>
    <w:aliases w:val="9nb"/>
    <w:basedOn w:val="nineptnormal"/>
    <w:rsid w:val="009B79C1"/>
    <w:pPr>
      <w:tabs>
        <w:tab w:val="num" w:pos="284"/>
      </w:tabs>
      <w:ind w:left="284" w:hanging="284"/>
    </w:pPr>
  </w:style>
  <w:style w:type="paragraph" w:customStyle="1" w:styleId="ninepttabletextblockbullet">
    <w:name w:val="nine pt table text block bullet"/>
    <w:aliases w:val="9ttbb"/>
    <w:basedOn w:val="ninepttabletextblock"/>
    <w:rsid w:val="009B79C1"/>
    <w:pPr>
      <w:tabs>
        <w:tab w:val="num" w:pos="652"/>
      </w:tabs>
      <w:ind w:left="652" w:hanging="227"/>
    </w:pPr>
  </w:style>
  <w:style w:type="paragraph" w:customStyle="1" w:styleId="ninepttabletextblock">
    <w:name w:val="nine pt table text block"/>
    <w:aliases w:val="9ttbk"/>
    <w:basedOn w:val="Normal"/>
    <w:rsid w:val="009B79C1"/>
    <w:pPr>
      <w:spacing w:after="60" w:line="220" w:lineRule="atLeast"/>
      <w:ind w:left="425"/>
    </w:pPr>
    <w:rPr>
      <w:sz w:val="18"/>
    </w:rPr>
  </w:style>
  <w:style w:type="paragraph" w:customStyle="1" w:styleId="IndexHeading1">
    <w:name w:val="Index Heading1"/>
    <w:aliases w:val="ixh"/>
    <w:basedOn w:val="BodyText"/>
    <w:rsid w:val="009B79C1"/>
    <w:pPr>
      <w:spacing w:after="130"/>
      <w:ind w:left="1134" w:hanging="1134"/>
    </w:pPr>
    <w:rPr>
      <w:b/>
    </w:rPr>
  </w:style>
  <w:style w:type="paragraph" w:customStyle="1" w:styleId="block2bullet">
    <w:name w:val="block2bullet"/>
    <w:aliases w:val="b2b"/>
    <w:basedOn w:val="block2"/>
    <w:rsid w:val="009B79C1"/>
    <w:pPr>
      <w:tabs>
        <w:tab w:val="num" w:pos="1474"/>
      </w:tabs>
      <w:ind w:left="1474" w:hanging="340"/>
    </w:pPr>
  </w:style>
  <w:style w:type="paragraph" w:customStyle="1" w:styleId="tabletextheading">
    <w:name w:val="table text heading"/>
    <w:aliases w:val="tth"/>
    <w:basedOn w:val="tabletext"/>
    <w:rsid w:val="009B79C1"/>
    <w:rPr>
      <w:b/>
      <w:bCs/>
    </w:rPr>
  </w:style>
  <w:style w:type="paragraph" w:customStyle="1" w:styleId="acctfourfiguresyears">
    <w:name w:val="acct four figures years"/>
    <w:aliases w:val="a4y"/>
    <w:basedOn w:val="Normal"/>
    <w:rsid w:val="009B79C1"/>
    <w:pPr>
      <w:tabs>
        <w:tab w:val="decimal" w:pos="227"/>
        <w:tab w:val="num" w:pos="567"/>
      </w:tabs>
      <w:ind w:left="567" w:hanging="567"/>
    </w:pPr>
  </w:style>
  <w:style w:type="paragraph" w:customStyle="1" w:styleId="accttwofiguresyears">
    <w:name w:val="acct two figures years"/>
    <w:aliases w:val="a2y"/>
    <w:basedOn w:val="Normal"/>
    <w:rsid w:val="009B79C1"/>
    <w:pPr>
      <w:tabs>
        <w:tab w:val="decimal" w:pos="482"/>
      </w:tabs>
    </w:pPr>
  </w:style>
  <w:style w:type="paragraph" w:customStyle="1" w:styleId="Foreigncurrencytable">
    <w:name w:val="Foreign currency table"/>
    <w:basedOn w:val="Normal"/>
    <w:rsid w:val="009B79C1"/>
    <w:pPr>
      <w:tabs>
        <w:tab w:val="decimal" w:pos="567"/>
      </w:tabs>
    </w:pPr>
  </w:style>
  <w:style w:type="paragraph" w:customStyle="1" w:styleId="headingitalicnospaceafter">
    <w:name w:val="heading italic no space after"/>
    <w:aliases w:val="hin"/>
    <w:basedOn w:val="Normal"/>
    <w:rsid w:val="009B79C1"/>
    <w:rPr>
      <w:i/>
      <w:iCs/>
    </w:rPr>
  </w:style>
  <w:style w:type="paragraph" w:customStyle="1" w:styleId="accttwofigures0">
    <w:name w:val="acct two figures %"/>
    <w:aliases w:val="a2%"/>
    <w:basedOn w:val="Normal"/>
    <w:rsid w:val="009B79C1"/>
    <w:pPr>
      <w:tabs>
        <w:tab w:val="decimal" w:pos="794"/>
      </w:tabs>
    </w:pPr>
  </w:style>
  <w:style w:type="paragraph" w:customStyle="1" w:styleId="accttwofigures2a22">
    <w:name w:val="acct two figures %2.a2%2"/>
    <w:basedOn w:val="Normal"/>
    <w:rsid w:val="009B79C1"/>
    <w:pPr>
      <w:tabs>
        <w:tab w:val="decimal" w:pos="510"/>
      </w:tabs>
    </w:pPr>
  </w:style>
  <w:style w:type="paragraph" w:customStyle="1" w:styleId="blocklist">
    <w:name w:val="block list"/>
    <w:aliases w:val="blist"/>
    <w:basedOn w:val="block"/>
    <w:rsid w:val="009B79C1"/>
    <w:pPr>
      <w:ind w:left="1134" w:hanging="567"/>
    </w:pPr>
  </w:style>
  <w:style w:type="paragraph" w:customStyle="1" w:styleId="blocklist2">
    <w:name w:val="block list2"/>
    <w:aliases w:val="blist2"/>
    <w:basedOn w:val="blocklist"/>
    <w:rsid w:val="009B79C1"/>
    <w:pPr>
      <w:ind w:left="1701"/>
    </w:pPr>
  </w:style>
  <w:style w:type="paragraph" w:customStyle="1" w:styleId="acctfourfigureslongernumber">
    <w:name w:val="acct four figures longer number"/>
    <w:aliases w:val="a4+"/>
    <w:basedOn w:val="Normal"/>
    <w:rsid w:val="009B79C1"/>
    <w:pPr>
      <w:tabs>
        <w:tab w:val="decimal" w:pos="851"/>
      </w:tabs>
    </w:pPr>
  </w:style>
  <w:style w:type="paragraph" w:customStyle="1" w:styleId="blockheading">
    <w:name w:val="block heading"/>
    <w:aliases w:val="bh"/>
    <w:basedOn w:val="block"/>
    <w:rsid w:val="009B79C1"/>
    <w:pPr>
      <w:keepNext/>
      <w:keepLines/>
      <w:spacing w:before="70"/>
    </w:pPr>
    <w:rPr>
      <w:b/>
    </w:rPr>
  </w:style>
  <w:style w:type="paragraph" w:customStyle="1" w:styleId="blockheadingitalicnosp">
    <w:name w:val="block heading italic no sp"/>
    <w:aliases w:val="bhin"/>
    <w:basedOn w:val="blockheadingitalic"/>
    <w:rsid w:val="009B79C1"/>
    <w:pPr>
      <w:spacing w:after="0"/>
    </w:pPr>
  </w:style>
  <w:style w:type="paragraph" w:customStyle="1" w:styleId="blockheadingitalic">
    <w:name w:val="block heading italic"/>
    <w:aliases w:val="bhi"/>
    <w:basedOn w:val="blockheadingitalicbold"/>
    <w:rsid w:val="009B79C1"/>
    <w:rPr>
      <w:b w:val="0"/>
    </w:rPr>
  </w:style>
  <w:style w:type="paragraph" w:customStyle="1" w:styleId="blockheadingitalicbold">
    <w:name w:val="block heading italic bold"/>
    <w:aliases w:val="bhib"/>
    <w:basedOn w:val="blockheading"/>
    <w:rsid w:val="009B79C1"/>
    <w:rPr>
      <w:i/>
    </w:rPr>
  </w:style>
  <w:style w:type="paragraph" w:customStyle="1" w:styleId="blockheadingnosp">
    <w:name w:val="block heading no sp"/>
    <w:aliases w:val="bhn,block heading no space after"/>
    <w:basedOn w:val="blockheading"/>
    <w:rsid w:val="009B79C1"/>
    <w:pPr>
      <w:spacing w:after="0"/>
    </w:pPr>
  </w:style>
  <w:style w:type="paragraph" w:customStyle="1" w:styleId="smallreturn">
    <w:name w:val="small return"/>
    <w:aliases w:val="sr"/>
    <w:basedOn w:val="Normal"/>
    <w:rsid w:val="009B79C1"/>
    <w:pPr>
      <w:spacing w:line="130" w:lineRule="exact"/>
    </w:pPr>
  </w:style>
  <w:style w:type="paragraph" w:customStyle="1" w:styleId="headingbolditalicnospaceafter">
    <w:name w:val="heading bold italic no space after"/>
    <w:aliases w:val="hbin"/>
    <w:basedOn w:val="headingbolditalic"/>
    <w:rsid w:val="009B79C1"/>
    <w:pPr>
      <w:spacing w:after="0"/>
    </w:pPr>
  </w:style>
  <w:style w:type="paragraph" w:customStyle="1" w:styleId="headingbolditalic">
    <w:name w:val="heading bold italic"/>
    <w:aliases w:val="hbi"/>
    <w:basedOn w:val="heading"/>
    <w:rsid w:val="009B79C1"/>
    <w:rPr>
      <w:i/>
    </w:rPr>
  </w:style>
  <w:style w:type="paragraph" w:customStyle="1" w:styleId="acctstatementheadingashorter">
    <w:name w:val="acct statement heading (a) shorter"/>
    <w:aliases w:val="asas"/>
    <w:basedOn w:val="Normal"/>
    <w:rsid w:val="009B79C1"/>
    <w:pPr>
      <w:keepNext/>
      <w:spacing w:before="140" w:after="140"/>
      <w:ind w:left="567" w:right="4252" w:hanging="567"/>
      <w:outlineLvl w:val="1"/>
    </w:pPr>
    <w:rPr>
      <w:b/>
    </w:rPr>
  </w:style>
  <w:style w:type="paragraph" w:customStyle="1" w:styleId="acctstatementheadingshorter">
    <w:name w:val="acct statement heading shorter"/>
    <w:aliases w:val="as-"/>
    <w:basedOn w:val="Normal"/>
    <w:rsid w:val="009B79C1"/>
    <w:pPr>
      <w:keepNext/>
      <w:spacing w:before="140" w:after="140" w:line="280" w:lineRule="atLeast"/>
      <w:ind w:left="567" w:right="4252" w:hanging="567"/>
      <w:outlineLvl w:val="1"/>
    </w:pPr>
    <w:rPr>
      <w:b/>
      <w:sz w:val="24"/>
    </w:rPr>
  </w:style>
  <w:style w:type="paragraph" w:customStyle="1" w:styleId="acctindentlistnospaceafter">
    <w:name w:val="acct indent list no space after"/>
    <w:aliases w:val="ailn"/>
    <w:basedOn w:val="Normal"/>
    <w:rsid w:val="009B79C1"/>
    <w:pPr>
      <w:ind w:left="568" w:hanging="284"/>
    </w:pPr>
  </w:style>
  <w:style w:type="paragraph" w:customStyle="1" w:styleId="acctindenttabs">
    <w:name w:val="acct indent+tabs"/>
    <w:aliases w:val="ait"/>
    <w:basedOn w:val="acctindent"/>
    <w:rsid w:val="009B79C1"/>
    <w:pPr>
      <w:tabs>
        <w:tab w:val="left" w:pos="851"/>
        <w:tab w:val="left" w:pos="1134"/>
      </w:tabs>
    </w:pPr>
  </w:style>
  <w:style w:type="paragraph" w:customStyle="1" w:styleId="acctindenttabsnospaceafter">
    <w:name w:val="acct indent+tabs no space after"/>
    <w:aliases w:val="aitn"/>
    <w:basedOn w:val="acctindenttabs"/>
    <w:rsid w:val="009B79C1"/>
    <w:pPr>
      <w:spacing w:after="0"/>
    </w:pPr>
  </w:style>
  <w:style w:type="paragraph" w:customStyle="1" w:styleId="blockbullet">
    <w:name w:val="block bullet"/>
    <w:aliases w:val="bb"/>
    <w:basedOn w:val="block"/>
    <w:rsid w:val="009B79C1"/>
    <w:pPr>
      <w:numPr>
        <w:numId w:val="5"/>
      </w:numPr>
      <w:tabs>
        <w:tab w:val="clear" w:pos="340"/>
        <w:tab w:val="num" w:pos="907"/>
      </w:tabs>
      <w:ind w:left="907"/>
    </w:pPr>
  </w:style>
  <w:style w:type="paragraph" w:customStyle="1" w:styleId="acctfourfigureslongernumber3">
    <w:name w:val="acct four figures longer number3"/>
    <w:aliases w:val="a4+3"/>
    <w:basedOn w:val="Normal"/>
    <w:rsid w:val="009B79C1"/>
    <w:pPr>
      <w:tabs>
        <w:tab w:val="decimal" w:pos="964"/>
      </w:tabs>
    </w:pPr>
  </w:style>
  <w:style w:type="paragraph" w:customStyle="1" w:styleId="headingitalic">
    <w:name w:val="heading italic"/>
    <w:aliases w:val="hi"/>
    <w:basedOn w:val="headingbolditalic"/>
    <w:rsid w:val="009B79C1"/>
    <w:rPr>
      <w:b w:val="0"/>
      <w:bCs/>
      <w:iCs/>
    </w:rPr>
  </w:style>
  <w:style w:type="paragraph" w:customStyle="1" w:styleId="blocklistnospaceafter">
    <w:name w:val="block list no space after"/>
    <w:aliases w:val="blistn"/>
    <w:basedOn w:val="blocklist"/>
    <w:rsid w:val="009B79C1"/>
    <w:pPr>
      <w:spacing w:after="0"/>
    </w:pPr>
  </w:style>
  <w:style w:type="paragraph" w:customStyle="1" w:styleId="eightptnormal">
    <w:name w:val="eight pt normal"/>
    <w:aliases w:val="8n"/>
    <w:basedOn w:val="Normal"/>
    <w:rsid w:val="009B79C1"/>
    <w:pPr>
      <w:spacing w:line="200" w:lineRule="atLeast"/>
    </w:pPr>
    <w:rPr>
      <w:sz w:val="16"/>
    </w:rPr>
  </w:style>
  <w:style w:type="paragraph" w:customStyle="1" w:styleId="eightptcolumnheading">
    <w:name w:val="eight pt column heading"/>
    <w:aliases w:val="8ch"/>
    <w:basedOn w:val="eightptnormal"/>
    <w:rsid w:val="009B79C1"/>
    <w:pPr>
      <w:jc w:val="center"/>
    </w:pPr>
  </w:style>
  <w:style w:type="paragraph" w:customStyle="1" w:styleId="eightptnormalheadingcentred">
    <w:name w:val="eight pt normal heading centred"/>
    <w:aliases w:val="8nhc"/>
    <w:basedOn w:val="eightptnormalheading"/>
    <w:rsid w:val="009B79C1"/>
    <w:pPr>
      <w:jc w:val="center"/>
    </w:pPr>
    <w:rPr>
      <w:bCs w:val="0"/>
    </w:rPr>
  </w:style>
  <w:style w:type="paragraph" w:customStyle="1" w:styleId="eightptnormalheading">
    <w:name w:val="eight pt normal heading"/>
    <w:aliases w:val="8nh"/>
    <w:basedOn w:val="eightptnormal"/>
    <w:rsid w:val="009B79C1"/>
    <w:rPr>
      <w:b/>
      <w:bCs/>
    </w:rPr>
  </w:style>
  <w:style w:type="paragraph" w:customStyle="1" w:styleId="eightptbodytextheading">
    <w:name w:val="eight pt body text heading"/>
    <w:aliases w:val="8h"/>
    <w:basedOn w:val="eightptbodytext"/>
    <w:rsid w:val="009B79C1"/>
    <w:rPr>
      <w:b/>
      <w:bCs/>
    </w:rPr>
  </w:style>
  <w:style w:type="paragraph" w:customStyle="1" w:styleId="eightptbodytext">
    <w:name w:val="eight pt body text"/>
    <w:aliases w:val="8bt"/>
    <w:basedOn w:val="eightptnormal"/>
    <w:rsid w:val="009B79C1"/>
    <w:pPr>
      <w:spacing w:after="200"/>
    </w:pPr>
  </w:style>
  <w:style w:type="paragraph" w:customStyle="1" w:styleId="eightptcolumntabs">
    <w:name w:val="eight pt column tabs"/>
    <w:aliases w:val="a8"/>
    <w:basedOn w:val="eightptnormal"/>
    <w:rsid w:val="009B79C1"/>
    <w:pPr>
      <w:tabs>
        <w:tab w:val="decimal" w:pos="482"/>
      </w:tabs>
      <w:ind w:left="-57" w:right="-57"/>
    </w:pPr>
  </w:style>
  <w:style w:type="paragraph" w:customStyle="1" w:styleId="eightpthalfspaceafter">
    <w:name w:val="eight pt half space after"/>
    <w:aliases w:val="8hs"/>
    <w:basedOn w:val="eightptnormal"/>
    <w:rsid w:val="009B79C1"/>
    <w:pPr>
      <w:spacing w:after="100"/>
    </w:pPr>
  </w:style>
  <w:style w:type="paragraph" w:customStyle="1" w:styleId="eightptcolumnheadingspace">
    <w:name w:val="eight pt column heading+space"/>
    <w:aliases w:val="8chs"/>
    <w:basedOn w:val="eightptcolumnheading"/>
    <w:rsid w:val="009B79C1"/>
    <w:pPr>
      <w:spacing w:after="200"/>
    </w:pPr>
  </w:style>
  <w:style w:type="paragraph" w:customStyle="1" w:styleId="eightptblocknosp">
    <w:name w:val="eight pt block no sp"/>
    <w:aliases w:val="8bn"/>
    <w:basedOn w:val="eightptblock"/>
    <w:rsid w:val="009B79C1"/>
    <w:pPr>
      <w:spacing w:after="0"/>
    </w:pPr>
  </w:style>
  <w:style w:type="paragraph" w:customStyle="1" w:styleId="eightptblock">
    <w:name w:val="eight pt block"/>
    <w:aliases w:val="8b"/>
    <w:basedOn w:val="Normal"/>
    <w:rsid w:val="009B79C1"/>
    <w:pPr>
      <w:spacing w:after="160" w:line="200" w:lineRule="atLeast"/>
      <w:ind w:left="567"/>
    </w:pPr>
    <w:rPr>
      <w:sz w:val="16"/>
    </w:rPr>
  </w:style>
  <w:style w:type="paragraph" w:customStyle="1" w:styleId="nineptbodytext4ptbefore4ptafter">
    <w:name w:val="nine pt body text 4pt before 4pt after"/>
    <w:aliases w:val="9bt44"/>
    <w:basedOn w:val="nineptbodytext"/>
    <w:rsid w:val="009B79C1"/>
    <w:pPr>
      <w:spacing w:before="80" w:after="80"/>
    </w:pPr>
  </w:style>
  <w:style w:type="paragraph" w:customStyle="1" w:styleId="eightptcolumntabs2">
    <w:name w:val="eight pt column tabs2"/>
    <w:aliases w:val="a82"/>
    <w:basedOn w:val="eightptnormal"/>
    <w:rsid w:val="009B79C1"/>
    <w:pPr>
      <w:tabs>
        <w:tab w:val="decimal" w:pos="539"/>
      </w:tabs>
      <w:ind w:left="-57" w:right="-57"/>
    </w:pPr>
  </w:style>
  <w:style w:type="paragraph" w:customStyle="1" w:styleId="acctstatementheadingshorter2">
    <w:name w:val="acct statement heading shorter2"/>
    <w:aliases w:val="as-2"/>
    <w:basedOn w:val="acctstatementheading"/>
    <w:rsid w:val="009B79C1"/>
    <w:pPr>
      <w:ind w:right="5103"/>
    </w:pPr>
  </w:style>
  <w:style w:type="paragraph" w:customStyle="1" w:styleId="accttwofigureslongernumber2">
    <w:name w:val="acct two figures longer number2"/>
    <w:aliases w:val="a2+2"/>
    <w:basedOn w:val="Normal"/>
    <w:rsid w:val="009B79C1"/>
    <w:pPr>
      <w:tabs>
        <w:tab w:val="decimal" w:pos="1332"/>
      </w:tabs>
    </w:pPr>
  </w:style>
  <w:style w:type="paragraph" w:customStyle="1" w:styleId="Normalbullet">
    <w:name w:val="Normal bullet"/>
    <w:aliases w:val="nb"/>
    <w:basedOn w:val="Normal"/>
    <w:rsid w:val="009B79C1"/>
    <w:pPr>
      <w:tabs>
        <w:tab w:val="num" w:pos="340"/>
      </w:tabs>
      <w:ind w:left="340" w:hanging="340"/>
    </w:pPr>
  </w:style>
  <w:style w:type="paragraph" w:customStyle="1" w:styleId="blockindentnosp">
    <w:name w:val="block indent no sp"/>
    <w:aliases w:val="bin,binn,block + indent"/>
    <w:basedOn w:val="blockindent"/>
    <w:rsid w:val="009B79C1"/>
    <w:pPr>
      <w:spacing w:after="0"/>
    </w:pPr>
  </w:style>
  <w:style w:type="paragraph" w:customStyle="1" w:styleId="blockindent">
    <w:name w:val="block indent"/>
    <w:aliases w:val="bi"/>
    <w:basedOn w:val="block"/>
    <w:rsid w:val="009B79C1"/>
    <w:pPr>
      <w:ind w:left="737" w:hanging="170"/>
    </w:pPr>
  </w:style>
  <w:style w:type="paragraph" w:customStyle="1" w:styleId="nineptnormalcentred">
    <w:name w:val="nine pt normal centred"/>
    <w:aliases w:val="9nc"/>
    <w:basedOn w:val="nineptnormal"/>
    <w:rsid w:val="009B79C1"/>
    <w:pPr>
      <w:jc w:val="center"/>
    </w:pPr>
  </w:style>
  <w:style w:type="paragraph" w:customStyle="1" w:styleId="nineptcol">
    <w:name w:val="nine pt %col"/>
    <w:aliases w:val="9%"/>
    <w:basedOn w:val="nineptnormal"/>
    <w:rsid w:val="009B79C1"/>
    <w:pPr>
      <w:tabs>
        <w:tab w:val="decimal" w:pos="340"/>
      </w:tabs>
    </w:pPr>
  </w:style>
  <w:style w:type="paragraph" w:customStyle="1" w:styleId="nineptcolumntab">
    <w:name w:val="nine pt column tab"/>
    <w:aliases w:val="a9,nine pt column tabs"/>
    <w:basedOn w:val="nineptnormal"/>
    <w:rsid w:val="009B79C1"/>
    <w:pPr>
      <w:tabs>
        <w:tab w:val="decimal" w:pos="624"/>
      </w:tabs>
      <w:spacing w:line="200" w:lineRule="atLeast"/>
    </w:pPr>
  </w:style>
  <w:style w:type="paragraph" w:customStyle="1" w:styleId="nineptnormalitalic">
    <w:name w:val="nine pt normal italic"/>
    <w:aliases w:val="9nit"/>
    <w:basedOn w:val="nineptnormal"/>
    <w:rsid w:val="009B79C1"/>
    <w:rPr>
      <w:i/>
      <w:iCs/>
    </w:rPr>
  </w:style>
  <w:style w:type="paragraph" w:customStyle="1" w:styleId="nineptblocklistnospaceafter">
    <w:name w:val="nine pt block list no space after"/>
    <w:aliases w:val="9bln"/>
    <w:basedOn w:val="nineptblocklist"/>
    <w:rsid w:val="009B79C1"/>
    <w:pPr>
      <w:spacing w:after="0"/>
    </w:pPr>
  </w:style>
  <w:style w:type="paragraph" w:customStyle="1" w:styleId="nineptblocklist">
    <w:name w:val="nine pt block list"/>
    <w:aliases w:val="9bl"/>
    <w:basedOn w:val="nineptblock"/>
    <w:rsid w:val="009B79C1"/>
    <w:pPr>
      <w:ind w:left="992" w:hanging="425"/>
    </w:pPr>
  </w:style>
  <w:style w:type="paragraph" w:customStyle="1" w:styleId="nineptblock">
    <w:name w:val="nine pt block"/>
    <w:aliases w:val="9b"/>
    <w:basedOn w:val="nineptnormal"/>
    <w:rsid w:val="009B79C1"/>
    <w:pPr>
      <w:spacing w:after="220"/>
      <w:ind w:left="567"/>
    </w:pPr>
  </w:style>
  <w:style w:type="paragraph" w:customStyle="1" w:styleId="acctfourfiguresshorternumber2">
    <w:name w:val="acct four figures shorter number2"/>
    <w:aliases w:val="a4-2"/>
    <w:basedOn w:val="Normal"/>
    <w:rsid w:val="009B79C1"/>
    <w:pPr>
      <w:tabs>
        <w:tab w:val="decimal" w:pos="624"/>
      </w:tabs>
    </w:pPr>
  </w:style>
  <w:style w:type="paragraph" w:customStyle="1" w:styleId="nineptnormalheadingcentred">
    <w:name w:val="nine pt normal heading centred"/>
    <w:aliases w:val="9nhc"/>
    <w:basedOn w:val="nineptnormalheading"/>
    <w:rsid w:val="009B79C1"/>
    <w:pPr>
      <w:jc w:val="center"/>
    </w:pPr>
  </w:style>
  <w:style w:type="paragraph" w:customStyle="1" w:styleId="nineptheadingcentredspace">
    <w:name w:val="nine pt heading centred + space"/>
    <w:aliases w:val="9hcs"/>
    <w:basedOn w:val="Normal"/>
    <w:rsid w:val="009B79C1"/>
    <w:pPr>
      <w:spacing w:after="180" w:line="220" w:lineRule="atLeast"/>
      <w:jc w:val="center"/>
    </w:pPr>
    <w:rPr>
      <w:sz w:val="18"/>
    </w:rPr>
  </w:style>
  <w:style w:type="paragraph" w:customStyle="1" w:styleId="nineptcolumntabdecimal">
    <w:name w:val="nine pt column tab decimal"/>
    <w:aliases w:val="a9d,nine pt column tabs decimal"/>
    <w:basedOn w:val="nineptnormal"/>
    <w:rsid w:val="009B79C1"/>
    <w:pPr>
      <w:tabs>
        <w:tab w:val="decimal" w:pos="227"/>
      </w:tabs>
    </w:pPr>
  </w:style>
  <w:style w:type="paragraph" w:customStyle="1" w:styleId="nineptcolumntab2">
    <w:name w:val="nine pt column tab2"/>
    <w:aliases w:val="a92,nine pt column tabs2"/>
    <w:basedOn w:val="nineptnormal"/>
    <w:rsid w:val="009B79C1"/>
    <w:pPr>
      <w:tabs>
        <w:tab w:val="decimal" w:pos="510"/>
      </w:tabs>
    </w:pPr>
  </w:style>
  <w:style w:type="paragraph" w:customStyle="1" w:styleId="nineptonepointafter">
    <w:name w:val="nine pt one point after"/>
    <w:aliases w:val="9n1"/>
    <w:basedOn w:val="nineptnormal"/>
    <w:rsid w:val="009B79C1"/>
    <w:pPr>
      <w:spacing w:after="20"/>
    </w:pPr>
  </w:style>
  <w:style w:type="paragraph" w:customStyle="1" w:styleId="nineptblockind">
    <w:name w:val="nine pt block *ind"/>
    <w:aliases w:val="9b*ind"/>
    <w:basedOn w:val="nineptblock"/>
    <w:rsid w:val="009B79C1"/>
    <w:pPr>
      <w:ind w:left="851" w:hanging="284"/>
    </w:pPr>
  </w:style>
  <w:style w:type="paragraph" w:customStyle="1" w:styleId="headingonepointafter">
    <w:name w:val="heading one point after"/>
    <w:aliases w:val="h1p"/>
    <w:basedOn w:val="heading"/>
    <w:rsid w:val="009B79C1"/>
    <w:pPr>
      <w:spacing w:after="20"/>
    </w:pPr>
  </w:style>
  <w:style w:type="paragraph" w:customStyle="1" w:styleId="blockbulletnospaceafter">
    <w:name w:val="block bullet no space after"/>
    <w:aliases w:val="bbn,block bullet no sp"/>
    <w:basedOn w:val="blockbullet"/>
    <w:rsid w:val="009B79C1"/>
    <w:pPr>
      <w:spacing w:after="0"/>
    </w:pPr>
  </w:style>
  <w:style w:type="paragraph" w:customStyle="1" w:styleId="acctstatementheadingaitalicbold">
    <w:name w:val="acct statement heading (a) italic bold"/>
    <w:aliases w:val="asaib"/>
    <w:basedOn w:val="acctstatementheadinga"/>
    <w:rsid w:val="009B79C1"/>
    <w:pPr>
      <w:spacing w:before="0" w:after="260"/>
    </w:pPr>
    <w:rPr>
      <w:i/>
    </w:rPr>
  </w:style>
  <w:style w:type="paragraph" w:customStyle="1" w:styleId="nineptblocknosp">
    <w:name w:val="nine pt block no sp"/>
    <w:aliases w:val="9bn"/>
    <w:basedOn w:val="Normal"/>
    <w:rsid w:val="009B79C1"/>
    <w:pPr>
      <w:spacing w:line="220" w:lineRule="atLeast"/>
      <w:ind w:left="567"/>
    </w:pPr>
    <w:rPr>
      <w:sz w:val="18"/>
    </w:rPr>
  </w:style>
  <w:style w:type="paragraph" w:customStyle="1" w:styleId="nineptnormalheadingbolditalic">
    <w:name w:val="nine pt normal heading bold italic"/>
    <w:aliases w:val="9h2"/>
    <w:basedOn w:val="nineptnormalheading"/>
    <w:rsid w:val="009B79C1"/>
    <w:rPr>
      <w:i/>
      <w:iCs/>
    </w:rPr>
  </w:style>
  <w:style w:type="paragraph" w:customStyle="1" w:styleId="nineptnormalhalfspace">
    <w:name w:val="nine pt normal half space"/>
    <w:aliases w:val="9nhs"/>
    <w:basedOn w:val="nineptnormal"/>
    <w:rsid w:val="009B79C1"/>
    <w:pPr>
      <w:spacing w:after="80"/>
    </w:pPr>
  </w:style>
  <w:style w:type="paragraph" w:customStyle="1" w:styleId="nineptratecol">
    <w:name w:val="nine pt rate col"/>
    <w:aliases w:val="a9r"/>
    <w:basedOn w:val="nineptnormal"/>
    <w:rsid w:val="009B79C1"/>
    <w:pPr>
      <w:tabs>
        <w:tab w:val="decimal" w:pos="397"/>
      </w:tabs>
    </w:pPr>
  </w:style>
  <w:style w:type="paragraph" w:customStyle="1" w:styleId="nineptblockitalics">
    <w:name w:val="nine pt block italics"/>
    <w:aliases w:val="9bit"/>
    <w:basedOn w:val="nineptblock"/>
    <w:rsid w:val="009B79C1"/>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9B79C1"/>
    <w:pPr>
      <w:spacing w:after="80"/>
    </w:pPr>
  </w:style>
  <w:style w:type="paragraph" w:customStyle="1" w:styleId="nineptbodytextheading">
    <w:name w:val="nine pt body text heading"/>
    <w:aliases w:val="9bth"/>
    <w:basedOn w:val="Footer"/>
    <w:rsid w:val="009B79C1"/>
    <w:pPr>
      <w:tabs>
        <w:tab w:val="clear" w:pos="9639"/>
      </w:tabs>
      <w:spacing w:after="180" w:line="220" w:lineRule="atLeast"/>
    </w:pPr>
    <w:rPr>
      <w:b/>
      <w:bCs/>
    </w:rPr>
  </w:style>
  <w:style w:type="paragraph" w:customStyle="1" w:styleId="nineptbodytextheadingcentred">
    <w:name w:val="nine pt body text heading centred"/>
    <w:aliases w:val="9bthc"/>
    <w:basedOn w:val="nineptbodytextheading"/>
    <w:rsid w:val="009B79C1"/>
    <w:pPr>
      <w:jc w:val="center"/>
    </w:pPr>
  </w:style>
  <w:style w:type="paragraph" w:customStyle="1" w:styleId="nineptnormalheadingcentredwider">
    <w:name w:val="nine pt normal heading centred wider"/>
    <w:aliases w:val="9nhcw"/>
    <w:basedOn w:val="nineptnormalheadingcentred"/>
    <w:rsid w:val="009B79C1"/>
    <w:pPr>
      <w:ind w:left="-85" w:right="-85"/>
    </w:pPr>
  </w:style>
  <w:style w:type="paragraph" w:customStyle="1" w:styleId="nineptcolumntabs5">
    <w:name w:val="nine pt column tabs5"/>
    <w:aliases w:val="a95,nine pt column tab5"/>
    <w:basedOn w:val="Normal"/>
    <w:rsid w:val="009B79C1"/>
    <w:pPr>
      <w:tabs>
        <w:tab w:val="decimal" w:pos="794"/>
      </w:tabs>
      <w:spacing w:line="220" w:lineRule="atLeast"/>
    </w:pPr>
    <w:rPr>
      <w:sz w:val="18"/>
    </w:rPr>
  </w:style>
  <w:style w:type="paragraph" w:customStyle="1" w:styleId="ninebtbodytextcentred">
    <w:name w:val="nine bt body text centred"/>
    <w:aliases w:val="9btc"/>
    <w:basedOn w:val="nineptbodytext"/>
    <w:rsid w:val="009B79C1"/>
    <w:pPr>
      <w:spacing w:after="180"/>
      <w:jc w:val="center"/>
    </w:pPr>
  </w:style>
  <w:style w:type="paragraph" w:customStyle="1" w:styleId="nineptbodytextheadingcentredwider">
    <w:name w:val="nine pt body text heading centred wider"/>
    <w:aliases w:val="9bthcw,a9bthcw"/>
    <w:basedOn w:val="nineptbodytextheadingcentred"/>
    <w:rsid w:val="009B79C1"/>
    <w:pPr>
      <w:ind w:left="-85" w:right="-85"/>
    </w:pPr>
  </w:style>
  <w:style w:type="paragraph" w:customStyle="1" w:styleId="nineptcolumntabdecimal2">
    <w:name w:val="nine pt column tab decimal2"/>
    <w:aliases w:val="a9d2,nine pt column tabs decimal2"/>
    <w:basedOn w:val="nineptnormal"/>
    <w:rsid w:val="009B79C1"/>
    <w:pPr>
      <w:tabs>
        <w:tab w:val="decimal" w:pos="284"/>
      </w:tabs>
    </w:pPr>
  </w:style>
  <w:style w:type="paragraph" w:customStyle="1" w:styleId="nineptcolumntab4">
    <w:name w:val="nine pt column tab4"/>
    <w:aliases w:val="a94,nine pt column tabs4"/>
    <w:basedOn w:val="nineptnormal"/>
    <w:rsid w:val="009B79C1"/>
    <w:pPr>
      <w:tabs>
        <w:tab w:val="decimal" w:pos="680"/>
      </w:tabs>
    </w:pPr>
  </w:style>
  <w:style w:type="paragraph" w:customStyle="1" w:styleId="nineptcolumntab3">
    <w:name w:val="nine pt column tab3"/>
    <w:aliases w:val="a93,nine pt column tabs3"/>
    <w:basedOn w:val="nineptnormal"/>
    <w:rsid w:val="009B79C1"/>
    <w:pPr>
      <w:tabs>
        <w:tab w:val="decimal" w:pos="567"/>
      </w:tabs>
    </w:pPr>
  </w:style>
  <w:style w:type="paragraph" w:customStyle="1" w:styleId="nineptindent">
    <w:name w:val="nine pt indent"/>
    <w:aliases w:val="9i"/>
    <w:basedOn w:val="nineptnormal"/>
    <w:rsid w:val="009B79C1"/>
    <w:pPr>
      <w:ind w:left="425" w:hanging="425"/>
    </w:pPr>
  </w:style>
  <w:style w:type="paragraph" w:customStyle="1" w:styleId="blockind">
    <w:name w:val="block *ind"/>
    <w:aliases w:val="b*,block star ind"/>
    <w:basedOn w:val="block"/>
    <w:rsid w:val="009B79C1"/>
    <w:pPr>
      <w:ind w:left="907" w:hanging="340"/>
    </w:pPr>
  </w:style>
  <w:style w:type="paragraph" w:customStyle="1" w:styleId="List3i">
    <w:name w:val="List 3i"/>
    <w:aliases w:val="3i"/>
    <w:basedOn w:val="List2i"/>
    <w:rsid w:val="009B79C1"/>
    <w:pPr>
      <w:ind w:left="1701"/>
    </w:pPr>
  </w:style>
  <w:style w:type="paragraph" w:customStyle="1" w:styleId="acctindentonepointafter">
    <w:name w:val="acct indent one point after"/>
    <w:aliases w:val="ai1p"/>
    <w:basedOn w:val="acctindent"/>
    <w:rsid w:val="009B79C1"/>
    <w:pPr>
      <w:spacing w:after="20"/>
    </w:pPr>
  </w:style>
  <w:style w:type="paragraph" w:customStyle="1" w:styleId="eightptnormalheadingitalic">
    <w:name w:val="eight pt normal heading italic"/>
    <w:aliases w:val="8nhbi"/>
    <w:basedOn w:val="eightptnormalheading"/>
    <w:rsid w:val="009B79C1"/>
    <w:rPr>
      <w:i/>
      <w:iCs/>
    </w:rPr>
  </w:style>
  <w:style w:type="paragraph" w:customStyle="1" w:styleId="eightptcolumntabs3">
    <w:name w:val="eight pt column tabs3"/>
    <w:aliases w:val="a83"/>
    <w:basedOn w:val="eightptnormal"/>
    <w:rsid w:val="009B79C1"/>
    <w:pPr>
      <w:tabs>
        <w:tab w:val="decimal" w:pos="794"/>
      </w:tabs>
    </w:pPr>
  </w:style>
  <w:style w:type="paragraph" w:customStyle="1" w:styleId="eightptbodytextheadingmiddleline">
    <w:name w:val="eight pt body text heading middle line"/>
    <w:aliases w:val="8hml"/>
    <w:basedOn w:val="eightptbodytextheading"/>
    <w:rsid w:val="009B79C1"/>
    <w:pPr>
      <w:spacing w:before="80" w:after="80"/>
    </w:pPr>
  </w:style>
  <w:style w:type="paragraph" w:customStyle="1" w:styleId="eightptbodytextheadingmiddlelinecentred">
    <w:name w:val="eight pt body text heading middle line centred"/>
    <w:aliases w:val="8hmlc"/>
    <w:basedOn w:val="eightptbodytextheadingmiddleline"/>
    <w:rsid w:val="009B79C1"/>
    <w:pPr>
      <w:jc w:val="center"/>
    </w:pPr>
  </w:style>
  <w:style w:type="paragraph" w:customStyle="1" w:styleId="eightpt4ptspacebefore">
    <w:name w:val="eight pt 4pt space before"/>
    <w:aliases w:val="8n4sp"/>
    <w:basedOn w:val="eightptnormal"/>
    <w:rsid w:val="009B79C1"/>
    <w:pPr>
      <w:spacing w:before="80"/>
    </w:pPr>
  </w:style>
  <w:style w:type="paragraph" w:customStyle="1" w:styleId="eightpt4ptspaceafter">
    <w:name w:val="eight pt 4 pt space after"/>
    <w:aliases w:val="8n4sa"/>
    <w:basedOn w:val="eightptnormal"/>
    <w:rsid w:val="009B79C1"/>
    <w:pPr>
      <w:spacing w:after="80"/>
    </w:pPr>
  </w:style>
  <w:style w:type="paragraph" w:customStyle="1" w:styleId="blockbullet2">
    <w:name w:val="block bullet 2"/>
    <w:aliases w:val="bb2"/>
    <w:basedOn w:val="BodyText"/>
    <w:rsid w:val="009B79C1"/>
    <w:pPr>
      <w:tabs>
        <w:tab w:val="num" w:pos="1247"/>
      </w:tabs>
      <w:ind w:left="1247" w:hanging="340"/>
    </w:pPr>
  </w:style>
  <w:style w:type="paragraph" w:customStyle="1" w:styleId="headingnospaceaftercentred">
    <w:name w:val="heading no space after centred"/>
    <w:aliases w:val="hnc"/>
    <w:basedOn w:val="headingnospaceafter"/>
    <w:rsid w:val="009B79C1"/>
    <w:pPr>
      <w:jc w:val="center"/>
    </w:pPr>
  </w:style>
  <w:style w:type="paragraph" w:customStyle="1" w:styleId="acctfourfigureslongernumber2">
    <w:name w:val="acct four figures longer number2"/>
    <w:aliases w:val="a4+2"/>
    <w:basedOn w:val="Normal"/>
    <w:rsid w:val="009B79C1"/>
    <w:pPr>
      <w:tabs>
        <w:tab w:val="decimal" w:pos="907"/>
      </w:tabs>
    </w:pPr>
  </w:style>
  <w:style w:type="paragraph" w:customStyle="1" w:styleId="AccPolicyHeading">
    <w:name w:val="Acc Policy Heading"/>
    <w:basedOn w:val="BodyText"/>
    <w:link w:val="AccPolicyHeadingCharChar"/>
    <w:autoRedefine/>
    <w:rsid w:val="00046845"/>
    <w:pPr>
      <w:tabs>
        <w:tab w:val="num" w:pos="720"/>
        <w:tab w:val="num" w:pos="2925"/>
      </w:tabs>
      <w:spacing w:after="120"/>
      <w:ind w:left="720" w:hanging="720"/>
      <w:jc w:val="both"/>
    </w:pPr>
    <w:rPr>
      <w:bCs/>
      <w:szCs w:val="22"/>
      <w:lang w:val="en-US" w:eastAsia="en-GB" w:bidi="th-TH"/>
    </w:rPr>
  </w:style>
  <w:style w:type="character" w:customStyle="1" w:styleId="AccPolicyHeadingCharChar">
    <w:name w:val="Acc Policy Heading Char Char"/>
    <w:link w:val="AccPolicyHeading"/>
    <w:rsid w:val="00046845"/>
    <w:rPr>
      <w:bCs/>
      <w:sz w:val="22"/>
      <w:szCs w:val="22"/>
      <w:lang w:val="en-US" w:eastAsia="en-GB" w:bidi="th-TH"/>
    </w:rPr>
  </w:style>
  <w:style w:type="paragraph" w:customStyle="1" w:styleId="AccPolicysubhead">
    <w:name w:val="Acc Policy sub head"/>
    <w:basedOn w:val="BodyText"/>
    <w:next w:val="BodyText"/>
    <w:link w:val="AccPolicysubheadChar"/>
    <w:autoRedefine/>
    <w:rsid w:val="002A0634"/>
    <w:pPr>
      <w:spacing w:after="0" w:line="240" w:lineRule="atLeast"/>
      <w:ind w:left="540" w:right="43"/>
      <w:jc w:val="both"/>
    </w:pPr>
    <w:rPr>
      <w:rFonts w:cs="Univers 45 Light"/>
      <w:i/>
      <w:iCs/>
      <w:color w:val="000000"/>
      <w:szCs w:val="22"/>
      <w:lang w:val="en-US" w:bidi="th-TH"/>
    </w:rPr>
  </w:style>
  <w:style w:type="paragraph" w:customStyle="1" w:styleId="BodyTextbullet">
    <w:name w:val="Body Text bullet"/>
    <w:basedOn w:val="BodyText"/>
    <w:next w:val="BodyText"/>
    <w:autoRedefine/>
    <w:rsid w:val="00046845"/>
    <w:pPr>
      <w:numPr>
        <w:numId w:val="7"/>
      </w:numPr>
      <w:spacing w:after="120"/>
      <w:jc w:val="both"/>
    </w:pPr>
    <w:rPr>
      <w:bCs/>
      <w:szCs w:val="22"/>
      <w:lang w:val="en-US" w:eastAsia="en-GB" w:bidi="th-TH"/>
    </w:rPr>
  </w:style>
  <w:style w:type="paragraph" w:customStyle="1" w:styleId="AccNoteHeading">
    <w:name w:val="Acc Note Heading"/>
    <w:basedOn w:val="BodyText"/>
    <w:autoRedefine/>
    <w:rsid w:val="00046845"/>
    <w:pPr>
      <w:tabs>
        <w:tab w:val="num" w:pos="360"/>
      </w:tabs>
      <w:spacing w:before="130" w:after="130"/>
      <w:ind w:left="360" w:hanging="360"/>
      <w:jc w:val="both"/>
    </w:pPr>
    <w:rPr>
      <w:b/>
      <w:bCs/>
      <w:sz w:val="24"/>
      <w:szCs w:val="22"/>
      <w:lang w:val="en-US" w:eastAsia="en-GB" w:bidi="th-TH"/>
    </w:rPr>
  </w:style>
  <w:style w:type="character" w:customStyle="1" w:styleId="AccPolicysubheadChar">
    <w:name w:val="Acc Policy sub head Char"/>
    <w:link w:val="AccPolicysubhead"/>
    <w:rsid w:val="002A0634"/>
    <w:rPr>
      <w:rFonts w:cs="Univers 45 Light"/>
      <w:i/>
      <w:iCs/>
      <w:color w:val="000000"/>
      <w:sz w:val="22"/>
      <w:szCs w:val="22"/>
      <w:lang w:val="en-US" w:eastAsia="en-US" w:bidi="th-TH"/>
    </w:rPr>
  </w:style>
  <w:style w:type="paragraph" w:customStyle="1" w:styleId="AccPolicyalternative">
    <w:name w:val="Acc Policy alternative"/>
    <w:basedOn w:val="AccPolicysubhead"/>
    <w:link w:val="AccPolicyalternativeChar"/>
    <w:autoRedefine/>
    <w:rsid w:val="002A0634"/>
    <w:pPr>
      <w:ind w:right="0"/>
    </w:pPr>
    <w:rPr>
      <w:i w:val="0"/>
      <w:iCs w:val="0"/>
      <w:color w:val="0000FF"/>
    </w:rPr>
  </w:style>
  <w:style w:type="character" w:customStyle="1" w:styleId="AccPolicyalternativeChar">
    <w:name w:val="Acc Policy alternative Char"/>
    <w:link w:val="AccPolicyalternative"/>
    <w:rsid w:val="002A0634"/>
    <w:rPr>
      <w:rFonts w:cs="Univers 45 Light"/>
      <w:i/>
      <w:iCs/>
      <w:color w:val="0000FF"/>
      <w:sz w:val="22"/>
      <w:szCs w:val="22"/>
      <w:lang w:val="en-US" w:eastAsia="en-US" w:bidi="th-TH"/>
    </w:rPr>
  </w:style>
  <w:style w:type="paragraph" w:styleId="BodyText2">
    <w:name w:val="Body Text 2"/>
    <w:basedOn w:val="Normal"/>
    <w:rsid w:val="00D47D89"/>
    <w:pPr>
      <w:spacing w:after="120" w:line="480" w:lineRule="auto"/>
    </w:pPr>
  </w:style>
  <w:style w:type="paragraph" w:customStyle="1" w:styleId="CoverTitle">
    <w:name w:val="Cover Title"/>
    <w:basedOn w:val="Normal"/>
    <w:rsid w:val="00A84C94"/>
    <w:pPr>
      <w:overflowPunct w:val="0"/>
      <w:autoSpaceDE w:val="0"/>
      <w:autoSpaceDN w:val="0"/>
      <w:adjustRightInd w:val="0"/>
      <w:spacing w:line="440" w:lineRule="exact"/>
      <w:jc w:val="both"/>
      <w:textAlignment w:val="baseline"/>
    </w:pPr>
    <w:rPr>
      <w:sz w:val="36"/>
    </w:rPr>
  </w:style>
  <w:style w:type="paragraph" w:customStyle="1" w:styleId="Single">
    <w:name w:val="Single"/>
    <w:basedOn w:val="Normal"/>
    <w:rsid w:val="00A84C94"/>
    <w:pPr>
      <w:overflowPunct w:val="0"/>
      <w:autoSpaceDE w:val="0"/>
      <w:autoSpaceDN w:val="0"/>
      <w:adjustRightInd w:val="0"/>
      <w:spacing w:after="130" w:line="240" w:lineRule="auto"/>
      <w:jc w:val="both"/>
      <w:textAlignment w:val="baseline"/>
    </w:pPr>
    <w:rPr>
      <w:sz w:val="18"/>
      <w:u w:val="single"/>
    </w:rPr>
  </w:style>
  <w:style w:type="paragraph" w:customStyle="1" w:styleId="CoverClientName">
    <w:name w:val="Cover Client Name"/>
    <w:basedOn w:val="Normal"/>
    <w:rsid w:val="00A84C94"/>
    <w:pPr>
      <w:tabs>
        <w:tab w:val="left" w:pos="-140"/>
      </w:tabs>
      <w:overflowPunct w:val="0"/>
      <w:autoSpaceDE w:val="0"/>
      <w:autoSpaceDN w:val="0"/>
      <w:adjustRightInd w:val="0"/>
      <w:spacing w:before="80" w:after="520" w:line="240" w:lineRule="auto"/>
      <w:jc w:val="both"/>
      <w:textAlignment w:val="baseline"/>
    </w:pPr>
    <w:rPr>
      <w:b/>
      <w:sz w:val="26"/>
    </w:rPr>
  </w:style>
  <w:style w:type="paragraph" w:customStyle="1" w:styleId="CoverSubTitle">
    <w:name w:val="Cover SubTitle"/>
    <w:basedOn w:val="Single"/>
    <w:rsid w:val="00A84C94"/>
    <w:pPr>
      <w:spacing w:after="0" w:line="440" w:lineRule="exact"/>
      <w:jc w:val="center"/>
    </w:pPr>
    <w:rPr>
      <w:sz w:val="32"/>
      <w:u w:val="none"/>
    </w:rPr>
  </w:style>
  <w:style w:type="paragraph" w:customStyle="1" w:styleId="CoverDate">
    <w:name w:val="Cover Date"/>
    <w:basedOn w:val="Single"/>
    <w:rsid w:val="00A84C94"/>
    <w:pPr>
      <w:spacing w:after="0" w:line="440" w:lineRule="exact"/>
      <w:jc w:val="center"/>
    </w:pPr>
    <w:rPr>
      <w:sz w:val="32"/>
      <w:u w:val="none"/>
    </w:rPr>
  </w:style>
  <w:style w:type="character" w:customStyle="1" w:styleId="BodyTextChar">
    <w:name w:val="Body Text Char"/>
    <w:aliases w:val="bt Char,body text Char,Body Char"/>
    <w:link w:val="BodyText"/>
    <w:rsid w:val="00C766E6"/>
    <w:rPr>
      <w:sz w:val="22"/>
      <w:lang w:val="en-AU" w:eastAsia="en-US" w:bidi="ar-SA"/>
    </w:rPr>
  </w:style>
  <w:style w:type="character" w:customStyle="1" w:styleId="Heading3Char">
    <w:name w:val="Heading 3 Char"/>
    <w:link w:val="Heading3"/>
    <w:rsid w:val="00C766E6"/>
    <w:rPr>
      <w:i/>
      <w:sz w:val="22"/>
      <w:lang w:val="en-AU" w:eastAsia="en-US" w:bidi="ar-SA"/>
    </w:rPr>
  </w:style>
  <w:style w:type="character" w:customStyle="1" w:styleId="Heading2Char">
    <w:name w:val="Heading 2 Char"/>
    <w:link w:val="Heading2"/>
    <w:rsid w:val="00A45CCE"/>
    <w:rPr>
      <w:b/>
      <w:i/>
      <w:sz w:val="22"/>
      <w:lang w:val="en-GB" w:bidi="ar-SA"/>
    </w:rPr>
  </w:style>
  <w:style w:type="character" w:customStyle="1" w:styleId="Heading1Char">
    <w:name w:val="Heading 1 Char"/>
    <w:link w:val="Heading1"/>
    <w:rsid w:val="007F327D"/>
    <w:rPr>
      <w:b/>
      <w:iCs/>
      <w:sz w:val="24"/>
      <w:szCs w:val="24"/>
    </w:rPr>
  </w:style>
  <w:style w:type="paragraph" w:styleId="BlockText">
    <w:name w:val="Block Text"/>
    <w:basedOn w:val="Normal"/>
    <w:rsid w:val="00A74026"/>
    <w:pPr>
      <w:spacing w:before="240" w:line="240" w:lineRule="auto"/>
      <w:ind w:left="547" w:right="749" w:firstLine="1440"/>
      <w:jc w:val="both"/>
    </w:pPr>
    <w:rPr>
      <w:rFonts w:ascii="CG Times (W1)" w:hAnsi="CG Times (W1)" w:cs="KPMG Logo"/>
      <w:sz w:val="28"/>
      <w:szCs w:val="28"/>
      <w:lang w:val="th-TH" w:bidi="th-TH"/>
    </w:rPr>
  </w:style>
  <w:style w:type="paragraph" w:styleId="BalloonText">
    <w:name w:val="Balloon Text"/>
    <w:basedOn w:val="Normal"/>
    <w:semiHidden/>
    <w:rsid w:val="006E13F7"/>
    <w:rPr>
      <w:rFonts w:ascii="Tahoma" w:hAnsi="Tahoma" w:cs="Tahoma"/>
      <w:sz w:val="16"/>
      <w:szCs w:val="16"/>
    </w:rPr>
  </w:style>
  <w:style w:type="paragraph" w:styleId="DocumentMap">
    <w:name w:val="Document Map"/>
    <w:basedOn w:val="Normal"/>
    <w:semiHidden/>
    <w:rsid w:val="00BB09EA"/>
    <w:pPr>
      <w:shd w:val="clear" w:color="auto" w:fill="000080"/>
    </w:pPr>
    <w:rPr>
      <w:rFonts w:ascii="Tahoma" w:hAnsi="Tahoma" w:cs="Tahoma"/>
      <w:sz w:val="20"/>
    </w:rPr>
  </w:style>
  <w:style w:type="table" w:styleId="TableGrid">
    <w:name w:val="Table Grid"/>
    <w:basedOn w:val="TableNormal"/>
    <w:uiPriority w:val="39"/>
    <w:rsid w:val="00B2374F"/>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ailStyle226">
    <w:name w:val="EmailStyle226"/>
    <w:semiHidden/>
    <w:rsid w:val="00375F78"/>
    <w:rPr>
      <w:rFonts w:ascii="Arial" w:hAnsi="Arial" w:cs="Arial"/>
      <w:color w:val="auto"/>
      <w:sz w:val="20"/>
      <w:szCs w:val="20"/>
    </w:rPr>
  </w:style>
  <w:style w:type="paragraph" w:customStyle="1" w:styleId="Default">
    <w:name w:val="Default"/>
    <w:rsid w:val="00FE3A81"/>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AccountingPolicy">
    <w:name w:val="Accounting Policy"/>
    <w:basedOn w:val="Normal"/>
    <w:link w:val="AccountingPolicyChar1"/>
    <w:rsid w:val="008726AD"/>
    <w:pPr>
      <w:widowControl w:val="0"/>
      <w:tabs>
        <w:tab w:val="left" w:pos="1531"/>
        <w:tab w:val="left" w:pos="1871"/>
      </w:tabs>
      <w:suppressAutoHyphens/>
      <w:autoSpaceDE w:val="0"/>
      <w:autoSpaceDN w:val="0"/>
      <w:adjustRightInd w:val="0"/>
      <w:ind w:left="1531" w:hanging="1531"/>
      <w:textAlignment w:val="center"/>
    </w:pPr>
    <w:rPr>
      <w:rFonts w:ascii="Univers 45 Light" w:eastAsia="MS Mincho" w:hAnsi="Univers 45 Light" w:cs="Univers 45 Light"/>
      <w:color w:val="000000"/>
      <w:sz w:val="20"/>
    </w:rPr>
  </w:style>
  <w:style w:type="paragraph" w:customStyle="1" w:styleId="Subhead3">
    <w:name w:val="Subhead 3"/>
    <w:basedOn w:val="Normal"/>
    <w:link w:val="Subhead3Char"/>
    <w:rsid w:val="008726AD"/>
    <w:pPr>
      <w:widowControl w:val="0"/>
      <w:tabs>
        <w:tab w:val="left" w:pos="1134"/>
        <w:tab w:val="left" w:pos="1531"/>
        <w:tab w:val="left" w:pos="1871"/>
      </w:tabs>
      <w:suppressAutoHyphens/>
      <w:autoSpaceDE w:val="0"/>
      <w:autoSpaceDN w:val="0"/>
      <w:adjustRightInd w:val="0"/>
      <w:ind w:left="1531" w:right="935" w:hanging="1531"/>
      <w:textAlignment w:val="center"/>
    </w:pPr>
    <w:rPr>
      <w:rFonts w:ascii="Univers 45 Light" w:eastAsia="MS Mincho" w:hAnsi="Univers 45 Light" w:cs="Univers 45 Light"/>
      <w:b/>
      <w:bCs/>
      <w:color w:val="0C2D83"/>
      <w:sz w:val="20"/>
    </w:rPr>
  </w:style>
  <w:style w:type="paragraph" w:customStyle="1" w:styleId="AccountingPolicyIndent">
    <w:name w:val="Accounting Policy Indent"/>
    <w:basedOn w:val="Normal"/>
    <w:rsid w:val="008726AD"/>
    <w:pPr>
      <w:widowControl w:val="0"/>
      <w:tabs>
        <w:tab w:val="left" w:pos="1531"/>
        <w:tab w:val="left" w:pos="1871"/>
      </w:tabs>
      <w:suppressAutoHyphens/>
      <w:autoSpaceDE w:val="0"/>
      <w:autoSpaceDN w:val="0"/>
      <w:adjustRightInd w:val="0"/>
      <w:ind w:left="1871" w:hanging="1871"/>
      <w:textAlignment w:val="center"/>
    </w:pPr>
    <w:rPr>
      <w:rFonts w:ascii="Univers 45 Light" w:eastAsia="MS Mincho" w:hAnsi="Univers 45 Light" w:cs="Univers 45 Light"/>
      <w:color w:val="000000"/>
      <w:sz w:val="20"/>
    </w:rPr>
  </w:style>
  <w:style w:type="character" w:customStyle="1" w:styleId="Reference">
    <w:name w:val="Reference"/>
    <w:rsid w:val="008726AD"/>
    <w:rPr>
      <w:rFonts w:ascii="Univers 45 Light" w:hAnsi="Univers 45 Light"/>
      <w:i/>
      <w:color w:val="0C2D83"/>
      <w:sz w:val="16"/>
    </w:rPr>
  </w:style>
  <w:style w:type="character" w:customStyle="1" w:styleId="Footnote">
    <w:name w:val="Footnote"/>
    <w:rsid w:val="008726AD"/>
    <w:rPr>
      <w:rFonts w:ascii="Univers 45 Light" w:hAnsi="Univers 45 Light"/>
      <w:color w:val="0C2D83"/>
      <w:position w:val="2"/>
      <w:sz w:val="20"/>
      <w:vertAlign w:val="superscript"/>
    </w:rPr>
  </w:style>
  <w:style w:type="character" w:customStyle="1" w:styleId="Bullet">
    <w:name w:val="Bullet"/>
    <w:rsid w:val="008726AD"/>
    <w:rPr>
      <w:rFonts w:ascii="ZapfDingbats BT" w:hAnsi="ZapfDingbats BT"/>
      <w:color w:val="0C2D83"/>
      <w:position w:val="2"/>
      <w:sz w:val="10"/>
    </w:rPr>
  </w:style>
  <w:style w:type="character" w:customStyle="1" w:styleId="Subhead3Char">
    <w:name w:val="Subhead 3 Char"/>
    <w:link w:val="Subhead3"/>
    <w:locked/>
    <w:rsid w:val="008726AD"/>
    <w:rPr>
      <w:rFonts w:ascii="Univers 45 Light" w:eastAsia="MS Mincho" w:hAnsi="Univers 45 Light" w:cs="Univers 45 Light"/>
      <w:b/>
      <w:bCs/>
      <w:color w:val="0C2D83"/>
      <w:lang w:val="en-GB" w:eastAsia="en-US" w:bidi="ar-SA"/>
    </w:rPr>
  </w:style>
  <w:style w:type="character" w:customStyle="1" w:styleId="AccountingPolicyChar1">
    <w:name w:val="Accounting Policy Char1"/>
    <w:link w:val="AccountingPolicy"/>
    <w:locked/>
    <w:rsid w:val="008726AD"/>
    <w:rPr>
      <w:rFonts w:ascii="Univers 45 Light" w:eastAsia="MS Mincho" w:hAnsi="Univers 45 Light" w:cs="Univers 45 Light"/>
      <w:color w:val="000000"/>
      <w:lang w:val="en-GB" w:eastAsia="en-US" w:bidi="ar-SA"/>
    </w:rPr>
  </w:style>
  <w:style w:type="paragraph" w:customStyle="1" w:styleId="CM32">
    <w:name w:val="CM32"/>
    <w:basedOn w:val="Default"/>
    <w:next w:val="Default"/>
    <w:rsid w:val="00D20417"/>
    <w:pPr>
      <w:spacing w:line="260" w:lineRule="atLeast"/>
    </w:pPr>
    <w:rPr>
      <w:rFonts w:eastAsia="Times New Roman" w:cs="Angsana New"/>
      <w:color w:val="auto"/>
      <w:lang w:eastAsia="en-US"/>
    </w:rPr>
  </w:style>
  <w:style w:type="paragraph" w:customStyle="1" w:styleId="CM139">
    <w:name w:val="CM139"/>
    <w:basedOn w:val="Default"/>
    <w:next w:val="Default"/>
    <w:rsid w:val="00D20417"/>
    <w:rPr>
      <w:rFonts w:eastAsia="Times New Roman" w:cs="Angsana New"/>
      <w:color w:val="auto"/>
      <w:lang w:eastAsia="en-US"/>
    </w:rPr>
  </w:style>
  <w:style w:type="paragraph" w:customStyle="1" w:styleId="CM38">
    <w:name w:val="CM38"/>
    <w:basedOn w:val="Default"/>
    <w:next w:val="Default"/>
    <w:rsid w:val="00D20417"/>
    <w:pPr>
      <w:spacing w:line="256" w:lineRule="atLeast"/>
    </w:pPr>
    <w:rPr>
      <w:rFonts w:eastAsia="Times New Roman" w:cs="Angsana New"/>
      <w:color w:val="auto"/>
      <w:lang w:eastAsia="en-US"/>
    </w:rPr>
  </w:style>
  <w:style w:type="paragraph" w:customStyle="1" w:styleId="CM31">
    <w:name w:val="CM31"/>
    <w:basedOn w:val="Default"/>
    <w:next w:val="Default"/>
    <w:rsid w:val="00D20417"/>
    <w:pPr>
      <w:spacing w:line="253" w:lineRule="atLeast"/>
    </w:pPr>
    <w:rPr>
      <w:rFonts w:eastAsia="Times New Roman" w:cs="Angsana New"/>
      <w:color w:val="auto"/>
      <w:lang w:eastAsia="en-US"/>
    </w:rPr>
  </w:style>
  <w:style w:type="paragraph" w:customStyle="1" w:styleId="CM48">
    <w:name w:val="CM48"/>
    <w:basedOn w:val="Default"/>
    <w:next w:val="Default"/>
    <w:rsid w:val="00D20417"/>
    <w:rPr>
      <w:rFonts w:eastAsia="Times New Roman" w:cs="Angsana New"/>
      <w:color w:val="auto"/>
      <w:lang w:eastAsia="en-US"/>
    </w:rPr>
  </w:style>
  <w:style w:type="paragraph" w:customStyle="1" w:styleId="CM74">
    <w:name w:val="CM74"/>
    <w:basedOn w:val="Default"/>
    <w:next w:val="Default"/>
    <w:rsid w:val="00D20417"/>
    <w:rPr>
      <w:rFonts w:eastAsia="Times New Roman" w:cs="Angsana New"/>
      <w:color w:val="auto"/>
      <w:lang w:eastAsia="en-US"/>
    </w:rPr>
  </w:style>
  <w:style w:type="paragraph" w:styleId="ListParagraph">
    <w:name w:val="List Paragraph"/>
    <w:basedOn w:val="Normal"/>
    <w:link w:val="ListParagraphChar"/>
    <w:uiPriority w:val="34"/>
    <w:qFormat/>
    <w:rsid w:val="00985DF9"/>
    <w:pPr>
      <w:ind w:left="720"/>
      <w:contextualSpacing/>
    </w:pPr>
  </w:style>
  <w:style w:type="character" w:styleId="CommentReference">
    <w:name w:val="annotation reference"/>
    <w:uiPriority w:val="99"/>
    <w:semiHidden/>
    <w:rsid w:val="004C0E13"/>
    <w:rPr>
      <w:sz w:val="16"/>
      <w:szCs w:val="16"/>
    </w:rPr>
  </w:style>
  <w:style w:type="paragraph" w:styleId="CommentText">
    <w:name w:val="annotation text"/>
    <w:basedOn w:val="Normal"/>
    <w:link w:val="CommentTextChar"/>
    <w:semiHidden/>
    <w:rsid w:val="004C0E13"/>
    <w:rPr>
      <w:sz w:val="20"/>
    </w:rPr>
  </w:style>
  <w:style w:type="paragraph" w:styleId="CommentSubject">
    <w:name w:val="annotation subject"/>
    <w:basedOn w:val="CommentText"/>
    <w:next w:val="CommentText"/>
    <w:semiHidden/>
    <w:rsid w:val="004C0E13"/>
    <w:rPr>
      <w:b/>
      <w:bCs/>
    </w:rPr>
  </w:style>
  <w:style w:type="character" w:customStyle="1" w:styleId="FooterChar">
    <w:name w:val="Footer Char"/>
    <w:link w:val="Footer"/>
    <w:uiPriority w:val="99"/>
    <w:rsid w:val="001A0CC3"/>
    <w:rPr>
      <w:sz w:val="18"/>
      <w:lang w:val="en-GB" w:bidi="ar-SA"/>
    </w:rPr>
  </w:style>
  <w:style w:type="table" w:styleId="TableSimple2">
    <w:name w:val="Table Simple 2"/>
    <w:basedOn w:val="TableNormal"/>
    <w:rsid w:val="001A0CC3"/>
    <w:pPr>
      <w:spacing w:line="26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Revision">
    <w:name w:val="Revision"/>
    <w:hidden/>
    <w:uiPriority w:val="99"/>
    <w:semiHidden/>
    <w:rsid w:val="006B2253"/>
    <w:rPr>
      <w:sz w:val="22"/>
      <w:lang w:val="en-GB" w:bidi="ar-SA"/>
    </w:rPr>
  </w:style>
  <w:style w:type="character" w:styleId="Emphasis">
    <w:name w:val="Emphasis"/>
    <w:uiPriority w:val="20"/>
    <w:qFormat/>
    <w:rsid w:val="00F56161"/>
    <w:rPr>
      <w:i/>
      <w:iCs/>
    </w:rPr>
  </w:style>
  <w:style w:type="paragraph" w:customStyle="1" w:styleId="RNormal">
    <w:name w:val="RNormal"/>
    <w:basedOn w:val="Normal"/>
    <w:rsid w:val="00DC78DA"/>
    <w:pPr>
      <w:spacing w:line="240" w:lineRule="auto"/>
      <w:jc w:val="both"/>
    </w:pPr>
    <w:rPr>
      <w:szCs w:val="24"/>
      <w:lang w:val="en-US"/>
    </w:rPr>
  </w:style>
  <w:style w:type="paragraph" w:customStyle="1" w:styleId="E">
    <w:name w:val="Å§ª×èÍ E"/>
    <w:basedOn w:val="Normal"/>
    <w:rsid w:val="000F5A08"/>
    <w:pPr>
      <w:spacing w:line="240" w:lineRule="auto"/>
      <w:ind w:left="5040" w:right="540"/>
      <w:jc w:val="center"/>
    </w:pPr>
    <w:rPr>
      <w:rFonts w:ascii="Book Antiqua" w:hAnsi="Book Antiqua" w:cs="Angsana New"/>
      <w:szCs w:val="22"/>
      <w:lang w:val="th-TH" w:bidi="th-TH"/>
    </w:rPr>
  </w:style>
  <w:style w:type="character" w:customStyle="1" w:styleId="EmailStyle252">
    <w:name w:val="EmailStyle252"/>
    <w:semiHidden/>
    <w:rsid w:val="000178CF"/>
    <w:rPr>
      <w:rFonts w:ascii="Arial" w:hAnsi="Arial" w:cs="Arial"/>
      <w:color w:val="auto"/>
      <w:sz w:val="20"/>
      <w:szCs w:val="20"/>
    </w:rPr>
  </w:style>
  <w:style w:type="paragraph" w:customStyle="1" w:styleId="xl43">
    <w:name w:val="xl43"/>
    <w:basedOn w:val="Normal"/>
    <w:rsid w:val="000178CF"/>
    <w:pPr>
      <w:pBdr>
        <w:bottom w:val="single" w:sz="4" w:space="0" w:color="auto"/>
      </w:pBdr>
      <w:spacing w:before="100" w:beforeAutospacing="1" w:after="100" w:afterAutospacing="1" w:line="240" w:lineRule="auto"/>
      <w:textAlignment w:val="center"/>
    </w:pPr>
    <w:rPr>
      <w:rFonts w:ascii="Angsana New" w:hAnsi="Angsana New" w:cs="Angsana New"/>
      <w:sz w:val="24"/>
      <w:szCs w:val="24"/>
      <w:lang w:val="en-US" w:bidi="th-TH"/>
    </w:rPr>
  </w:style>
  <w:style w:type="paragraph" w:styleId="NoSpacing">
    <w:name w:val="No Spacing"/>
    <w:uiPriority w:val="1"/>
    <w:qFormat/>
    <w:rsid w:val="003E1681"/>
    <w:rPr>
      <w:sz w:val="22"/>
      <w:lang w:val="en-GB" w:bidi="ar-SA"/>
    </w:rPr>
  </w:style>
  <w:style w:type="paragraph" w:styleId="BodyTextIndent2">
    <w:name w:val="Body Text Indent 2"/>
    <w:basedOn w:val="Normal"/>
    <w:link w:val="BodyTextIndent2Char"/>
    <w:rsid w:val="000E5CB3"/>
    <w:pPr>
      <w:spacing w:after="120" w:line="480" w:lineRule="auto"/>
      <w:ind w:left="283"/>
    </w:pPr>
  </w:style>
  <w:style w:type="character" w:customStyle="1" w:styleId="BodyTextIndent2Char">
    <w:name w:val="Body Text Indent 2 Char"/>
    <w:link w:val="BodyTextIndent2"/>
    <w:rsid w:val="000E5CB3"/>
    <w:rPr>
      <w:sz w:val="22"/>
      <w:lang w:eastAsia="en-US" w:bidi="ar-SA"/>
    </w:rPr>
  </w:style>
  <w:style w:type="character" w:customStyle="1" w:styleId="Heading1Char1">
    <w:name w:val="Heading 1 Char1"/>
    <w:rsid w:val="008E1BFE"/>
    <w:rPr>
      <w:rFonts w:ascii="Angsana New" w:eastAsia="Times New Roman" w:hAnsi="Angsana New" w:cs="Times New Roman"/>
      <w:b/>
      <w:bCs/>
      <w:sz w:val="30"/>
      <w:szCs w:val="18"/>
      <w:u w:val="single"/>
      <w:shd w:val="solid" w:color="FFFFFF" w:fill="FFFFFF"/>
    </w:rPr>
  </w:style>
  <w:style w:type="paragraph" w:customStyle="1" w:styleId="Pa17">
    <w:name w:val="Pa17"/>
    <w:basedOn w:val="Default"/>
    <w:next w:val="Default"/>
    <w:uiPriority w:val="99"/>
    <w:rsid w:val="0079753A"/>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79753A"/>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79753A"/>
    <w:pPr>
      <w:spacing w:line="191" w:lineRule="atLeast"/>
    </w:pPr>
    <w:rPr>
      <w:rFonts w:eastAsia="Times New Roman" w:cs="Angsana New"/>
      <w:color w:val="auto"/>
      <w:lang w:val="en-GB" w:eastAsia="en-US"/>
    </w:rPr>
  </w:style>
  <w:style w:type="character" w:customStyle="1" w:styleId="EmailStyle261">
    <w:name w:val="EmailStyle261"/>
    <w:semiHidden/>
    <w:rsid w:val="00BF3186"/>
    <w:rPr>
      <w:rFonts w:ascii="Arial" w:hAnsi="Arial" w:cs="Arial"/>
      <w:color w:val="auto"/>
      <w:sz w:val="20"/>
      <w:szCs w:val="20"/>
    </w:rPr>
  </w:style>
  <w:style w:type="character" w:customStyle="1" w:styleId="EmailStyle2621">
    <w:name w:val="EmailStyle2621"/>
    <w:semiHidden/>
    <w:rsid w:val="004864AA"/>
    <w:rPr>
      <w:rFonts w:ascii="Arial" w:hAnsi="Arial" w:cs="Arial"/>
      <w:color w:val="auto"/>
      <w:sz w:val="20"/>
      <w:szCs w:val="20"/>
    </w:rPr>
  </w:style>
  <w:style w:type="character" w:customStyle="1" w:styleId="EmailStyle2631">
    <w:name w:val="EmailStyle2631"/>
    <w:semiHidden/>
    <w:rsid w:val="004864AA"/>
    <w:rPr>
      <w:rFonts w:ascii="Arial" w:hAnsi="Arial" w:cs="Arial"/>
      <w:color w:val="auto"/>
      <w:sz w:val="20"/>
      <w:szCs w:val="20"/>
    </w:rPr>
  </w:style>
  <w:style w:type="character" w:customStyle="1" w:styleId="EmailStyle2641">
    <w:name w:val="EmailStyle2641"/>
    <w:semiHidden/>
    <w:rsid w:val="004864AA"/>
    <w:rPr>
      <w:rFonts w:ascii="Arial" w:hAnsi="Arial" w:cs="Arial"/>
      <w:color w:val="auto"/>
      <w:sz w:val="20"/>
      <w:szCs w:val="20"/>
    </w:rPr>
  </w:style>
  <w:style w:type="character" w:styleId="LineNumber">
    <w:name w:val="line number"/>
    <w:basedOn w:val="DefaultParagraphFont"/>
    <w:rsid w:val="00807056"/>
  </w:style>
  <w:style w:type="paragraph" w:customStyle="1" w:styleId="7I-7H-">
    <w:name w:val="@7I-@#7H-"/>
    <w:basedOn w:val="Normal"/>
    <w:next w:val="Normal"/>
    <w:rsid w:val="00583E16"/>
    <w:pPr>
      <w:spacing w:line="240" w:lineRule="auto"/>
    </w:pPr>
    <w:rPr>
      <w:rFonts w:ascii="Arial" w:eastAsia="MS Mincho" w:hAnsi="Arial" w:cs="Cordia New"/>
      <w:sz w:val="24"/>
      <w:szCs w:val="24"/>
      <w:lang w:val="th-TH" w:eastAsia="th-TH" w:bidi="th-TH"/>
    </w:rPr>
  </w:style>
  <w:style w:type="character" w:customStyle="1" w:styleId="HeaderChar">
    <w:name w:val="Header Char"/>
    <w:link w:val="Header"/>
    <w:rsid w:val="00157251"/>
    <w:rPr>
      <w:i/>
      <w:sz w:val="18"/>
      <w:lang w:eastAsia="en-US" w:bidi="ar-SA"/>
    </w:rPr>
  </w:style>
  <w:style w:type="character" w:customStyle="1" w:styleId="CommentTextChar">
    <w:name w:val="Comment Text Char"/>
    <w:link w:val="CommentText"/>
    <w:semiHidden/>
    <w:rsid w:val="00A37853"/>
    <w:rPr>
      <w:lang w:eastAsia="en-US" w:bidi="ar-SA"/>
    </w:rPr>
  </w:style>
  <w:style w:type="paragraph" w:customStyle="1" w:styleId="Style7">
    <w:name w:val="Style7"/>
    <w:basedOn w:val="Normal"/>
    <w:qFormat/>
    <w:rsid w:val="007102DE"/>
    <w:pPr>
      <w:framePr w:hSpace="180" w:wrap="around" w:vAnchor="text" w:hAnchor="margin" w:x="-202" w:y="132"/>
    </w:pPr>
    <w:rPr>
      <w:sz w:val="16"/>
      <w:szCs w:val="16"/>
    </w:rPr>
  </w:style>
  <w:style w:type="paragraph" w:customStyle="1" w:styleId="3">
    <w:name w:val="?????3????"/>
    <w:basedOn w:val="Normal"/>
    <w:uiPriority w:val="99"/>
    <w:rsid w:val="00801226"/>
    <w:pPr>
      <w:tabs>
        <w:tab w:val="left" w:pos="360"/>
        <w:tab w:val="left" w:pos="720"/>
      </w:tabs>
      <w:spacing w:line="240" w:lineRule="auto"/>
    </w:pPr>
    <w:rPr>
      <w:rFonts w:ascii="Book Antiqua" w:eastAsia="MS Mincho" w:hAnsi="Book Antiqua" w:cs="Angsana New"/>
      <w:szCs w:val="22"/>
      <w:lang w:val="th-TH" w:bidi="th-TH"/>
    </w:rPr>
  </w:style>
  <w:style w:type="paragraph" w:styleId="Title">
    <w:name w:val="Title"/>
    <w:basedOn w:val="Normal"/>
    <w:link w:val="TitleChar"/>
    <w:qFormat/>
    <w:rsid w:val="001F24CF"/>
    <w:pPr>
      <w:spacing w:before="240" w:after="60" w:line="240" w:lineRule="auto"/>
      <w:jc w:val="center"/>
      <w:outlineLvl w:val="0"/>
    </w:pPr>
    <w:rPr>
      <w:rFonts w:eastAsia="Cordia New" w:cs="Angsana New"/>
      <w:b/>
      <w:bCs/>
      <w:kern w:val="36"/>
      <w:sz w:val="24"/>
      <w:szCs w:val="24"/>
      <w:lang w:eastAsia="x-none" w:bidi="th-TH"/>
    </w:rPr>
  </w:style>
  <w:style w:type="character" w:customStyle="1" w:styleId="TitleChar">
    <w:name w:val="Title Char"/>
    <w:link w:val="Title"/>
    <w:rsid w:val="001F24CF"/>
    <w:rPr>
      <w:rFonts w:eastAsia="Cordia New" w:cs="Angsana New"/>
      <w:b/>
      <w:bCs/>
      <w:kern w:val="36"/>
      <w:sz w:val="24"/>
      <w:szCs w:val="24"/>
      <w:lang w:eastAsia="x-none"/>
    </w:rPr>
  </w:style>
  <w:style w:type="paragraph" w:customStyle="1" w:styleId="a">
    <w:name w:val="เนื้อเรื่อง"/>
    <w:basedOn w:val="Normal"/>
    <w:rsid w:val="00084BD1"/>
    <w:pPr>
      <w:spacing w:line="240" w:lineRule="auto"/>
      <w:ind w:right="386"/>
    </w:pPr>
    <w:rPr>
      <w:rFonts w:ascii="Arial" w:hAnsi="Arial" w:cs="Angsana New"/>
      <w:b/>
      <w:bCs/>
      <w:sz w:val="28"/>
      <w:szCs w:val="28"/>
      <w:lang w:val="th-TH" w:bidi="th-TH"/>
    </w:rPr>
  </w:style>
  <w:style w:type="paragraph" w:styleId="NormalIndent">
    <w:name w:val="Normal Indent"/>
    <w:basedOn w:val="Normal"/>
    <w:rsid w:val="009C6459"/>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left="284"/>
    </w:pPr>
    <w:rPr>
      <w:rFonts w:ascii="Arial" w:hAnsi="Arial" w:cs="Angsana New"/>
      <w:sz w:val="18"/>
      <w:szCs w:val="18"/>
      <w:lang w:val="en-US" w:bidi="th-TH"/>
    </w:rPr>
  </w:style>
  <w:style w:type="character" w:customStyle="1" w:styleId="BodyTextChar1">
    <w:name w:val="Body Text Char1"/>
    <w:aliases w:val="bt Char1,body text Char1,Body Char1"/>
    <w:uiPriority w:val="99"/>
    <w:rsid w:val="009C6459"/>
    <w:rPr>
      <w:rFonts w:ascii="Arial" w:eastAsia="Times New Roman" w:hAnsi="Arial" w:cs="Angsana New"/>
      <w:szCs w:val="22"/>
      <w:lang w:val="x-none" w:eastAsia="x-none"/>
    </w:rPr>
  </w:style>
  <w:style w:type="paragraph" w:customStyle="1" w:styleId="Pa18">
    <w:name w:val="Pa18"/>
    <w:basedOn w:val="Normal"/>
    <w:next w:val="Normal"/>
    <w:uiPriority w:val="99"/>
    <w:rsid w:val="00DA1FEB"/>
    <w:pPr>
      <w:autoSpaceDE w:val="0"/>
      <w:autoSpaceDN w:val="0"/>
      <w:adjustRightInd w:val="0"/>
      <w:spacing w:line="191" w:lineRule="atLeast"/>
    </w:pPr>
    <w:rPr>
      <w:rFonts w:ascii="Univers LT Std 45 Light" w:eastAsia="Calibri" w:hAnsi="Univers LT Std 45 Light" w:cs="Cordia New"/>
      <w:sz w:val="24"/>
      <w:szCs w:val="24"/>
      <w:lang w:val="en-US" w:bidi="th-TH"/>
    </w:rPr>
  </w:style>
  <w:style w:type="table" w:customStyle="1" w:styleId="TableGrid1">
    <w:name w:val="Table Grid1"/>
    <w:basedOn w:val="TableNormal"/>
    <w:next w:val="TableGrid"/>
    <w:uiPriority w:val="39"/>
    <w:rsid w:val="00076FEC"/>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ardOpinion">
    <w:name w:val="StandaardOpinion"/>
    <w:basedOn w:val="Normal"/>
    <w:rsid w:val="0054432B"/>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80" w:lineRule="atLeast"/>
    </w:pPr>
    <w:rPr>
      <w:rFonts w:cs="Angsana New"/>
      <w:szCs w:val="22"/>
      <w:lang w:val="en-US" w:bidi="th-TH"/>
    </w:rPr>
  </w:style>
  <w:style w:type="paragraph" w:customStyle="1" w:styleId="a0">
    <w:name w:val="à¹×éÍàÃ×èÍ§"/>
    <w:basedOn w:val="Normal"/>
    <w:uiPriority w:val="99"/>
    <w:rsid w:val="00136D92"/>
    <w:pPr>
      <w:spacing w:line="240" w:lineRule="auto"/>
      <w:ind w:right="386"/>
    </w:pPr>
    <w:rPr>
      <w:rFonts w:ascii="Arial" w:hAnsi="Arial" w:cs="Cordia New"/>
      <w:b/>
      <w:bCs/>
      <w:sz w:val="28"/>
      <w:szCs w:val="28"/>
      <w:lang w:val="th-TH" w:bidi="th-TH"/>
    </w:rPr>
  </w:style>
  <w:style w:type="character" w:customStyle="1" w:styleId="ListParagraphChar">
    <w:name w:val="List Paragraph Char"/>
    <w:link w:val="ListParagraph"/>
    <w:uiPriority w:val="34"/>
    <w:rsid w:val="00EA68F2"/>
    <w:rPr>
      <w:sz w:val="22"/>
      <w:lang w:val="en-GB" w:bidi="ar-SA"/>
    </w:rPr>
  </w:style>
  <w:style w:type="character" w:styleId="Strong">
    <w:name w:val="Strong"/>
    <w:qFormat/>
    <w:rsid w:val="006F393F"/>
    <w:rPr>
      <w:rFonts w:ascii="Arial" w:hAnsi="Arial"/>
      <w:b/>
      <w:bCs/>
      <w:sz w:val="24"/>
      <w:szCs w:val="24"/>
      <w:lang w:bidi="th-TH"/>
    </w:rPr>
  </w:style>
  <w:style w:type="paragraph" w:customStyle="1" w:styleId="zKISOffAddress">
    <w:name w:val="zKISOffAddress"/>
    <w:basedOn w:val="Normal"/>
    <w:rsid w:val="00547818"/>
    <w:pPr>
      <w:framePr w:hSpace="215" w:wrap="around" w:vAnchor="page" w:hAnchor="page" w:x="4282" w:y="1294"/>
      <w:spacing w:line="240" w:lineRule="exact"/>
    </w:pPr>
    <w:rPr>
      <w:rFonts w:ascii="Univers for KPMG Light" w:hAnsi="Univers for KPMG Light"/>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565609">
      <w:bodyDiv w:val="1"/>
      <w:marLeft w:val="0"/>
      <w:marRight w:val="0"/>
      <w:marTop w:val="0"/>
      <w:marBottom w:val="0"/>
      <w:divBdr>
        <w:top w:val="none" w:sz="0" w:space="0" w:color="auto"/>
        <w:left w:val="none" w:sz="0" w:space="0" w:color="auto"/>
        <w:bottom w:val="none" w:sz="0" w:space="0" w:color="auto"/>
        <w:right w:val="none" w:sz="0" w:space="0" w:color="auto"/>
      </w:divBdr>
    </w:div>
    <w:div w:id="73168963">
      <w:bodyDiv w:val="1"/>
      <w:marLeft w:val="0"/>
      <w:marRight w:val="0"/>
      <w:marTop w:val="0"/>
      <w:marBottom w:val="0"/>
      <w:divBdr>
        <w:top w:val="none" w:sz="0" w:space="0" w:color="auto"/>
        <w:left w:val="none" w:sz="0" w:space="0" w:color="auto"/>
        <w:bottom w:val="none" w:sz="0" w:space="0" w:color="auto"/>
        <w:right w:val="none" w:sz="0" w:space="0" w:color="auto"/>
      </w:divBdr>
    </w:div>
    <w:div w:id="82457938">
      <w:bodyDiv w:val="1"/>
      <w:marLeft w:val="0"/>
      <w:marRight w:val="0"/>
      <w:marTop w:val="0"/>
      <w:marBottom w:val="0"/>
      <w:divBdr>
        <w:top w:val="none" w:sz="0" w:space="0" w:color="auto"/>
        <w:left w:val="none" w:sz="0" w:space="0" w:color="auto"/>
        <w:bottom w:val="none" w:sz="0" w:space="0" w:color="auto"/>
        <w:right w:val="none" w:sz="0" w:space="0" w:color="auto"/>
      </w:divBdr>
      <w:divsChild>
        <w:div w:id="1089422201">
          <w:marLeft w:val="0"/>
          <w:marRight w:val="0"/>
          <w:marTop w:val="0"/>
          <w:marBottom w:val="0"/>
          <w:divBdr>
            <w:top w:val="none" w:sz="0" w:space="0" w:color="auto"/>
            <w:left w:val="none" w:sz="0" w:space="0" w:color="auto"/>
            <w:bottom w:val="none" w:sz="0" w:space="0" w:color="auto"/>
            <w:right w:val="none" w:sz="0" w:space="0" w:color="auto"/>
          </w:divBdr>
        </w:div>
      </w:divsChild>
    </w:div>
    <w:div w:id="94787222">
      <w:bodyDiv w:val="1"/>
      <w:marLeft w:val="0"/>
      <w:marRight w:val="0"/>
      <w:marTop w:val="0"/>
      <w:marBottom w:val="0"/>
      <w:divBdr>
        <w:top w:val="none" w:sz="0" w:space="0" w:color="auto"/>
        <w:left w:val="none" w:sz="0" w:space="0" w:color="auto"/>
        <w:bottom w:val="none" w:sz="0" w:space="0" w:color="auto"/>
        <w:right w:val="none" w:sz="0" w:space="0" w:color="auto"/>
      </w:divBdr>
    </w:div>
    <w:div w:id="100685667">
      <w:bodyDiv w:val="1"/>
      <w:marLeft w:val="0"/>
      <w:marRight w:val="0"/>
      <w:marTop w:val="0"/>
      <w:marBottom w:val="0"/>
      <w:divBdr>
        <w:top w:val="none" w:sz="0" w:space="0" w:color="auto"/>
        <w:left w:val="none" w:sz="0" w:space="0" w:color="auto"/>
        <w:bottom w:val="none" w:sz="0" w:space="0" w:color="auto"/>
        <w:right w:val="none" w:sz="0" w:space="0" w:color="auto"/>
      </w:divBdr>
    </w:div>
    <w:div w:id="144667587">
      <w:bodyDiv w:val="1"/>
      <w:marLeft w:val="0"/>
      <w:marRight w:val="0"/>
      <w:marTop w:val="0"/>
      <w:marBottom w:val="0"/>
      <w:divBdr>
        <w:top w:val="none" w:sz="0" w:space="0" w:color="auto"/>
        <w:left w:val="none" w:sz="0" w:space="0" w:color="auto"/>
        <w:bottom w:val="none" w:sz="0" w:space="0" w:color="auto"/>
        <w:right w:val="none" w:sz="0" w:space="0" w:color="auto"/>
      </w:divBdr>
    </w:div>
    <w:div w:id="149827759">
      <w:bodyDiv w:val="1"/>
      <w:marLeft w:val="0"/>
      <w:marRight w:val="0"/>
      <w:marTop w:val="0"/>
      <w:marBottom w:val="0"/>
      <w:divBdr>
        <w:top w:val="none" w:sz="0" w:space="0" w:color="auto"/>
        <w:left w:val="none" w:sz="0" w:space="0" w:color="auto"/>
        <w:bottom w:val="none" w:sz="0" w:space="0" w:color="auto"/>
        <w:right w:val="none" w:sz="0" w:space="0" w:color="auto"/>
      </w:divBdr>
      <w:divsChild>
        <w:div w:id="662854622">
          <w:marLeft w:val="0"/>
          <w:marRight w:val="0"/>
          <w:marTop w:val="0"/>
          <w:marBottom w:val="0"/>
          <w:divBdr>
            <w:top w:val="none" w:sz="0" w:space="0" w:color="auto"/>
            <w:left w:val="none" w:sz="0" w:space="0" w:color="auto"/>
            <w:bottom w:val="none" w:sz="0" w:space="0" w:color="auto"/>
            <w:right w:val="none" w:sz="0" w:space="0" w:color="auto"/>
          </w:divBdr>
          <w:divsChild>
            <w:div w:id="30004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78239">
      <w:bodyDiv w:val="1"/>
      <w:marLeft w:val="0"/>
      <w:marRight w:val="0"/>
      <w:marTop w:val="0"/>
      <w:marBottom w:val="0"/>
      <w:divBdr>
        <w:top w:val="none" w:sz="0" w:space="0" w:color="auto"/>
        <w:left w:val="none" w:sz="0" w:space="0" w:color="auto"/>
        <w:bottom w:val="none" w:sz="0" w:space="0" w:color="auto"/>
        <w:right w:val="none" w:sz="0" w:space="0" w:color="auto"/>
      </w:divBdr>
    </w:div>
    <w:div w:id="181940678">
      <w:bodyDiv w:val="1"/>
      <w:marLeft w:val="0"/>
      <w:marRight w:val="0"/>
      <w:marTop w:val="0"/>
      <w:marBottom w:val="0"/>
      <w:divBdr>
        <w:top w:val="none" w:sz="0" w:space="0" w:color="auto"/>
        <w:left w:val="none" w:sz="0" w:space="0" w:color="auto"/>
        <w:bottom w:val="none" w:sz="0" w:space="0" w:color="auto"/>
        <w:right w:val="none" w:sz="0" w:space="0" w:color="auto"/>
      </w:divBdr>
    </w:div>
    <w:div w:id="246505083">
      <w:bodyDiv w:val="1"/>
      <w:marLeft w:val="0"/>
      <w:marRight w:val="0"/>
      <w:marTop w:val="0"/>
      <w:marBottom w:val="0"/>
      <w:divBdr>
        <w:top w:val="none" w:sz="0" w:space="0" w:color="auto"/>
        <w:left w:val="none" w:sz="0" w:space="0" w:color="auto"/>
        <w:bottom w:val="none" w:sz="0" w:space="0" w:color="auto"/>
        <w:right w:val="none" w:sz="0" w:space="0" w:color="auto"/>
      </w:divBdr>
    </w:div>
    <w:div w:id="312638876">
      <w:bodyDiv w:val="1"/>
      <w:marLeft w:val="0"/>
      <w:marRight w:val="0"/>
      <w:marTop w:val="0"/>
      <w:marBottom w:val="0"/>
      <w:divBdr>
        <w:top w:val="none" w:sz="0" w:space="0" w:color="auto"/>
        <w:left w:val="none" w:sz="0" w:space="0" w:color="auto"/>
        <w:bottom w:val="none" w:sz="0" w:space="0" w:color="auto"/>
        <w:right w:val="none" w:sz="0" w:space="0" w:color="auto"/>
      </w:divBdr>
    </w:div>
    <w:div w:id="324164253">
      <w:bodyDiv w:val="1"/>
      <w:marLeft w:val="0"/>
      <w:marRight w:val="0"/>
      <w:marTop w:val="0"/>
      <w:marBottom w:val="0"/>
      <w:divBdr>
        <w:top w:val="none" w:sz="0" w:space="0" w:color="auto"/>
        <w:left w:val="none" w:sz="0" w:space="0" w:color="auto"/>
        <w:bottom w:val="none" w:sz="0" w:space="0" w:color="auto"/>
        <w:right w:val="none" w:sz="0" w:space="0" w:color="auto"/>
      </w:divBdr>
    </w:div>
    <w:div w:id="336541103">
      <w:bodyDiv w:val="1"/>
      <w:marLeft w:val="0"/>
      <w:marRight w:val="0"/>
      <w:marTop w:val="0"/>
      <w:marBottom w:val="0"/>
      <w:divBdr>
        <w:top w:val="none" w:sz="0" w:space="0" w:color="auto"/>
        <w:left w:val="none" w:sz="0" w:space="0" w:color="auto"/>
        <w:bottom w:val="none" w:sz="0" w:space="0" w:color="auto"/>
        <w:right w:val="none" w:sz="0" w:space="0" w:color="auto"/>
      </w:divBdr>
    </w:div>
    <w:div w:id="403258205">
      <w:bodyDiv w:val="1"/>
      <w:marLeft w:val="0"/>
      <w:marRight w:val="0"/>
      <w:marTop w:val="0"/>
      <w:marBottom w:val="0"/>
      <w:divBdr>
        <w:top w:val="none" w:sz="0" w:space="0" w:color="auto"/>
        <w:left w:val="none" w:sz="0" w:space="0" w:color="auto"/>
        <w:bottom w:val="none" w:sz="0" w:space="0" w:color="auto"/>
        <w:right w:val="none" w:sz="0" w:space="0" w:color="auto"/>
      </w:divBdr>
    </w:div>
    <w:div w:id="414744308">
      <w:bodyDiv w:val="1"/>
      <w:marLeft w:val="0"/>
      <w:marRight w:val="0"/>
      <w:marTop w:val="0"/>
      <w:marBottom w:val="0"/>
      <w:divBdr>
        <w:top w:val="none" w:sz="0" w:space="0" w:color="auto"/>
        <w:left w:val="none" w:sz="0" w:space="0" w:color="auto"/>
        <w:bottom w:val="none" w:sz="0" w:space="0" w:color="auto"/>
        <w:right w:val="none" w:sz="0" w:space="0" w:color="auto"/>
      </w:divBdr>
    </w:div>
    <w:div w:id="449595923">
      <w:bodyDiv w:val="1"/>
      <w:marLeft w:val="0"/>
      <w:marRight w:val="0"/>
      <w:marTop w:val="0"/>
      <w:marBottom w:val="0"/>
      <w:divBdr>
        <w:top w:val="none" w:sz="0" w:space="0" w:color="auto"/>
        <w:left w:val="none" w:sz="0" w:space="0" w:color="auto"/>
        <w:bottom w:val="none" w:sz="0" w:space="0" w:color="auto"/>
        <w:right w:val="none" w:sz="0" w:space="0" w:color="auto"/>
      </w:divBdr>
    </w:div>
    <w:div w:id="467086293">
      <w:bodyDiv w:val="1"/>
      <w:marLeft w:val="0"/>
      <w:marRight w:val="0"/>
      <w:marTop w:val="0"/>
      <w:marBottom w:val="0"/>
      <w:divBdr>
        <w:top w:val="none" w:sz="0" w:space="0" w:color="auto"/>
        <w:left w:val="none" w:sz="0" w:space="0" w:color="auto"/>
        <w:bottom w:val="none" w:sz="0" w:space="0" w:color="auto"/>
        <w:right w:val="none" w:sz="0" w:space="0" w:color="auto"/>
      </w:divBdr>
    </w:div>
    <w:div w:id="471559964">
      <w:bodyDiv w:val="1"/>
      <w:marLeft w:val="0"/>
      <w:marRight w:val="0"/>
      <w:marTop w:val="0"/>
      <w:marBottom w:val="0"/>
      <w:divBdr>
        <w:top w:val="none" w:sz="0" w:space="0" w:color="auto"/>
        <w:left w:val="none" w:sz="0" w:space="0" w:color="auto"/>
        <w:bottom w:val="none" w:sz="0" w:space="0" w:color="auto"/>
        <w:right w:val="none" w:sz="0" w:space="0" w:color="auto"/>
      </w:divBdr>
      <w:divsChild>
        <w:div w:id="722942577">
          <w:marLeft w:val="0"/>
          <w:marRight w:val="0"/>
          <w:marTop w:val="0"/>
          <w:marBottom w:val="0"/>
          <w:divBdr>
            <w:top w:val="none" w:sz="0" w:space="0" w:color="auto"/>
            <w:left w:val="none" w:sz="0" w:space="0" w:color="auto"/>
            <w:bottom w:val="none" w:sz="0" w:space="0" w:color="auto"/>
            <w:right w:val="none" w:sz="0" w:space="0" w:color="auto"/>
          </w:divBdr>
          <w:divsChild>
            <w:div w:id="195489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600243">
      <w:bodyDiv w:val="1"/>
      <w:marLeft w:val="0"/>
      <w:marRight w:val="0"/>
      <w:marTop w:val="0"/>
      <w:marBottom w:val="0"/>
      <w:divBdr>
        <w:top w:val="none" w:sz="0" w:space="0" w:color="auto"/>
        <w:left w:val="none" w:sz="0" w:space="0" w:color="auto"/>
        <w:bottom w:val="none" w:sz="0" w:space="0" w:color="auto"/>
        <w:right w:val="none" w:sz="0" w:space="0" w:color="auto"/>
      </w:divBdr>
    </w:div>
    <w:div w:id="490221453">
      <w:bodyDiv w:val="1"/>
      <w:marLeft w:val="0"/>
      <w:marRight w:val="0"/>
      <w:marTop w:val="0"/>
      <w:marBottom w:val="0"/>
      <w:divBdr>
        <w:top w:val="none" w:sz="0" w:space="0" w:color="auto"/>
        <w:left w:val="none" w:sz="0" w:space="0" w:color="auto"/>
        <w:bottom w:val="none" w:sz="0" w:space="0" w:color="auto"/>
        <w:right w:val="none" w:sz="0" w:space="0" w:color="auto"/>
      </w:divBdr>
    </w:div>
    <w:div w:id="502162185">
      <w:bodyDiv w:val="1"/>
      <w:marLeft w:val="0"/>
      <w:marRight w:val="0"/>
      <w:marTop w:val="0"/>
      <w:marBottom w:val="0"/>
      <w:divBdr>
        <w:top w:val="none" w:sz="0" w:space="0" w:color="auto"/>
        <w:left w:val="none" w:sz="0" w:space="0" w:color="auto"/>
        <w:bottom w:val="none" w:sz="0" w:space="0" w:color="auto"/>
        <w:right w:val="none" w:sz="0" w:space="0" w:color="auto"/>
      </w:divBdr>
    </w:div>
    <w:div w:id="528836880">
      <w:bodyDiv w:val="1"/>
      <w:marLeft w:val="0"/>
      <w:marRight w:val="0"/>
      <w:marTop w:val="0"/>
      <w:marBottom w:val="0"/>
      <w:divBdr>
        <w:top w:val="none" w:sz="0" w:space="0" w:color="auto"/>
        <w:left w:val="none" w:sz="0" w:space="0" w:color="auto"/>
        <w:bottom w:val="none" w:sz="0" w:space="0" w:color="auto"/>
        <w:right w:val="none" w:sz="0" w:space="0" w:color="auto"/>
      </w:divBdr>
    </w:div>
    <w:div w:id="548415373">
      <w:bodyDiv w:val="1"/>
      <w:marLeft w:val="0"/>
      <w:marRight w:val="0"/>
      <w:marTop w:val="0"/>
      <w:marBottom w:val="0"/>
      <w:divBdr>
        <w:top w:val="none" w:sz="0" w:space="0" w:color="auto"/>
        <w:left w:val="none" w:sz="0" w:space="0" w:color="auto"/>
        <w:bottom w:val="none" w:sz="0" w:space="0" w:color="auto"/>
        <w:right w:val="none" w:sz="0" w:space="0" w:color="auto"/>
      </w:divBdr>
    </w:div>
    <w:div w:id="577446658">
      <w:bodyDiv w:val="1"/>
      <w:marLeft w:val="0"/>
      <w:marRight w:val="0"/>
      <w:marTop w:val="0"/>
      <w:marBottom w:val="0"/>
      <w:divBdr>
        <w:top w:val="none" w:sz="0" w:space="0" w:color="auto"/>
        <w:left w:val="none" w:sz="0" w:space="0" w:color="auto"/>
        <w:bottom w:val="none" w:sz="0" w:space="0" w:color="auto"/>
        <w:right w:val="none" w:sz="0" w:space="0" w:color="auto"/>
      </w:divBdr>
    </w:div>
    <w:div w:id="580020140">
      <w:bodyDiv w:val="1"/>
      <w:marLeft w:val="0"/>
      <w:marRight w:val="0"/>
      <w:marTop w:val="0"/>
      <w:marBottom w:val="0"/>
      <w:divBdr>
        <w:top w:val="none" w:sz="0" w:space="0" w:color="auto"/>
        <w:left w:val="none" w:sz="0" w:space="0" w:color="auto"/>
        <w:bottom w:val="none" w:sz="0" w:space="0" w:color="auto"/>
        <w:right w:val="none" w:sz="0" w:space="0" w:color="auto"/>
      </w:divBdr>
    </w:div>
    <w:div w:id="610429450">
      <w:bodyDiv w:val="1"/>
      <w:marLeft w:val="0"/>
      <w:marRight w:val="0"/>
      <w:marTop w:val="0"/>
      <w:marBottom w:val="0"/>
      <w:divBdr>
        <w:top w:val="none" w:sz="0" w:space="0" w:color="auto"/>
        <w:left w:val="none" w:sz="0" w:space="0" w:color="auto"/>
        <w:bottom w:val="none" w:sz="0" w:space="0" w:color="auto"/>
        <w:right w:val="none" w:sz="0" w:space="0" w:color="auto"/>
      </w:divBdr>
    </w:div>
    <w:div w:id="662469497">
      <w:bodyDiv w:val="1"/>
      <w:marLeft w:val="0"/>
      <w:marRight w:val="0"/>
      <w:marTop w:val="0"/>
      <w:marBottom w:val="0"/>
      <w:divBdr>
        <w:top w:val="none" w:sz="0" w:space="0" w:color="auto"/>
        <w:left w:val="none" w:sz="0" w:space="0" w:color="auto"/>
        <w:bottom w:val="none" w:sz="0" w:space="0" w:color="auto"/>
        <w:right w:val="none" w:sz="0" w:space="0" w:color="auto"/>
      </w:divBdr>
    </w:div>
    <w:div w:id="686908654">
      <w:bodyDiv w:val="1"/>
      <w:marLeft w:val="0"/>
      <w:marRight w:val="0"/>
      <w:marTop w:val="0"/>
      <w:marBottom w:val="0"/>
      <w:divBdr>
        <w:top w:val="none" w:sz="0" w:space="0" w:color="auto"/>
        <w:left w:val="none" w:sz="0" w:space="0" w:color="auto"/>
        <w:bottom w:val="none" w:sz="0" w:space="0" w:color="auto"/>
        <w:right w:val="none" w:sz="0" w:space="0" w:color="auto"/>
      </w:divBdr>
    </w:div>
    <w:div w:id="715197653">
      <w:bodyDiv w:val="1"/>
      <w:marLeft w:val="0"/>
      <w:marRight w:val="0"/>
      <w:marTop w:val="0"/>
      <w:marBottom w:val="0"/>
      <w:divBdr>
        <w:top w:val="none" w:sz="0" w:space="0" w:color="auto"/>
        <w:left w:val="none" w:sz="0" w:space="0" w:color="auto"/>
        <w:bottom w:val="none" w:sz="0" w:space="0" w:color="auto"/>
        <w:right w:val="none" w:sz="0" w:space="0" w:color="auto"/>
      </w:divBdr>
    </w:div>
    <w:div w:id="722600427">
      <w:bodyDiv w:val="1"/>
      <w:marLeft w:val="0"/>
      <w:marRight w:val="0"/>
      <w:marTop w:val="0"/>
      <w:marBottom w:val="0"/>
      <w:divBdr>
        <w:top w:val="none" w:sz="0" w:space="0" w:color="auto"/>
        <w:left w:val="none" w:sz="0" w:space="0" w:color="auto"/>
        <w:bottom w:val="none" w:sz="0" w:space="0" w:color="auto"/>
        <w:right w:val="none" w:sz="0" w:space="0" w:color="auto"/>
      </w:divBdr>
    </w:div>
    <w:div w:id="746003598">
      <w:bodyDiv w:val="1"/>
      <w:marLeft w:val="0"/>
      <w:marRight w:val="0"/>
      <w:marTop w:val="0"/>
      <w:marBottom w:val="0"/>
      <w:divBdr>
        <w:top w:val="none" w:sz="0" w:space="0" w:color="auto"/>
        <w:left w:val="none" w:sz="0" w:space="0" w:color="auto"/>
        <w:bottom w:val="none" w:sz="0" w:space="0" w:color="auto"/>
        <w:right w:val="none" w:sz="0" w:space="0" w:color="auto"/>
      </w:divBdr>
    </w:div>
    <w:div w:id="776798973">
      <w:bodyDiv w:val="1"/>
      <w:marLeft w:val="0"/>
      <w:marRight w:val="0"/>
      <w:marTop w:val="0"/>
      <w:marBottom w:val="0"/>
      <w:divBdr>
        <w:top w:val="none" w:sz="0" w:space="0" w:color="auto"/>
        <w:left w:val="none" w:sz="0" w:space="0" w:color="auto"/>
        <w:bottom w:val="none" w:sz="0" w:space="0" w:color="auto"/>
        <w:right w:val="none" w:sz="0" w:space="0" w:color="auto"/>
      </w:divBdr>
    </w:div>
    <w:div w:id="808550199">
      <w:bodyDiv w:val="1"/>
      <w:marLeft w:val="0"/>
      <w:marRight w:val="0"/>
      <w:marTop w:val="0"/>
      <w:marBottom w:val="0"/>
      <w:divBdr>
        <w:top w:val="none" w:sz="0" w:space="0" w:color="auto"/>
        <w:left w:val="none" w:sz="0" w:space="0" w:color="auto"/>
        <w:bottom w:val="none" w:sz="0" w:space="0" w:color="auto"/>
        <w:right w:val="none" w:sz="0" w:space="0" w:color="auto"/>
      </w:divBdr>
    </w:div>
    <w:div w:id="814760355">
      <w:bodyDiv w:val="1"/>
      <w:marLeft w:val="0"/>
      <w:marRight w:val="0"/>
      <w:marTop w:val="0"/>
      <w:marBottom w:val="0"/>
      <w:divBdr>
        <w:top w:val="none" w:sz="0" w:space="0" w:color="auto"/>
        <w:left w:val="none" w:sz="0" w:space="0" w:color="auto"/>
        <w:bottom w:val="none" w:sz="0" w:space="0" w:color="auto"/>
        <w:right w:val="none" w:sz="0" w:space="0" w:color="auto"/>
      </w:divBdr>
    </w:div>
    <w:div w:id="817844410">
      <w:bodyDiv w:val="1"/>
      <w:marLeft w:val="0"/>
      <w:marRight w:val="0"/>
      <w:marTop w:val="0"/>
      <w:marBottom w:val="0"/>
      <w:divBdr>
        <w:top w:val="none" w:sz="0" w:space="0" w:color="auto"/>
        <w:left w:val="none" w:sz="0" w:space="0" w:color="auto"/>
        <w:bottom w:val="none" w:sz="0" w:space="0" w:color="auto"/>
        <w:right w:val="none" w:sz="0" w:space="0" w:color="auto"/>
      </w:divBdr>
    </w:div>
    <w:div w:id="864250942">
      <w:bodyDiv w:val="1"/>
      <w:marLeft w:val="0"/>
      <w:marRight w:val="0"/>
      <w:marTop w:val="0"/>
      <w:marBottom w:val="0"/>
      <w:divBdr>
        <w:top w:val="none" w:sz="0" w:space="0" w:color="auto"/>
        <w:left w:val="none" w:sz="0" w:space="0" w:color="auto"/>
        <w:bottom w:val="none" w:sz="0" w:space="0" w:color="auto"/>
        <w:right w:val="none" w:sz="0" w:space="0" w:color="auto"/>
      </w:divBdr>
    </w:div>
    <w:div w:id="952974681">
      <w:bodyDiv w:val="1"/>
      <w:marLeft w:val="0"/>
      <w:marRight w:val="0"/>
      <w:marTop w:val="0"/>
      <w:marBottom w:val="0"/>
      <w:divBdr>
        <w:top w:val="none" w:sz="0" w:space="0" w:color="auto"/>
        <w:left w:val="none" w:sz="0" w:space="0" w:color="auto"/>
        <w:bottom w:val="none" w:sz="0" w:space="0" w:color="auto"/>
        <w:right w:val="none" w:sz="0" w:space="0" w:color="auto"/>
      </w:divBdr>
    </w:div>
    <w:div w:id="1004432285">
      <w:bodyDiv w:val="1"/>
      <w:marLeft w:val="0"/>
      <w:marRight w:val="0"/>
      <w:marTop w:val="0"/>
      <w:marBottom w:val="0"/>
      <w:divBdr>
        <w:top w:val="none" w:sz="0" w:space="0" w:color="auto"/>
        <w:left w:val="none" w:sz="0" w:space="0" w:color="auto"/>
        <w:bottom w:val="none" w:sz="0" w:space="0" w:color="auto"/>
        <w:right w:val="none" w:sz="0" w:space="0" w:color="auto"/>
      </w:divBdr>
    </w:div>
    <w:div w:id="1030882793">
      <w:bodyDiv w:val="1"/>
      <w:marLeft w:val="0"/>
      <w:marRight w:val="0"/>
      <w:marTop w:val="0"/>
      <w:marBottom w:val="0"/>
      <w:divBdr>
        <w:top w:val="none" w:sz="0" w:space="0" w:color="auto"/>
        <w:left w:val="none" w:sz="0" w:space="0" w:color="auto"/>
        <w:bottom w:val="none" w:sz="0" w:space="0" w:color="auto"/>
        <w:right w:val="none" w:sz="0" w:space="0" w:color="auto"/>
      </w:divBdr>
    </w:div>
    <w:div w:id="1043863928">
      <w:bodyDiv w:val="1"/>
      <w:marLeft w:val="0"/>
      <w:marRight w:val="0"/>
      <w:marTop w:val="0"/>
      <w:marBottom w:val="0"/>
      <w:divBdr>
        <w:top w:val="none" w:sz="0" w:space="0" w:color="auto"/>
        <w:left w:val="none" w:sz="0" w:space="0" w:color="auto"/>
        <w:bottom w:val="none" w:sz="0" w:space="0" w:color="auto"/>
        <w:right w:val="none" w:sz="0" w:space="0" w:color="auto"/>
      </w:divBdr>
    </w:div>
    <w:div w:id="1114789905">
      <w:bodyDiv w:val="1"/>
      <w:marLeft w:val="0"/>
      <w:marRight w:val="0"/>
      <w:marTop w:val="0"/>
      <w:marBottom w:val="0"/>
      <w:divBdr>
        <w:top w:val="none" w:sz="0" w:space="0" w:color="auto"/>
        <w:left w:val="none" w:sz="0" w:space="0" w:color="auto"/>
        <w:bottom w:val="none" w:sz="0" w:space="0" w:color="auto"/>
        <w:right w:val="none" w:sz="0" w:space="0" w:color="auto"/>
      </w:divBdr>
    </w:div>
    <w:div w:id="1128888935">
      <w:bodyDiv w:val="1"/>
      <w:marLeft w:val="0"/>
      <w:marRight w:val="0"/>
      <w:marTop w:val="0"/>
      <w:marBottom w:val="0"/>
      <w:divBdr>
        <w:top w:val="none" w:sz="0" w:space="0" w:color="auto"/>
        <w:left w:val="none" w:sz="0" w:space="0" w:color="auto"/>
        <w:bottom w:val="none" w:sz="0" w:space="0" w:color="auto"/>
        <w:right w:val="none" w:sz="0" w:space="0" w:color="auto"/>
      </w:divBdr>
    </w:div>
    <w:div w:id="1153986251">
      <w:bodyDiv w:val="1"/>
      <w:marLeft w:val="0"/>
      <w:marRight w:val="0"/>
      <w:marTop w:val="0"/>
      <w:marBottom w:val="0"/>
      <w:divBdr>
        <w:top w:val="none" w:sz="0" w:space="0" w:color="auto"/>
        <w:left w:val="none" w:sz="0" w:space="0" w:color="auto"/>
        <w:bottom w:val="none" w:sz="0" w:space="0" w:color="auto"/>
        <w:right w:val="none" w:sz="0" w:space="0" w:color="auto"/>
      </w:divBdr>
    </w:div>
    <w:div w:id="1190224190">
      <w:bodyDiv w:val="1"/>
      <w:marLeft w:val="0"/>
      <w:marRight w:val="0"/>
      <w:marTop w:val="0"/>
      <w:marBottom w:val="0"/>
      <w:divBdr>
        <w:top w:val="none" w:sz="0" w:space="0" w:color="auto"/>
        <w:left w:val="none" w:sz="0" w:space="0" w:color="auto"/>
        <w:bottom w:val="none" w:sz="0" w:space="0" w:color="auto"/>
        <w:right w:val="none" w:sz="0" w:space="0" w:color="auto"/>
      </w:divBdr>
      <w:divsChild>
        <w:div w:id="716777520">
          <w:marLeft w:val="0"/>
          <w:marRight w:val="0"/>
          <w:marTop w:val="0"/>
          <w:marBottom w:val="0"/>
          <w:divBdr>
            <w:top w:val="none" w:sz="0" w:space="0" w:color="auto"/>
            <w:left w:val="none" w:sz="0" w:space="0" w:color="auto"/>
            <w:bottom w:val="none" w:sz="0" w:space="0" w:color="auto"/>
            <w:right w:val="none" w:sz="0" w:space="0" w:color="auto"/>
          </w:divBdr>
        </w:div>
      </w:divsChild>
    </w:div>
    <w:div w:id="1194491132">
      <w:bodyDiv w:val="1"/>
      <w:marLeft w:val="0"/>
      <w:marRight w:val="0"/>
      <w:marTop w:val="0"/>
      <w:marBottom w:val="0"/>
      <w:divBdr>
        <w:top w:val="none" w:sz="0" w:space="0" w:color="auto"/>
        <w:left w:val="none" w:sz="0" w:space="0" w:color="auto"/>
        <w:bottom w:val="none" w:sz="0" w:space="0" w:color="auto"/>
        <w:right w:val="none" w:sz="0" w:space="0" w:color="auto"/>
      </w:divBdr>
      <w:divsChild>
        <w:div w:id="451900109">
          <w:marLeft w:val="0"/>
          <w:marRight w:val="0"/>
          <w:marTop w:val="0"/>
          <w:marBottom w:val="0"/>
          <w:divBdr>
            <w:top w:val="none" w:sz="0" w:space="0" w:color="auto"/>
            <w:left w:val="none" w:sz="0" w:space="0" w:color="auto"/>
            <w:bottom w:val="none" w:sz="0" w:space="0" w:color="auto"/>
            <w:right w:val="none" w:sz="0" w:space="0" w:color="auto"/>
          </w:divBdr>
          <w:divsChild>
            <w:div w:id="159583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2550362">
      <w:bodyDiv w:val="1"/>
      <w:marLeft w:val="0"/>
      <w:marRight w:val="0"/>
      <w:marTop w:val="0"/>
      <w:marBottom w:val="0"/>
      <w:divBdr>
        <w:top w:val="none" w:sz="0" w:space="0" w:color="auto"/>
        <w:left w:val="none" w:sz="0" w:space="0" w:color="auto"/>
        <w:bottom w:val="none" w:sz="0" w:space="0" w:color="auto"/>
        <w:right w:val="none" w:sz="0" w:space="0" w:color="auto"/>
      </w:divBdr>
      <w:divsChild>
        <w:div w:id="1114326517">
          <w:marLeft w:val="0"/>
          <w:marRight w:val="0"/>
          <w:marTop w:val="0"/>
          <w:marBottom w:val="0"/>
          <w:divBdr>
            <w:top w:val="none" w:sz="0" w:space="0" w:color="auto"/>
            <w:left w:val="none" w:sz="0" w:space="0" w:color="auto"/>
            <w:bottom w:val="none" w:sz="0" w:space="0" w:color="auto"/>
            <w:right w:val="none" w:sz="0" w:space="0" w:color="auto"/>
          </w:divBdr>
        </w:div>
        <w:div w:id="1515343877">
          <w:marLeft w:val="0"/>
          <w:marRight w:val="0"/>
          <w:marTop w:val="0"/>
          <w:marBottom w:val="0"/>
          <w:divBdr>
            <w:top w:val="none" w:sz="0" w:space="0" w:color="auto"/>
            <w:left w:val="none" w:sz="0" w:space="0" w:color="auto"/>
            <w:bottom w:val="none" w:sz="0" w:space="0" w:color="auto"/>
            <w:right w:val="none" w:sz="0" w:space="0" w:color="auto"/>
          </w:divBdr>
        </w:div>
        <w:div w:id="1549300786">
          <w:marLeft w:val="0"/>
          <w:marRight w:val="0"/>
          <w:marTop w:val="0"/>
          <w:marBottom w:val="0"/>
          <w:divBdr>
            <w:top w:val="none" w:sz="0" w:space="0" w:color="auto"/>
            <w:left w:val="none" w:sz="0" w:space="0" w:color="auto"/>
            <w:bottom w:val="none" w:sz="0" w:space="0" w:color="auto"/>
            <w:right w:val="none" w:sz="0" w:space="0" w:color="auto"/>
          </w:divBdr>
        </w:div>
        <w:div w:id="1622953311">
          <w:marLeft w:val="0"/>
          <w:marRight w:val="0"/>
          <w:marTop w:val="0"/>
          <w:marBottom w:val="0"/>
          <w:divBdr>
            <w:top w:val="none" w:sz="0" w:space="0" w:color="auto"/>
            <w:left w:val="none" w:sz="0" w:space="0" w:color="auto"/>
            <w:bottom w:val="none" w:sz="0" w:space="0" w:color="auto"/>
            <w:right w:val="none" w:sz="0" w:space="0" w:color="auto"/>
          </w:divBdr>
        </w:div>
        <w:div w:id="1969702336">
          <w:marLeft w:val="0"/>
          <w:marRight w:val="0"/>
          <w:marTop w:val="0"/>
          <w:marBottom w:val="0"/>
          <w:divBdr>
            <w:top w:val="none" w:sz="0" w:space="0" w:color="auto"/>
            <w:left w:val="none" w:sz="0" w:space="0" w:color="auto"/>
            <w:bottom w:val="none" w:sz="0" w:space="0" w:color="auto"/>
            <w:right w:val="none" w:sz="0" w:space="0" w:color="auto"/>
          </w:divBdr>
        </w:div>
        <w:div w:id="1977643932">
          <w:marLeft w:val="0"/>
          <w:marRight w:val="0"/>
          <w:marTop w:val="0"/>
          <w:marBottom w:val="0"/>
          <w:divBdr>
            <w:top w:val="none" w:sz="0" w:space="0" w:color="auto"/>
            <w:left w:val="none" w:sz="0" w:space="0" w:color="auto"/>
            <w:bottom w:val="none" w:sz="0" w:space="0" w:color="auto"/>
            <w:right w:val="none" w:sz="0" w:space="0" w:color="auto"/>
          </w:divBdr>
        </w:div>
      </w:divsChild>
    </w:div>
    <w:div w:id="1249460914">
      <w:bodyDiv w:val="1"/>
      <w:marLeft w:val="0"/>
      <w:marRight w:val="0"/>
      <w:marTop w:val="0"/>
      <w:marBottom w:val="0"/>
      <w:divBdr>
        <w:top w:val="none" w:sz="0" w:space="0" w:color="auto"/>
        <w:left w:val="none" w:sz="0" w:space="0" w:color="auto"/>
        <w:bottom w:val="none" w:sz="0" w:space="0" w:color="auto"/>
        <w:right w:val="none" w:sz="0" w:space="0" w:color="auto"/>
      </w:divBdr>
    </w:div>
    <w:div w:id="1264606532">
      <w:bodyDiv w:val="1"/>
      <w:marLeft w:val="0"/>
      <w:marRight w:val="0"/>
      <w:marTop w:val="0"/>
      <w:marBottom w:val="0"/>
      <w:divBdr>
        <w:top w:val="none" w:sz="0" w:space="0" w:color="auto"/>
        <w:left w:val="none" w:sz="0" w:space="0" w:color="auto"/>
        <w:bottom w:val="none" w:sz="0" w:space="0" w:color="auto"/>
        <w:right w:val="none" w:sz="0" w:space="0" w:color="auto"/>
      </w:divBdr>
    </w:div>
    <w:div w:id="1286038078">
      <w:bodyDiv w:val="1"/>
      <w:marLeft w:val="0"/>
      <w:marRight w:val="0"/>
      <w:marTop w:val="0"/>
      <w:marBottom w:val="0"/>
      <w:divBdr>
        <w:top w:val="none" w:sz="0" w:space="0" w:color="auto"/>
        <w:left w:val="none" w:sz="0" w:space="0" w:color="auto"/>
        <w:bottom w:val="none" w:sz="0" w:space="0" w:color="auto"/>
        <w:right w:val="none" w:sz="0" w:space="0" w:color="auto"/>
      </w:divBdr>
      <w:divsChild>
        <w:div w:id="1750927666">
          <w:marLeft w:val="0"/>
          <w:marRight w:val="0"/>
          <w:marTop w:val="0"/>
          <w:marBottom w:val="0"/>
          <w:divBdr>
            <w:top w:val="none" w:sz="0" w:space="0" w:color="auto"/>
            <w:left w:val="none" w:sz="0" w:space="0" w:color="auto"/>
            <w:bottom w:val="none" w:sz="0" w:space="0" w:color="auto"/>
            <w:right w:val="none" w:sz="0" w:space="0" w:color="auto"/>
          </w:divBdr>
          <w:divsChild>
            <w:div w:id="441412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9661">
      <w:bodyDiv w:val="1"/>
      <w:marLeft w:val="0"/>
      <w:marRight w:val="0"/>
      <w:marTop w:val="0"/>
      <w:marBottom w:val="0"/>
      <w:divBdr>
        <w:top w:val="none" w:sz="0" w:space="0" w:color="auto"/>
        <w:left w:val="none" w:sz="0" w:space="0" w:color="auto"/>
        <w:bottom w:val="none" w:sz="0" w:space="0" w:color="auto"/>
        <w:right w:val="none" w:sz="0" w:space="0" w:color="auto"/>
      </w:divBdr>
    </w:div>
    <w:div w:id="1329403517">
      <w:bodyDiv w:val="1"/>
      <w:marLeft w:val="0"/>
      <w:marRight w:val="0"/>
      <w:marTop w:val="0"/>
      <w:marBottom w:val="0"/>
      <w:divBdr>
        <w:top w:val="none" w:sz="0" w:space="0" w:color="auto"/>
        <w:left w:val="none" w:sz="0" w:space="0" w:color="auto"/>
        <w:bottom w:val="none" w:sz="0" w:space="0" w:color="auto"/>
        <w:right w:val="none" w:sz="0" w:space="0" w:color="auto"/>
      </w:divBdr>
    </w:div>
    <w:div w:id="1343823584">
      <w:bodyDiv w:val="1"/>
      <w:marLeft w:val="0"/>
      <w:marRight w:val="0"/>
      <w:marTop w:val="0"/>
      <w:marBottom w:val="0"/>
      <w:divBdr>
        <w:top w:val="none" w:sz="0" w:space="0" w:color="auto"/>
        <w:left w:val="none" w:sz="0" w:space="0" w:color="auto"/>
        <w:bottom w:val="none" w:sz="0" w:space="0" w:color="auto"/>
        <w:right w:val="none" w:sz="0" w:space="0" w:color="auto"/>
      </w:divBdr>
    </w:div>
    <w:div w:id="1356887054">
      <w:bodyDiv w:val="1"/>
      <w:marLeft w:val="0"/>
      <w:marRight w:val="0"/>
      <w:marTop w:val="0"/>
      <w:marBottom w:val="0"/>
      <w:divBdr>
        <w:top w:val="none" w:sz="0" w:space="0" w:color="auto"/>
        <w:left w:val="none" w:sz="0" w:space="0" w:color="auto"/>
        <w:bottom w:val="none" w:sz="0" w:space="0" w:color="auto"/>
        <w:right w:val="none" w:sz="0" w:space="0" w:color="auto"/>
      </w:divBdr>
      <w:divsChild>
        <w:div w:id="932512580">
          <w:marLeft w:val="0"/>
          <w:marRight w:val="0"/>
          <w:marTop w:val="0"/>
          <w:marBottom w:val="0"/>
          <w:divBdr>
            <w:top w:val="none" w:sz="0" w:space="0" w:color="auto"/>
            <w:left w:val="none" w:sz="0" w:space="0" w:color="auto"/>
            <w:bottom w:val="none" w:sz="0" w:space="0" w:color="auto"/>
            <w:right w:val="none" w:sz="0" w:space="0" w:color="auto"/>
          </w:divBdr>
        </w:div>
      </w:divsChild>
    </w:div>
    <w:div w:id="1403722537">
      <w:bodyDiv w:val="1"/>
      <w:marLeft w:val="0"/>
      <w:marRight w:val="0"/>
      <w:marTop w:val="0"/>
      <w:marBottom w:val="0"/>
      <w:divBdr>
        <w:top w:val="none" w:sz="0" w:space="0" w:color="auto"/>
        <w:left w:val="none" w:sz="0" w:space="0" w:color="auto"/>
        <w:bottom w:val="none" w:sz="0" w:space="0" w:color="auto"/>
        <w:right w:val="none" w:sz="0" w:space="0" w:color="auto"/>
      </w:divBdr>
    </w:div>
    <w:div w:id="1408577888">
      <w:bodyDiv w:val="1"/>
      <w:marLeft w:val="0"/>
      <w:marRight w:val="0"/>
      <w:marTop w:val="0"/>
      <w:marBottom w:val="0"/>
      <w:divBdr>
        <w:top w:val="none" w:sz="0" w:space="0" w:color="auto"/>
        <w:left w:val="none" w:sz="0" w:space="0" w:color="auto"/>
        <w:bottom w:val="none" w:sz="0" w:space="0" w:color="auto"/>
        <w:right w:val="none" w:sz="0" w:space="0" w:color="auto"/>
      </w:divBdr>
      <w:divsChild>
        <w:div w:id="1528525284">
          <w:marLeft w:val="0"/>
          <w:marRight w:val="0"/>
          <w:marTop w:val="0"/>
          <w:marBottom w:val="0"/>
          <w:divBdr>
            <w:top w:val="none" w:sz="0" w:space="0" w:color="auto"/>
            <w:left w:val="none" w:sz="0" w:space="0" w:color="auto"/>
            <w:bottom w:val="none" w:sz="0" w:space="0" w:color="auto"/>
            <w:right w:val="none" w:sz="0" w:space="0" w:color="auto"/>
          </w:divBdr>
        </w:div>
      </w:divsChild>
    </w:div>
    <w:div w:id="1408647758">
      <w:bodyDiv w:val="1"/>
      <w:marLeft w:val="0"/>
      <w:marRight w:val="0"/>
      <w:marTop w:val="0"/>
      <w:marBottom w:val="0"/>
      <w:divBdr>
        <w:top w:val="none" w:sz="0" w:space="0" w:color="auto"/>
        <w:left w:val="none" w:sz="0" w:space="0" w:color="auto"/>
        <w:bottom w:val="none" w:sz="0" w:space="0" w:color="auto"/>
        <w:right w:val="none" w:sz="0" w:space="0" w:color="auto"/>
      </w:divBdr>
    </w:div>
    <w:div w:id="1442382582">
      <w:bodyDiv w:val="1"/>
      <w:marLeft w:val="0"/>
      <w:marRight w:val="0"/>
      <w:marTop w:val="0"/>
      <w:marBottom w:val="0"/>
      <w:divBdr>
        <w:top w:val="none" w:sz="0" w:space="0" w:color="auto"/>
        <w:left w:val="none" w:sz="0" w:space="0" w:color="auto"/>
        <w:bottom w:val="none" w:sz="0" w:space="0" w:color="auto"/>
        <w:right w:val="none" w:sz="0" w:space="0" w:color="auto"/>
      </w:divBdr>
      <w:divsChild>
        <w:div w:id="1992520484">
          <w:marLeft w:val="0"/>
          <w:marRight w:val="0"/>
          <w:marTop w:val="0"/>
          <w:marBottom w:val="0"/>
          <w:divBdr>
            <w:top w:val="none" w:sz="0" w:space="0" w:color="auto"/>
            <w:left w:val="none" w:sz="0" w:space="0" w:color="auto"/>
            <w:bottom w:val="none" w:sz="0" w:space="0" w:color="auto"/>
            <w:right w:val="none" w:sz="0" w:space="0" w:color="auto"/>
          </w:divBdr>
        </w:div>
      </w:divsChild>
    </w:div>
    <w:div w:id="1451313362">
      <w:bodyDiv w:val="1"/>
      <w:marLeft w:val="0"/>
      <w:marRight w:val="0"/>
      <w:marTop w:val="0"/>
      <w:marBottom w:val="0"/>
      <w:divBdr>
        <w:top w:val="none" w:sz="0" w:space="0" w:color="auto"/>
        <w:left w:val="none" w:sz="0" w:space="0" w:color="auto"/>
        <w:bottom w:val="none" w:sz="0" w:space="0" w:color="auto"/>
        <w:right w:val="none" w:sz="0" w:space="0" w:color="auto"/>
      </w:divBdr>
    </w:div>
    <w:div w:id="1494566998">
      <w:bodyDiv w:val="1"/>
      <w:marLeft w:val="0"/>
      <w:marRight w:val="0"/>
      <w:marTop w:val="0"/>
      <w:marBottom w:val="0"/>
      <w:divBdr>
        <w:top w:val="none" w:sz="0" w:space="0" w:color="auto"/>
        <w:left w:val="none" w:sz="0" w:space="0" w:color="auto"/>
        <w:bottom w:val="none" w:sz="0" w:space="0" w:color="auto"/>
        <w:right w:val="none" w:sz="0" w:space="0" w:color="auto"/>
      </w:divBdr>
    </w:div>
    <w:div w:id="1501968737">
      <w:bodyDiv w:val="1"/>
      <w:marLeft w:val="0"/>
      <w:marRight w:val="0"/>
      <w:marTop w:val="0"/>
      <w:marBottom w:val="0"/>
      <w:divBdr>
        <w:top w:val="none" w:sz="0" w:space="0" w:color="auto"/>
        <w:left w:val="none" w:sz="0" w:space="0" w:color="auto"/>
        <w:bottom w:val="none" w:sz="0" w:space="0" w:color="auto"/>
        <w:right w:val="none" w:sz="0" w:space="0" w:color="auto"/>
      </w:divBdr>
    </w:div>
    <w:div w:id="1502044065">
      <w:bodyDiv w:val="1"/>
      <w:marLeft w:val="0"/>
      <w:marRight w:val="0"/>
      <w:marTop w:val="0"/>
      <w:marBottom w:val="0"/>
      <w:divBdr>
        <w:top w:val="none" w:sz="0" w:space="0" w:color="auto"/>
        <w:left w:val="none" w:sz="0" w:space="0" w:color="auto"/>
        <w:bottom w:val="none" w:sz="0" w:space="0" w:color="auto"/>
        <w:right w:val="none" w:sz="0" w:space="0" w:color="auto"/>
      </w:divBdr>
    </w:div>
    <w:div w:id="1508251361">
      <w:bodyDiv w:val="1"/>
      <w:marLeft w:val="0"/>
      <w:marRight w:val="0"/>
      <w:marTop w:val="0"/>
      <w:marBottom w:val="0"/>
      <w:divBdr>
        <w:top w:val="none" w:sz="0" w:space="0" w:color="auto"/>
        <w:left w:val="none" w:sz="0" w:space="0" w:color="auto"/>
        <w:bottom w:val="none" w:sz="0" w:space="0" w:color="auto"/>
        <w:right w:val="none" w:sz="0" w:space="0" w:color="auto"/>
      </w:divBdr>
    </w:div>
    <w:div w:id="1541824542">
      <w:bodyDiv w:val="1"/>
      <w:marLeft w:val="0"/>
      <w:marRight w:val="0"/>
      <w:marTop w:val="0"/>
      <w:marBottom w:val="0"/>
      <w:divBdr>
        <w:top w:val="none" w:sz="0" w:space="0" w:color="auto"/>
        <w:left w:val="none" w:sz="0" w:space="0" w:color="auto"/>
        <w:bottom w:val="none" w:sz="0" w:space="0" w:color="auto"/>
        <w:right w:val="none" w:sz="0" w:space="0" w:color="auto"/>
      </w:divBdr>
      <w:divsChild>
        <w:div w:id="857158075">
          <w:marLeft w:val="0"/>
          <w:marRight w:val="0"/>
          <w:marTop w:val="0"/>
          <w:marBottom w:val="0"/>
          <w:divBdr>
            <w:top w:val="none" w:sz="0" w:space="0" w:color="auto"/>
            <w:left w:val="none" w:sz="0" w:space="0" w:color="auto"/>
            <w:bottom w:val="none" w:sz="0" w:space="0" w:color="auto"/>
            <w:right w:val="none" w:sz="0" w:space="0" w:color="auto"/>
          </w:divBdr>
          <w:divsChild>
            <w:div w:id="146796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6642737">
      <w:bodyDiv w:val="1"/>
      <w:marLeft w:val="0"/>
      <w:marRight w:val="0"/>
      <w:marTop w:val="0"/>
      <w:marBottom w:val="0"/>
      <w:divBdr>
        <w:top w:val="none" w:sz="0" w:space="0" w:color="auto"/>
        <w:left w:val="none" w:sz="0" w:space="0" w:color="auto"/>
        <w:bottom w:val="none" w:sz="0" w:space="0" w:color="auto"/>
        <w:right w:val="none" w:sz="0" w:space="0" w:color="auto"/>
      </w:divBdr>
    </w:div>
    <w:div w:id="1596090250">
      <w:bodyDiv w:val="1"/>
      <w:marLeft w:val="0"/>
      <w:marRight w:val="0"/>
      <w:marTop w:val="0"/>
      <w:marBottom w:val="0"/>
      <w:divBdr>
        <w:top w:val="none" w:sz="0" w:space="0" w:color="auto"/>
        <w:left w:val="none" w:sz="0" w:space="0" w:color="auto"/>
        <w:bottom w:val="none" w:sz="0" w:space="0" w:color="auto"/>
        <w:right w:val="none" w:sz="0" w:space="0" w:color="auto"/>
      </w:divBdr>
    </w:div>
    <w:div w:id="1633099109">
      <w:bodyDiv w:val="1"/>
      <w:marLeft w:val="0"/>
      <w:marRight w:val="0"/>
      <w:marTop w:val="0"/>
      <w:marBottom w:val="0"/>
      <w:divBdr>
        <w:top w:val="none" w:sz="0" w:space="0" w:color="auto"/>
        <w:left w:val="none" w:sz="0" w:space="0" w:color="auto"/>
        <w:bottom w:val="none" w:sz="0" w:space="0" w:color="auto"/>
        <w:right w:val="none" w:sz="0" w:space="0" w:color="auto"/>
      </w:divBdr>
    </w:div>
    <w:div w:id="1654021040">
      <w:bodyDiv w:val="1"/>
      <w:marLeft w:val="0"/>
      <w:marRight w:val="0"/>
      <w:marTop w:val="0"/>
      <w:marBottom w:val="0"/>
      <w:divBdr>
        <w:top w:val="none" w:sz="0" w:space="0" w:color="auto"/>
        <w:left w:val="none" w:sz="0" w:space="0" w:color="auto"/>
        <w:bottom w:val="none" w:sz="0" w:space="0" w:color="auto"/>
        <w:right w:val="none" w:sz="0" w:space="0" w:color="auto"/>
      </w:divBdr>
    </w:div>
    <w:div w:id="1662268744">
      <w:bodyDiv w:val="1"/>
      <w:marLeft w:val="0"/>
      <w:marRight w:val="0"/>
      <w:marTop w:val="0"/>
      <w:marBottom w:val="0"/>
      <w:divBdr>
        <w:top w:val="none" w:sz="0" w:space="0" w:color="auto"/>
        <w:left w:val="none" w:sz="0" w:space="0" w:color="auto"/>
        <w:bottom w:val="none" w:sz="0" w:space="0" w:color="auto"/>
        <w:right w:val="none" w:sz="0" w:space="0" w:color="auto"/>
      </w:divBdr>
    </w:div>
    <w:div w:id="1774940146">
      <w:bodyDiv w:val="1"/>
      <w:marLeft w:val="0"/>
      <w:marRight w:val="0"/>
      <w:marTop w:val="0"/>
      <w:marBottom w:val="0"/>
      <w:divBdr>
        <w:top w:val="none" w:sz="0" w:space="0" w:color="auto"/>
        <w:left w:val="none" w:sz="0" w:space="0" w:color="auto"/>
        <w:bottom w:val="none" w:sz="0" w:space="0" w:color="auto"/>
        <w:right w:val="none" w:sz="0" w:space="0" w:color="auto"/>
      </w:divBdr>
    </w:div>
    <w:div w:id="1783260861">
      <w:bodyDiv w:val="1"/>
      <w:marLeft w:val="0"/>
      <w:marRight w:val="0"/>
      <w:marTop w:val="0"/>
      <w:marBottom w:val="0"/>
      <w:divBdr>
        <w:top w:val="none" w:sz="0" w:space="0" w:color="auto"/>
        <w:left w:val="none" w:sz="0" w:space="0" w:color="auto"/>
        <w:bottom w:val="none" w:sz="0" w:space="0" w:color="auto"/>
        <w:right w:val="none" w:sz="0" w:space="0" w:color="auto"/>
      </w:divBdr>
    </w:div>
    <w:div w:id="1788428636">
      <w:bodyDiv w:val="1"/>
      <w:marLeft w:val="0"/>
      <w:marRight w:val="0"/>
      <w:marTop w:val="0"/>
      <w:marBottom w:val="0"/>
      <w:divBdr>
        <w:top w:val="none" w:sz="0" w:space="0" w:color="auto"/>
        <w:left w:val="none" w:sz="0" w:space="0" w:color="auto"/>
        <w:bottom w:val="none" w:sz="0" w:space="0" w:color="auto"/>
        <w:right w:val="none" w:sz="0" w:space="0" w:color="auto"/>
      </w:divBdr>
      <w:divsChild>
        <w:div w:id="269778372">
          <w:marLeft w:val="0"/>
          <w:marRight w:val="0"/>
          <w:marTop w:val="0"/>
          <w:marBottom w:val="0"/>
          <w:divBdr>
            <w:top w:val="none" w:sz="0" w:space="0" w:color="auto"/>
            <w:left w:val="none" w:sz="0" w:space="0" w:color="auto"/>
            <w:bottom w:val="none" w:sz="0" w:space="0" w:color="auto"/>
            <w:right w:val="none" w:sz="0" w:space="0" w:color="auto"/>
          </w:divBdr>
          <w:divsChild>
            <w:div w:id="842355007">
              <w:marLeft w:val="0"/>
              <w:marRight w:val="0"/>
              <w:marTop w:val="0"/>
              <w:marBottom w:val="0"/>
              <w:divBdr>
                <w:top w:val="none" w:sz="0" w:space="0" w:color="auto"/>
                <w:left w:val="none" w:sz="0" w:space="0" w:color="auto"/>
                <w:bottom w:val="none" w:sz="0" w:space="0" w:color="auto"/>
                <w:right w:val="none" w:sz="0" w:space="0" w:color="auto"/>
              </w:divBdr>
              <w:divsChild>
                <w:div w:id="2010139081">
                  <w:marLeft w:val="0"/>
                  <w:marRight w:val="0"/>
                  <w:marTop w:val="0"/>
                  <w:marBottom w:val="0"/>
                  <w:divBdr>
                    <w:top w:val="none" w:sz="0" w:space="0" w:color="auto"/>
                    <w:left w:val="none" w:sz="0" w:space="0" w:color="auto"/>
                    <w:bottom w:val="none" w:sz="0" w:space="0" w:color="auto"/>
                    <w:right w:val="none" w:sz="0" w:space="0" w:color="auto"/>
                  </w:divBdr>
                  <w:divsChild>
                    <w:div w:id="1290160947">
                      <w:marLeft w:val="0"/>
                      <w:marRight w:val="0"/>
                      <w:marTop w:val="0"/>
                      <w:marBottom w:val="0"/>
                      <w:divBdr>
                        <w:top w:val="none" w:sz="0" w:space="0" w:color="auto"/>
                        <w:left w:val="none" w:sz="0" w:space="0" w:color="auto"/>
                        <w:bottom w:val="none" w:sz="0" w:space="0" w:color="auto"/>
                        <w:right w:val="none" w:sz="0" w:space="0" w:color="auto"/>
                      </w:divBdr>
                      <w:divsChild>
                        <w:div w:id="521285984">
                          <w:marLeft w:val="0"/>
                          <w:marRight w:val="0"/>
                          <w:marTop w:val="0"/>
                          <w:marBottom w:val="0"/>
                          <w:divBdr>
                            <w:top w:val="none" w:sz="0" w:space="0" w:color="auto"/>
                            <w:left w:val="none" w:sz="0" w:space="0" w:color="auto"/>
                            <w:bottom w:val="none" w:sz="0" w:space="0" w:color="auto"/>
                            <w:right w:val="none" w:sz="0" w:space="0" w:color="auto"/>
                          </w:divBdr>
                          <w:divsChild>
                            <w:div w:id="557279036">
                              <w:marLeft w:val="0"/>
                              <w:marRight w:val="0"/>
                              <w:marTop w:val="0"/>
                              <w:marBottom w:val="0"/>
                              <w:divBdr>
                                <w:top w:val="none" w:sz="0" w:space="0" w:color="auto"/>
                                <w:left w:val="none" w:sz="0" w:space="0" w:color="auto"/>
                                <w:bottom w:val="none" w:sz="0" w:space="0" w:color="auto"/>
                                <w:right w:val="none" w:sz="0" w:space="0" w:color="auto"/>
                              </w:divBdr>
                              <w:divsChild>
                                <w:div w:id="149541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5636142">
      <w:bodyDiv w:val="1"/>
      <w:marLeft w:val="0"/>
      <w:marRight w:val="0"/>
      <w:marTop w:val="0"/>
      <w:marBottom w:val="0"/>
      <w:divBdr>
        <w:top w:val="none" w:sz="0" w:space="0" w:color="auto"/>
        <w:left w:val="none" w:sz="0" w:space="0" w:color="auto"/>
        <w:bottom w:val="none" w:sz="0" w:space="0" w:color="auto"/>
        <w:right w:val="none" w:sz="0" w:space="0" w:color="auto"/>
      </w:divBdr>
    </w:div>
    <w:div w:id="1848250047">
      <w:bodyDiv w:val="1"/>
      <w:marLeft w:val="0"/>
      <w:marRight w:val="0"/>
      <w:marTop w:val="0"/>
      <w:marBottom w:val="0"/>
      <w:divBdr>
        <w:top w:val="none" w:sz="0" w:space="0" w:color="auto"/>
        <w:left w:val="none" w:sz="0" w:space="0" w:color="auto"/>
        <w:bottom w:val="none" w:sz="0" w:space="0" w:color="auto"/>
        <w:right w:val="none" w:sz="0" w:space="0" w:color="auto"/>
      </w:divBdr>
    </w:div>
    <w:div w:id="1937908118">
      <w:bodyDiv w:val="1"/>
      <w:marLeft w:val="0"/>
      <w:marRight w:val="0"/>
      <w:marTop w:val="0"/>
      <w:marBottom w:val="0"/>
      <w:divBdr>
        <w:top w:val="none" w:sz="0" w:space="0" w:color="auto"/>
        <w:left w:val="none" w:sz="0" w:space="0" w:color="auto"/>
        <w:bottom w:val="none" w:sz="0" w:space="0" w:color="auto"/>
        <w:right w:val="none" w:sz="0" w:space="0" w:color="auto"/>
      </w:divBdr>
    </w:div>
    <w:div w:id="1941335279">
      <w:bodyDiv w:val="1"/>
      <w:marLeft w:val="0"/>
      <w:marRight w:val="0"/>
      <w:marTop w:val="0"/>
      <w:marBottom w:val="0"/>
      <w:divBdr>
        <w:top w:val="none" w:sz="0" w:space="0" w:color="auto"/>
        <w:left w:val="none" w:sz="0" w:space="0" w:color="auto"/>
        <w:bottom w:val="none" w:sz="0" w:space="0" w:color="auto"/>
        <w:right w:val="none" w:sz="0" w:space="0" w:color="auto"/>
      </w:divBdr>
    </w:div>
    <w:div w:id="1942371615">
      <w:bodyDiv w:val="1"/>
      <w:marLeft w:val="0"/>
      <w:marRight w:val="0"/>
      <w:marTop w:val="0"/>
      <w:marBottom w:val="0"/>
      <w:divBdr>
        <w:top w:val="none" w:sz="0" w:space="0" w:color="auto"/>
        <w:left w:val="none" w:sz="0" w:space="0" w:color="auto"/>
        <w:bottom w:val="none" w:sz="0" w:space="0" w:color="auto"/>
        <w:right w:val="none" w:sz="0" w:space="0" w:color="auto"/>
      </w:divBdr>
    </w:div>
    <w:div w:id="1968196541">
      <w:bodyDiv w:val="1"/>
      <w:marLeft w:val="0"/>
      <w:marRight w:val="0"/>
      <w:marTop w:val="0"/>
      <w:marBottom w:val="0"/>
      <w:divBdr>
        <w:top w:val="none" w:sz="0" w:space="0" w:color="auto"/>
        <w:left w:val="none" w:sz="0" w:space="0" w:color="auto"/>
        <w:bottom w:val="none" w:sz="0" w:space="0" w:color="auto"/>
        <w:right w:val="none" w:sz="0" w:space="0" w:color="auto"/>
      </w:divBdr>
    </w:div>
    <w:div w:id="1985038725">
      <w:bodyDiv w:val="1"/>
      <w:marLeft w:val="0"/>
      <w:marRight w:val="0"/>
      <w:marTop w:val="0"/>
      <w:marBottom w:val="0"/>
      <w:divBdr>
        <w:top w:val="none" w:sz="0" w:space="0" w:color="auto"/>
        <w:left w:val="none" w:sz="0" w:space="0" w:color="auto"/>
        <w:bottom w:val="none" w:sz="0" w:space="0" w:color="auto"/>
        <w:right w:val="none" w:sz="0" w:space="0" w:color="auto"/>
      </w:divBdr>
    </w:div>
    <w:div w:id="2097821821">
      <w:bodyDiv w:val="1"/>
      <w:marLeft w:val="0"/>
      <w:marRight w:val="0"/>
      <w:marTop w:val="0"/>
      <w:marBottom w:val="0"/>
      <w:divBdr>
        <w:top w:val="none" w:sz="0" w:space="0" w:color="auto"/>
        <w:left w:val="none" w:sz="0" w:space="0" w:color="auto"/>
        <w:bottom w:val="none" w:sz="0" w:space="0" w:color="auto"/>
        <w:right w:val="none" w:sz="0" w:space="0" w:color="auto"/>
      </w:divBdr>
    </w:div>
    <w:div w:id="2121026853">
      <w:bodyDiv w:val="1"/>
      <w:marLeft w:val="0"/>
      <w:marRight w:val="0"/>
      <w:marTop w:val="0"/>
      <w:marBottom w:val="0"/>
      <w:divBdr>
        <w:top w:val="none" w:sz="0" w:space="0" w:color="auto"/>
        <w:left w:val="none" w:sz="0" w:space="0" w:color="auto"/>
        <w:bottom w:val="none" w:sz="0" w:space="0" w:color="auto"/>
        <w:right w:val="none" w:sz="0" w:space="0" w:color="auto"/>
      </w:divBdr>
    </w:div>
    <w:div w:id="2134277317">
      <w:bodyDiv w:val="1"/>
      <w:marLeft w:val="0"/>
      <w:marRight w:val="0"/>
      <w:marTop w:val="0"/>
      <w:marBottom w:val="0"/>
      <w:divBdr>
        <w:top w:val="none" w:sz="0" w:space="0" w:color="auto"/>
        <w:left w:val="none" w:sz="0" w:space="0" w:color="auto"/>
        <w:bottom w:val="none" w:sz="0" w:space="0" w:color="auto"/>
        <w:right w:val="none" w:sz="0" w:space="0" w:color="auto"/>
      </w:divBdr>
    </w:div>
    <w:div w:id="2145081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KIS\Templates\_Pla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8F3D48-E559-4108-807F-0FCC0E4F7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_Plain</Template>
  <TotalTime>280</TotalTime>
  <Pages>4</Pages>
  <Words>1185</Words>
  <Characters>6661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Example Public 2004 - blank financial statements</vt:lpstr>
    </vt:vector>
  </TitlesOfParts>
  <Company>KPMG</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Public 2004 - blank financial statements</dc:title>
  <dc:subject/>
  <dc:creator>Chanamon, Thongpila</dc:creator>
  <cp:keywords/>
  <dc:description/>
  <cp:lastModifiedBy>Wipada, Thitisomboon</cp:lastModifiedBy>
  <cp:revision>49</cp:revision>
  <cp:lastPrinted>2025-05-14T12:40:00Z</cp:lastPrinted>
  <dcterms:created xsi:type="dcterms:W3CDTF">2023-05-08T13:51:00Z</dcterms:created>
  <dcterms:modified xsi:type="dcterms:W3CDTF">2025-05-14T14:56:00Z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ISTmpltVer">
    <vt:lpwstr>2.1</vt:lpwstr>
  </property>
  <property fmtid="{D5CDD505-2E9C-101B-9397-08002B2CF9AE}" pid="3" name="KISDateFmt">
    <vt:lpwstr>d MMMM yyyy</vt:lpwstr>
  </property>
</Properties>
</file>